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6F504" w14:textId="3A33130D" w:rsidR="007F2D19" w:rsidRPr="000F1419" w:rsidRDefault="007F2D19" w:rsidP="00B7792D">
      <w:pPr>
        <w:pStyle w:val="Body"/>
        <w:shd w:val="clear" w:color="auto" w:fill="000000" w:themeFill="text1"/>
        <w:jc w:val="center"/>
        <w:rPr>
          <w:rFonts w:asciiTheme="minorHAnsi" w:hAnsiTheme="minorHAnsi" w:cstheme="minorHAnsi"/>
          <w:b/>
          <w:bCs/>
          <w:color w:val="FFFFFF" w:themeColor="background1"/>
          <w:sz w:val="36"/>
          <w:szCs w:val="36"/>
        </w:rPr>
      </w:pPr>
      <w:r w:rsidRPr="000F1419">
        <w:rPr>
          <w:rFonts w:asciiTheme="minorHAnsi" w:hAnsiTheme="minorHAnsi" w:cstheme="minorHAnsi"/>
          <w:b/>
          <w:bCs/>
          <w:noProof/>
          <w:color w:val="000000" w:themeColor="text1"/>
          <w:kern w:val="28"/>
          <w:sz w:val="20"/>
          <w:szCs w:val="20"/>
        </w:rPr>
        <w:drawing>
          <wp:inline distT="0" distB="0" distL="0" distR="0" wp14:anchorId="546EB73B" wp14:editId="50CEF50A">
            <wp:extent cx="5886450" cy="1450975"/>
            <wp:effectExtent l="0" t="0" r="6350" b="0"/>
            <wp:docPr id="760111416" name="Picture 760111416" descr="A graphic of a cit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049878" name="Picture 1" descr="A graphic of a city&#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886450" cy="1450975"/>
                    </a:xfrm>
                    <a:prstGeom prst="rect">
                      <a:avLst/>
                    </a:prstGeom>
                  </pic:spPr>
                </pic:pic>
              </a:graphicData>
            </a:graphic>
          </wp:inline>
        </w:drawing>
      </w:r>
    </w:p>
    <w:p w14:paraId="4EBB8B67" w14:textId="5B72E650" w:rsidR="002145CC" w:rsidRPr="000F1419" w:rsidRDefault="00EE26FA" w:rsidP="00EE26FA">
      <w:pPr>
        <w:pStyle w:val="Body"/>
        <w:shd w:val="clear" w:color="auto" w:fill="468BD7"/>
        <w:jc w:val="center"/>
        <w:rPr>
          <w:rFonts w:asciiTheme="minorHAnsi" w:hAnsiTheme="minorHAnsi" w:cstheme="minorHAnsi"/>
          <w:b/>
          <w:bCs/>
          <w:color w:val="FFFFFF" w:themeColor="background1"/>
          <w:sz w:val="36"/>
          <w:szCs w:val="36"/>
        </w:rPr>
      </w:pPr>
      <w:r w:rsidRPr="000F1419">
        <w:rPr>
          <w:rFonts w:asciiTheme="minorHAnsi" w:hAnsiTheme="minorHAnsi" w:cstheme="minorHAnsi"/>
          <w:b/>
          <w:bCs/>
          <w:color w:val="FFFFFF" w:themeColor="background1"/>
          <w:sz w:val="36"/>
          <w:szCs w:val="36"/>
        </w:rPr>
        <w:t>Day 1—</w:t>
      </w:r>
      <w:r w:rsidR="007F2D19" w:rsidRPr="000F1419">
        <w:rPr>
          <w:rFonts w:asciiTheme="minorHAnsi" w:hAnsiTheme="minorHAnsi" w:cstheme="minorHAnsi"/>
          <w:b/>
          <w:bCs/>
          <w:color w:val="FFFFFF" w:themeColor="background1"/>
          <w:sz w:val="36"/>
          <w:szCs w:val="36"/>
        </w:rPr>
        <w:t>FAMILY</w:t>
      </w:r>
      <w:r w:rsidR="001A738B" w:rsidRPr="000F1419">
        <w:rPr>
          <w:rFonts w:asciiTheme="minorHAnsi" w:hAnsiTheme="minorHAnsi" w:cstheme="minorHAnsi"/>
          <w:b/>
          <w:bCs/>
          <w:color w:val="FFFFFF" w:themeColor="background1"/>
          <w:sz w:val="36"/>
          <w:szCs w:val="36"/>
        </w:rPr>
        <w:t xml:space="preserve"> DEVOTIONS</w:t>
      </w:r>
      <w:r w:rsidR="007F2D19" w:rsidRPr="000F1419">
        <w:rPr>
          <w:rFonts w:asciiTheme="minorHAnsi" w:hAnsiTheme="minorHAnsi" w:cstheme="minorHAnsi"/>
          <w:b/>
          <w:bCs/>
          <w:color w:val="FFFFFF" w:themeColor="background1"/>
          <w:sz w:val="36"/>
          <w:szCs w:val="36"/>
        </w:rPr>
        <w:t xml:space="preserve"> </w:t>
      </w:r>
    </w:p>
    <w:p w14:paraId="31D89214" w14:textId="77777777" w:rsidR="002145CC" w:rsidRPr="000F1419" w:rsidRDefault="002145CC" w:rsidP="00BA534B">
      <w:pPr>
        <w:pStyle w:val="Body"/>
        <w:rPr>
          <w:rFonts w:asciiTheme="minorHAnsi" w:hAnsiTheme="minorHAnsi" w:cstheme="minorHAnsi"/>
          <w:b/>
          <w:bCs/>
          <w:color w:val="000000" w:themeColor="text1"/>
          <w:sz w:val="28"/>
          <w:szCs w:val="28"/>
        </w:rPr>
      </w:pPr>
    </w:p>
    <w:tbl>
      <w:tblPr>
        <w:tblStyle w:val="TableGrid"/>
        <w:tblW w:w="9355" w:type="dxa"/>
        <w:tblLook w:val="04A0" w:firstRow="1" w:lastRow="0" w:firstColumn="1" w:lastColumn="0" w:noHBand="0" w:noVBand="1"/>
      </w:tblPr>
      <w:tblGrid>
        <w:gridCol w:w="9355"/>
      </w:tblGrid>
      <w:tr w:rsidR="00EE26FA" w:rsidRPr="000F1419" w14:paraId="356B7EC3" w14:textId="77777777" w:rsidTr="00B7792D">
        <w:tc>
          <w:tcPr>
            <w:tcW w:w="9355" w:type="dxa"/>
            <w:tcBorders>
              <w:top w:val="single" w:sz="4" w:space="0" w:color="auto"/>
              <w:left w:val="single" w:sz="4" w:space="0" w:color="auto"/>
              <w:right w:val="single" w:sz="4" w:space="0" w:color="auto"/>
            </w:tcBorders>
            <w:shd w:val="clear" w:color="auto" w:fill="468BD7"/>
          </w:tcPr>
          <w:p w14:paraId="688E47F5" w14:textId="77777777" w:rsidR="00EE26FA" w:rsidRPr="000F1419" w:rsidRDefault="00EE26FA" w:rsidP="006B2F7E">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0F1419">
              <w:rPr>
                <w:rFonts w:asciiTheme="minorHAnsi" w:hAnsiTheme="minorHAnsi" w:cstheme="minorHAnsi"/>
                <w:b/>
                <w:bCs/>
                <w:color w:val="FFFFFF" w:themeColor="background1"/>
              </w:rPr>
              <w:t>Faith Fact</w:t>
            </w:r>
          </w:p>
        </w:tc>
      </w:tr>
      <w:tr w:rsidR="00EE26FA" w:rsidRPr="000F1419" w14:paraId="26B91BDE" w14:textId="77777777" w:rsidTr="00B7792D">
        <w:tc>
          <w:tcPr>
            <w:tcW w:w="9355" w:type="dxa"/>
            <w:tcBorders>
              <w:right w:val="single" w:sz="4" w:space="0" w:color="auto"/>
            </w:tcBorders>
          </w:tcPr>
          <w:p w14:paraId="14F8C563" w14:textId="1C17A119" w:rsidR="00EE26FA" w:rsidRPr="000F1419" w:rsidRDefault="00EE26FA" w:rsidP="00EE26FA">
            <w:pPr>
              <w:pStyle w:val="BodyA"/>
              <w:contextualSpacing/>
              <w:jc w:val="center"/>
              <w:rPr>
                <w:rFonts w:asciiTheme="minorHAnsi" w:hAnsiTheme="minorHAnsi" w:cstheme="minorHAnsi"/>
                <w:color w:val="auto"/>
              </w:rPr>
            </w:pPr>
            <w:r w:rsidRPr="000F1419">
              <w:rPr>
                <w:rFonts w:asciiTheme="minorHAnsi" w:hAnsiTheme="minorHAnsi" w:cstheme="minorHAnsi"/>
                <w:color w:val="auto"/>
              </w:rPr>
              <w:t>We believe that . . .The Bible is God’s Word and His plan for me.</w:t>
            </w:r>
          </w:p>
        </w:tc>
      </w:tr>
      <w:tr w:rsidR="00837EF4" w:rsidRPr="000F1419" w14:paraId="04389886" w14:textId="77777777" w:rsidTr="00B7792D">
        <w:tc>
          <w:tcPr>
            <w:tcW w:w="9355" w:type="dxa"/>
            <w:tcBorders>
              <w:left w:val="single" w:sz="4" w:space="0" w:color="auto"/>
              <w:right w:val="single" w:sz="4" w:space="0" w:color="auto"/>
            </w:tcBorders>
            <w:shd w:val="clear" w:color="auto" w:fill="468BD7"/>
          </w:tcPr>
          <w:p w14:paraId="266ED044" w14:textId="77777777" w:rsidR="00837EF4" w:rsidRPr="000F1419" w:rsidRDefault="00837EF4" w:rsidP="006B2F7E">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i/>
                <w:iCs/>
                <w:color w:val="auto"/>
              </w:rPr>
            </w:pPr>
            <w:r w:rsidRPr="000F1419">
              <w:rPr>
                <w:rFonts w:asciiTheme="minorHAnsi" w:hAnsiTheme="minorHAnsi" w:cstheme="minorHAnsi"/>
                <w:b/>
                <w:bCs/>
                <w:color w:val="FFFFFF" w:themeColor="background1"/>
              </w:rPr>
              <w:t>Faith Verse</w:t>
            </w:r>
          </w:p>
        </w:tc>
      </w:tr>
      <w:tr w:rsidR="00837EF4" w:rsidRPr="000F1419" w14:paraId="2F8962D7" w14:textId="77777777" w:rsidTr="00B7792D">
        <w:tc>
          <w:tcPr>
            <w:tcW w:w="9355" w:type="dxa"/>
            <w:tcBorders>
              <w:left w:val="single" w:sz="4" w:space="0" w:color="auto"/>
              <w:right w:val="single" w:sz="4" w:space="0" w:color="auto"/>
            </w:tcBorders>
            <w:shd w:val="clear" w:color="auto" w:fill="auto"/>
          </w:tcPr>
          <w:p w14:paraId="0A3FFBAA" w14:textId="77777777" w:rsidR="00837EF4" w:rsidRPr="000F1419" w:rsidRDefault="00837EF4" w:rsidP="006B2F7E">
            <w:pPr>
              <w:pStyle w:val="Default"/>
              <w:contextualSpacing/>
              <w:jc w:val="center"/>
              <w:rPr>
                <w:rFonts w:asciiTheme="minorHAnsi" w:hAnsiTheme="minorHAnsi" w:cstheme="minorHAnsi"/>
                <w:color w:val="auto"/>
                <w:sz w:val="24"/>
                <w:szCs w:val="24"/>
                <w:shd w:val="clear" w:color="auto" w:fill="FFFFFF"/>
              </w:rPr>
            </w:pPr>
            <w:r w:rsidRPr="000F1419">
              <w:rPr>
                <w:rFonts w:asciiTheme="minorHAnsi" w:hAnsiTheme="minorHAnsi" w:cstheme="minorHAnsi"/>
                <w:color w:val="auto"/>
                <w:sz w:val="24"/>
                <w:szCs w:val="24"/>
                <w:shd w:val="clear" w:color="auto" w:fill="FFFFFF"/>
              </w:rPr>
              <w:t>P</w:t>
            </w:r>
            <w:r w:rsidRPr="000F1419">
              <w:rPr>
                <w:rFonts w:asciiTheme="minorHAnsi" w:hAnsiTheme="minorHAnsi" w:cstheme="minorHAnsi"/>
                <w:color w:val="auto"/>
                <w:sz w:val="24"/>
                <w:szCs w:val="24"/>
              </w:rPr>
              <w:t>salm 119:105 (NLT)</w:t>
            </w:r>
          </w:p>
          <w:p w14:paraId="53A657F6" w14:textId="77777777" w:rsidR="00837EF4" w:rsidRPr="000F1419" w:rsidRDefault="00837EF4" w:rsidP="006B2F7E">
            <w:pPr>
              <w:pStyle w:val="Default"/>
              <w:contextualSpacing/>
              <w:jc w:val="center"/>
              <w:rPr>
                <w:rFonts w:asciiTheme="minorHAnsi" w:hAnsiTheme="minorHAnsi" w:cstheme="minorHAnsi"/>
                <w:color w:val="auto"/>
                <w:sz w:val="24"/>
                <w:szCs w:val="24"/>
                <w:shd w:val="clear" w:color="auto" w:fill="FFFFFF"/>
              </w:rPr>
            </w:pPr>
            <w:r w:rsidRPr="000F1419">
              <w:rPr>
                <w:rStyle w:val="text"/>
                <w:rFonts w:asciiTheme="minorHAnsi" w:hAnsiTheme="minorHAnsi" w:cstheme="minorHAnsi"/>
                <w:color w:val="auto"/>
                <w:sz w:val="24"/>
                <w:szCs w:val="24"/>
                <w:shd w:val="clear" w:color="auto" w:fill="FFFFFF"/>
              </w:rPr>
              <w:t>Your word is a lamp to guide my feet</w:t>
            </w:r>
            <w:r w:rsidRPr="000F1419">
              <w:rPr>
                <w:rFonts w:asciiTheme="minorHAnsi" w:hAnsiTheme="minorHAnsi" w:cstheme="minorHAnsi"/>
                <w:color w:val="auto"/>
                <w:sz w:val="24"/>
                <w:szCs w:val="24"/>
              </w:rPr>
              <w:t xml:space="preserve"> </w:t>
            </w:r>
            <w:r w:rsidRPr="000F1419">
              <w:rPr>
                <w:rStyle w:val="text"/>
                <w:rFonts w:asciiTheme="minorHAnsi" w:hAnsiTheme="minorHAnsi" w:cstheme="minorHAnsi"/>
                <w:color w:val="auto"/>
                <w:sz w:val="24"/>
                <w:szCs w:val="24"/>
                <w:shd w:val="clear" w:color="auto" w:fill="FFFFFF"/>
              </w:rPr>
              <w:t>and a light for my path.</w:t>
            </w:r>
          </w:p>
        </w:tc>
      </w:tr>
      <w:tr w:rsidR="007F2D19" w:rsidRPr="000F1419" w14:paraId="3D5C5BA2" w14:textId="77777777" w:rsidTr="00B7792D">
        <w:tc>
          <w:tcPr>
            <w:tcW w:w="9355" w:type="dxa"/>
            <w:tcBorders>
              <w:left w:val="single" w:sz="4" w:space="0" w:color="auto"/>
              <w:right w:val="single" w:sz="4" w:space="0" w:color="auto"/>
            </w:tcBorders>
            <w:shd w:val="clear" w:color="auto" w:fill="468BD7"/>
          </w:tcPr>
          <w:p w14:paraId="4DEAA22C" w14:textId="69BC7806" w:rsidR="007F2D19" w:rsidRPr="000F1419" w:rsidRDefault="000F1419" w:rsidP="007F2D19">
            <w:pPr>
              <w:pStyle w:val="Default"/>
              <w:contextualSpacing/>
              <w:jc w:val="center"/>
              <w:rPr>
                <w:rFonts w:asciiTheme="minorHAnsi" w:hAnsiTheme="minorHAnsi" w:cstheme="minorHAnsi"/>
                <w:color w:val="auto"/>
                <w:sz w:val="24"/>
                <w:szCs w:val="24"/>
                <w:shd w:val="clear" w:color="auto" w:fill="FFFFFF"/>
              </w:rPr>
            </w:pPr>
            <w:r w:rsidRPr="000F1419">
              <w:rPr>
                <w:rFonts w:asciiTheme="minorHAnsi" w:hAnsiTheme="minorHAnsi" w:cstheme="minorHAnsi"/>
                <w:b/>
                <w:bCs/>
                <w:color w:val="FFFFFF" w:themeColor="background1"/>
                <w:sz w:val="24"/>
                <w:szCs w:val="24"/>
              </w:rPr>
              <w:t>Foundation for Faith</w:t>
            </w:r>
            <w:r w:rsidR="007F2D19" w:rsidRPr="000F1419">
              <w:rPr>
                <w:rFonts w:asciiTheme="minorHAnsi" w:hAnsiTheme="minorHAnsi" w:cstheme="minorHAnsi"/>
                <w:b/>
                <w:bCs/>
                <w:color w:val="FFFFFF" w:themeColor="background1"/>
                <w:sz w:val="24"/>
                <w:szCs w:val="24"/>
              </w:rPr>
              <w:t xml:space="preserve"> </w:t>
            </w:r>
          </w:p>
        </w:tc>
      </w:tr>
      <w:tr w:rsidR="006B4A20" w:rsidRPr="000F1419" w14:paraId="41FCA014" w14:textId="77777777" w:rsidTr="00B7792D">
        <w:tc>
          <w:tcPr>
            <w:tcW w:w="9355" w:type="dxa"/>
            <w:tcBorders>
              <w:left w:val="single" w:sz="4" w:space="0" w:color="auto"/>
              <w:right w:val="single" w:sz="4" w:space="0" w:color="auto"/>
            </w:tcBorders>
            <w:shd w:val="clear" w:color="auto" w:fill="auto"/>
          </w:tcPr>
          <w:p w14:paraId="03507DF4" w14:textId="57DD778B" w:rsidR="006B4A20" w:rsidRPr="000F1419" w:rsidRDefault="006B4A20" w:rsidP="007F2D19">
            <w:pPr>
              <w:pStyle w:val="Default"/>
              <w:contextualSpacing/>
              <w:jc w:val="center"/>
              <w:rPr>
                <w:rFonts w:asciiTheme="minorHAnsi" w:hAnsiTheme="minorHAnsi" w:cstheme="minorHAnsi"/>
                <w:b/>
                <w:bCs/>
                <w:color w:val="FFFFFF" w:themeColor="background1"/>
                <w:sz w:val="24"/>
                <w:szCs w:val="24"/>
              </w:rPr>
            </w:pPr>
            <w:r w:rsidRPr="000F1419">
              <w:rPr>
                <w:rFonts w:asciiTheme="minorHAnsi" w:eastAsia="Cambria" w:hAnsiTheme="minorHAnsi" w:cstheme="minorHAnsi"/>
                <w:b/>
                <w:bCs/>
                <w:sz w:val="24"/>
                <w:szCs w:val="24"/>
              </w:rPr>
              <w:t>Foundation 1—</w:t>
            </w:r>
            <w:r w:rsidRPr="000F1419">
              <w:rPr>
                <w:rFonts w:asciiTheme="minorHAnsi" w:eastAsia="Cambria" w:hAnsiTheme="minorHAnsi" w:cstheme="minorHAnsi"/>
                <w:sz w:val="24"/>
                <w:szCs w:val="24"/>
              </w:rPr>
              <w:t>The Bible is God’s Word and His plan for me. God gave people the words to write so we can know Him. The Bible is completely true and is the final authority on what we should believe and how we should live.</w:t>
            </w:r>
            <w:r w:rsidRPr="000F1419">
              <w:rPr>
                <w:rStyle w:val="FootnoteReference"/>
                <w:rFonts w:asciiTheme="minorHAnsi" w:eastAsia="Cambria" w:hAnsiTheme="minorHAnsi" w:cstheme="minorHAnsi"/>
                <w:sz w:val="24"/>
                <w:szCs w:val="24"/>
              </w:rPr>
              <w:footnoteReference w:id="2"/>
            </w:r>
          </w:p>
        </w:tc>
      </w:tr>
    </w:tbl>
    <w:p w14:paraId="7A9CC640" w14:textId="77777777" w:rsidR="00BA534B" w:rsidRPr="000F1419" w:rsidRDefault="00BA534B" w:rsidP="000341D7">
      <w:pPr>
        <w:pStyle w:val="BodyA"/>
        <w:contextualSpacing/>
        <w:rPr>
          <w:rFonts w:asciiTheme="minorHAnsi" w:hAnsiTheme="minorHAnsi" w:cstheme="minorHAnsi"/>
          <w:color w:val="auto"/>
        </w:rPr>
      </w:pPr>
    </w:p>
    <w:p w14:paraId="09F20D38" w14:textId="4AA05696" w:rsidR="00837EF4" w:rsidRPr="000F1419" w:rsidRDefault="00BA534B" w:rsidP="00837EF4">
      <w:pPr>
        <w:rPr>
          <w:rFonts w:asciiTheme="minorHAnsi" w:hAnsiTheme="minorHAnsi" w:cstheme="minorHAnsi"/>
          <w:b/>
          <w:bCs/>
          <w:color w:val="000000" w:themeColor="text1"/>
          <w:sz w:val="28"/>
          <w:szCs w:val="28"/>
        </w:rPr>
      </w:pPr>
      <w:r w:rsidRPr="000F1419">
        <w:rPr>
          <w:rFonts w:asciiTheme="minorHAnsi" w:hAnsiTheme="minorHAnsi" w:cstheme="minorHAnsi"/>
          <w:b/>
          <w:bCs/>
          <w:color w:val="000000" w:themeColor="text1"/>
          <w:sz w:val="28"/>
          <w:szCs w:val="28"/>
        </w:rPr>
        <w:t>Question of the Day: How does God connect with us?</w:t>
      </w:r>
    </w:p>
    <w:p w14:paraId="25F1CBA7" w14:textId="77777777" w:rsidR="00837EF4" w:rsidRPr="000F1419" w:rsidRDefault="00837EF4" w:rsidP="00837EF4">
      <w:pPr>
        <w:rPr>
          <w:rFonts w:asciiTheme="minorHAnsi" w:hAnsiTheme="minorHAnsi" w:cstheme="minorHAnsi"/>
          <w:b/>
          <w:bCs/>
          <w:color w:val="000000" w:themeColor="text1"/>
        </w:rPr>
      </w:pPr>
    </w:p>
    <w:p w14:paraId="481E82E2" w14:textId="4795BA73" w:rsidR="00837EF4" w:rsidRPr="000F1419" w:rsidRDefault="00837EF4" w:rsidP="00837EF4">
      <w:pPr>
        <w:rPr>
          <w:rFonts w:asciiTheme="minorHAnsi" w:hAnsiTheme="minorHAnsi" w:cstheme="minorHAnsi"/>
          <w:b/>
          <w:bCs/>
          <w:color w:val="468BD7"/>
          <w:sz w:val="28"/>
          <w:szCs w:val="28"/>
        </w:rPr>
      </w:pPr>
      <w:r w:rsidRPr="000F1419">
        <w:rPr>
          <w:rFonts w:asciiTheme="minorHAnsi" w:hAnsiTheme="minorHAnsi" w:cstheme="minorHAnsi"/>
          <w:b/>
          <w:bCs/>
          <w:color w:val="468BD7"/>
          <w:sz w:val="28"/>
          <w:szCs w:val="28"/>
        </w:rPr>
        <w:t>LISTEN to God through His Word</w:t>
      </w:r>
      <w:r w:rsidR="00BA534B" w:rsidRPr="000F1419">
        <w:rPr>
          <w:rFonts w:asciiTheme="minorHAnsi" w:hAnsiTheme="minorHAnsi" w:cstheme="minorHAnsi"/>
          <w:b/>
          <w:bCs/>
          <w:color w:val="468BD7"/>
          <w:sz w:val="28"/>
          <w:szCs w:val="28"/>
        </w:rPr>
        <w:t xml:space="preserve"> </w:t>
      </w:r>
    </w:p>
    <w:p w14:paraId="5590014D" w14:textId="77777777" w:rsidR="00837EF4" w:rsidRPr="000F1419" w:rsidRDefault="00837EF4"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0F1419">
        <w:rPr>
          <w:rFonts w:asciiTheme="minorHAnsi" w:hAnsiTheme="minorHAnsi" w:cstheme="minorHAnsi"/>
          <w:color w:val="000000" w:themeColor="text1"/>
        </w:rPr>
        <w:t xml:space="preserve">Pray and ask God to speak to you before you read today’s Scripture. </w:t>
      </w:r>
    </w:p>
    <w:p w14:paraId="108EC1B7" w14:textId="77777777" w:rsidR="00837EF4" w:rsidRPr="000F1419" w:rsidRDefault="00837EF4"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FAA3BAF" w14:textId="77777777" w:rsidR="00837EF4" w:rsidRPr="000F1419" w:rsidRDefault="00837EF4" w:rsidP="00ED22A8">
      <w:pPr>
        <w:pStyle w:val="NormalWeb"/>
        <w:tabs>
          <w:tab w:val="left" w:pos="478"/>
        </w:tabs>
        <w:spacing w:before="0" w:beforeAutospacing="0" w:after="0" w:afterAutospacing="0"/>
        <w:contextualSpacing/>
        <w:rPr>
          <w:rFonts w:asciiTheme="minorHAnsi" w:hAnsiTheme="minorHAnsi" w:cstheme="minorHAnsi"/>
          <w:color w:val="000000" w:themeColor="text1"/>
          <w:u w:val="single"/>
        </w:rPr>
      </w:pPr>
      <w:r w:rsidRPr="000F1419">
        <w:rPr>
          <w:rFonts w:asciiTheme="minorHAnsi" w:hAnsiTheme="minorHAnsi" w:cstheme="minorHAnsi"/>
          <w:color w:val="000000" w:themeColor="text1"/>
        </w:rPr>
        <w:t xml:space="preserve">Read </w:t>
      </w:r>
      <w:r w:rsidRPr="000F1419">
        <w:rPr>
          <w:rFonts w:asciiTheme="minorHAnsi" w:hAnsiTheme="minorHAnsi" w:cstheme="minorHAnsi"/>
          <w:color w:val="000000" w:themeColor="text1"/>
          <w:u w:val="single"/>
        </w:rPr>
        <w:t>Exodus 19:1–8</w:t>
      </w:r>
      <w:r w:rsidRPr="000F1419">
        <w:rPr>
          <w:rFonts w:asciiTheme="minorHAnsi" w:hAnsiTheme="minorHAnsi" w:cstheme="minorHAnsi"/>
          <w:color w:val="000000" w:themeColor="text1"/>
        </w:rPr>
        <w:t>.</w:t>
      </w:r>
    </w:p>
    <w:p w14:paraId="50C076E0" w14:textId="77777777" w:rsidR="00837EF4" w:rsidRPr="000F1419" w:rsidRDefault="00837EF4"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778BC876" w14:textId="7D135823" w:rsidR="00BA534B" w:rsidRPr="000F1419" w:rsidRDefault="00BA534B"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0F1419">
        <w:rPr>
          <w:rFonts w:asciiTheme="minorHAnsi" w:hAnsiTheme="minorHAnsi" w:cstheme="minorHAnsi"/>
          <w:color w:val="000000" w:themeColor="text1"/>
        </w:rPr>
        <w:t>From the very beginning, God wanted to connect with people. The Book of Exodus is about how God led His people, the Israelites</w:t>
      </w:r>
      <w:r w:rsidR="006751B6" w:rsidRPr="000F1419">
        <w:rPr>
          <w:rFonts w:asciiTheme="minorHAnsi" w:hAnsiTheme="minorHAnsi" w:cstheme="minorHAnsi"/>
          <w:color w:val="000000" w:themeColor="text1"/>
        </w:rPr>
        <w:t>,</w:t>
      </w:r>
      <w:r w:rsidRPr="000F1419">
        <w:rPr>
          <w:rFonts w:asciiTheme="minorHAnsi" w:hAnsiTheme="minorHAnsi" w:cstheme="minorHAnsi"/>
          <w:color w:val="000000" w:themeColor="text1"/>
        </w:rPr>
        <w:t xml:space="preserve"> out of Egypt. He wanted a close relationship with them. </w:t>
      </w:r>
    </w:p>
    <w:p w14:paraId="437D1F51" w14:textId="2EAE80B1" w:rsidR="00BA534B" w:rsidRPr="000F1419" w:rsidRDefault="00BA534B"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0F1419">
        <w:rPr>
          <w:rFonts w:asciiTheme="minorHAnsi" w:hAnsiTheme="minorHAnsi" w:cstheme="minorHAnsi"/>
          <w:color w:val="000000" w:themeColor="text1"/>
        </w:rPr>
        <w:t xml:space="preserve"> </w:t>
      </w:r>
    </w:p>
    <w:p w14:paraId="67FC627B" w14:textId="541883B5" w:rsidR="00BA534B" w:rsidRPr="000F1419" w:rsidRDefault="00BA534B" w:rsidP="00BA534B">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0F1419">
        <w:rPr>
          <w:rFonts w:asciiTheme="minorHAnsi" w:hAnsiTheme="minorHAnsi" w:cstheme="minorHAnsi"/>
          <w:b/>
          <w:bCs/>
          <w:color w:val="000000" w:themeColor="text1"/>
        </w:rPr>
        <w:t>Question</w:t>
      </w:r>
    </w:p>
    <w:p w14:paraId="029D421A" w14:textId="79B9CD0D" w:rsidR="00837EF4" w:rsidRPr="000F1419" w:rsidRDefault="00837EF4" w:rsidP="00BA534B">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0F1419">
        <w:rPr>
          <w:rFonts w:asciiTheme="minorHAnsi" w:hAnsiTheme="minorHAnsi" w:cstheme="minorHAnsi"/>
          <w:color w:val="000000" w:themeColor="text1"/>
        </w:rPr>
        <w:t xml:space="preserve">How did God connect with people in this passage? </w:t>
      </w:r>
    </w:p>
    <w:p w14:paraId="65FD80F0" w14:textId="73089068" w:rsidR="00837EF4" w:rsidRPr="000F1419" w:rsidRDefault="00837EF4"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0F1419">
        <w:rPr>
          <w:rFonts w:asciiTheme="minorHAnsi" w:hAnsiTheme="minorHAnsi" w:cstheme="minorHAnsi"/>
          <w:b/>
          <w:bCs/>
          <w:color w:val="000000" w:themeColor="text1"/>
        </w:rPr>
        <w:t xml:space="preserve">Answer: </w:t>
      </w:r>
      <w:r w:rsidRPr="000F1419">
        <w:rPr>
          <w:rFonts w:asciiTheme="minorHAnsi" w:hAnsiTheme="minorHAnsi" w:cstheme="minorHAnsi"/>
          <w:color w:val="000000" w:themeColor="text1"/>
        </w:rPr>
        <w:t>God spoke with Moses and gave him instructions and a promise to share with His people (</w:t>
      </w:r>
      <w:r w:rsidR="00BA534B" w:rsidRPr="000F1419">
        <w:rPr>
          <w:rFonts w:asciiTheme="minorHAnsi" w:hAnsiTheme="minorHAnsi" w:cstheme="minorHAnsi"/>
          <w:color w:val="000000" w:themeColor="text1"/>
          <w:u w:val="single"/>
        </w:rPr>
        <w:t>Exodus 19:</w:t>
      </w:r>
      <w:r w:rsidRPr="000F1419">
        <w:rPr>
          <w:rFonts w:asciiTheme="minorHAnsi" w:hAnsiTheme="minorHAnsi" w:cstheme="minorHAnsi"/>
          <w:color w:val="000000" w:themeColor="text1"/>
          <w:u w:val="single"/>
        </w:rPr>
        <w:t>3</w:t>
      </w:r>
      <w:r w:rsidRPr="000F1419">
        <w:rPr>
          <w:rFonts w:asciiTheme="minorHAnsi" w:hAnsiTheme="minorHAnsi" w:cstheme="minorHAnsi"/>
          <w:color w:val="000000" w:themeColor="text1"/>
        </w:rPr>
        <w:t xml:space="preserve">, </w:t>
      </w:r>
      <w:r w:rsidRPr="000F1419">
        <w:rPr>
          <w:rFonts w:asciiTheme="minorHAnsi" w:hAnsiTheme="minorHAnsi" w:cstheme="minorHAnsi"/>
          <w:color w:val="000000" w:themeColor="text1"/>
          <w:u w:val="single"/>
        </w:rPr>
        <w:t>5–6</w:t>
      </w:r>
      <w:r w:rsidRPr="000F1419">
        <w:rPr>
          <w:rFonts w:asciiTheme="minorHAnsi" w:hAnsiTheme="minorHAnsi" w:cstheme="minorHAnsi"/>
          <w:color w:val="000000" w:themeColor="text1"/>
        </w:rPr>
        <w:t xml:space="preserve">). </w:t>
      </w:r>
    </w:p>
    <w:p w14:paraId="49485872" w14:textId="77777777" w:rsidR="00837EF4" w:rsidRPr="000F1419" w:rsidRDefault="00837EF4"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7775F569" w14:textId="77777777" w:rsidR="00837EF4" w:rsidRPr="000F1419" w:rsidRDefault="00837EF4" w:rsidP="00837EF4">
      <w:pPr>
        <w:rPr>
          <w:rFonts w:asciiTheme="minorHAnsi" w:hAnsiTheme="minorHAnsi" w:cstheme="minorHAnsi"/>
          <w:b/>
          <w:bCs/>
          <w:color w:val="468BD7"/>
          <w:sz w:val="28"/>
          <w:szCs w:val="28"/>
        </w:rPr>
      </w:pPr>
      <w:r w:rsidRPr="000F1419">
        <w:rPr>
          <w:rFonts w:asciiTheme="minorHAnsi" w:hAnsiTheme="minorHAnsi" w:cstheme="minorHAnsi"/>
          <w:b/>
          <w:bCs/>
          <w:color w:val="468BD7"/>
          <w:sz w:val="28"/>
          <w:szCs w:val="28"/>
        </w:rPr>
        <w:t>LEARN from God’s Word</w:t>
      </w:r>
    </w:p>
    <w:p w14:paraId="788242BE" w14:textId="77777777" w:rsidR="00BA534B" w:rsidRPr="000F1419" w:rsidRDefault="00BA534B" w:rsidP="00BA534B">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0F1419">
        <w:rPr>
          <w:rFonts w:asciiTheme="minorHAnsi" w:hAnsiTheme="minorHAnsi" w:cstheme="minorHAnsi"/>
          <w:b/>
          <w:bCs/>
          <w:color w:val="000000" w:themeColor="text1"/>
        </w:rPr>
        <w:t>Question</w:t>
      </w:r>
    </w:p>
    <w:p w14:paraId="0354C1D9" w14:textId="51F67F66" w:rsidR="00837EF4" w:rsidRPr="000F1419" w:rsidRDefault="00837EF4" w:rsidP="00BA534B">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0F1419">
        <w:rPr>
          <w:rFonts w:asciiTheme="minorHAnsi" w:hAnsiTheme="minorHAnsi" w:cstheme="minorHAnsi"/>
          <w:color w:val="000000" w:themeColor="text1"/>
        </w:rPr>
        <w:t xml:space="preserve">In </w:t>
      </w:r>
      <w:r w:rsidR="00BA534B" w:rsidRPr="000F1419">
        <w:rPr>
          <w:rFonts w:asciiTheme="minorHAnsi" w:hAnsiTheme="minorHAnsi" w:cstheme="minorHAnsi"/>
          <w:color w:val="000000" w:themeColor="text1"/>
          <w:u w:val="single"/>
        </w:rPr>
        <w:t>Exodus 19:</w:t>
      </w:r>
      <w:r w:rsidRPr="000F1419">
        <w:rPr>
          <w:rFonts w:asciiTheme="minorHAnsi" w:hAnsiTheme="minorHAnsi" w:cstheme="minorHAnsi"/>
          <w:color w:val="000000" w:themeColor="text1"/>
          <w:u w:val="single"/>
        </w:rPr>
        <w:t>5</w:t>
      </w:r>
      <w:r w:rsidRPr="000F1419">
        <w:rPr>
          <w:rFonts w:asciiTheme="minorHAnsi" w:hAnsiTheme="minorHAnsi" w:cstheme="minorHAnsi"/>
          <w:color w:val="000000" w:themeColor="text1"/>
        </w:rPr>
        <w:t>, what did God say He would call His people if they obeyed?</w:t>
      </w:r>
    </w:p>
    <w:p w14:paraId="659D4951" w14:textId="77777777" w:rsidR="00837EF4" w:rsidRPr="000F1419" w:rsidRDefault="00837EF4"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0F1419">
        <w:rPr>
          <w:rFonts w:asciiTheme="minorHAnsi" w:hAnsiTheme="minorHAnsi" w:cstheme="minorHAnsi"/>
          <w:b/>
          <w:bCs/>
          <w:color w:val="000000" w:themeColor="text1"/>
        </w:rPr>
        <w:t>Answer:</w:t>
      </w:r>
      <w:r w:rsidRPr="000F1419">
        <w:rPr>
          <w:rFonts w:asciiTheme="minorHAnsi" w:hAnsiTheme="minorHAnsi" w:cstheme="minorHAnsi"/>
          <w:color w:val="000000" w:themeColor="text1"/>
        </w:rPr>
        <w:t xml:space="preserve"> His own special treasure</w:t>
      </w:r>
    </w:p>
    <w:p w14:paraId="5E129E10" w14:textId="77777777" w:rsidR="00837EF4" w:rsidRPr="000F1419" w:rsidRDefault="00837EF4"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295188A1" w14:textId="77777777" w:rsidR="00B7792D" w:rsidRPr="000F1419" w:rsidRDefault="00B7792D"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E2D0E8E" w14:textId="77777777" w:rsidR="00BA534B" w:rsidRPr="000F1419" w:rsidRDefault="00BA534B" w:rsidP="00BA534B">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0F1419">
        <w:rPr>
          <w:rFonts w:asciiTheme="minorHAnsi" w:hAnsiTheme="minorHAnsi" w:cstheme="minorHAnsi"/>
          <w:b/>
          <w:bCs/>
          <w:color w:val="000000" w:themeColor="text1"/>
        </w:rPr>
        <w:t>Question</w:t>
      </w:r>
    </w:p>
    <w:p w14:paraId="0B46C367" w14:textId="77777777" w:rsidR="00837EF4" w:rsidRPr="000F1419" w:rsidRDefault="00837EF4" w:rsidP="00BA534B">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0F1419">
        <w:rPr>
          <w:rFonts w:asciiTheme="minorHAnsi" w:hAnsiTheme="minorHAnsi" w:cstheme="minorHAnsi"/>
          <w:color w:val="000000" w:themeColor="text1"/>
        </w:rPr>
        <w:t>What must we do to be God’s special treasure according to this verse?</w:t>
      </w:r>
    </w:p>
    <w:p w14:paraId="34C2F600" w14:textId="77777777" w:rsidR="00837EF4" w:rsidRPr="000F1419" w:rsidRDefault="00837EF4"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3B56C4">
        <w:rPr>
          <w:rFonts w:asciiTheme="minorHAnsi" w:hAnsiTheme="minorHAnsi" w:cstheme="minorHAnsi"/>
          <w:b/>
          <w:bCs/>
          <w:color w:val="000000" w:themeColor="text1"/>
        </w:rPr>
        <w:t>Answer:</w:t>
      </w:r>
      <w:r w:rsidRPr="000F1419">
        <w:rPr>
          <w:rFonts w:asciiTheme="minorHAnsi" w:hAnsiTheme="minorHAnsi" w:cstheme="minorHAnsi"/>
          <w:color w:val="000000" w:themeColor="text1"/>
        </w:rPr>
        <w:t xml:space="preserve"> We must obey God. </w:t>
      </w:r>
    </w:p>
    <w:p w14:paraId="36641E97" w14:textId="77777777" w:rsidR="00837EF4" w:rsidRPr="000F1419" w:rsidRDefault="00837EF4"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0F1419">
        <w:rPr>
          <w:rFonts w:asciiTheme="minorHAnsi" w:hAnsiTheme="minorHAnsi" w:cstheme="minorHAnsi"/>
          <w:color w:val="000000" w:themeColor="text1"/>
        </w:rPr>
        <w:t xml:space="preserve"> </w:t>
      </w:r>
    </w:p>
    <w:p w14:paraId="1E5A35E7" w14:textId="77777777" w:rsidR="007F2D19" w:rsidRPr="000F1419" w:rsidRDefault="007F2D19" w:rsidP="007F2D19">
      <w:pPr>
        <w:rPr>
          <w:rFonts w:asciiTheme="minorHAnsi" w:hAnsiTheme="minorHAnsi" w:cstheme="minorHAnsi"/>
          <w:b/>
          <w:bCs/>
          <w:color w:val="468BD7"/>
          <w:sz w:val="28"/>
          <w:szCs w:val="28"/>
        </w:rPr>
      </w:pPr>
      <w:r w:rsidRPr="000F1419">
        <w:rPr>
          <w:rFonts w:asciiTheme="minorHAnsi" w:hAnsiTheme="minorHAnsi" w:cstheme="minorHAnsi"/>
          <w:b/>
          <w:bCs/>
          <w:color w:val="468BD7"/>
          <w:sz w:val="28"/>
          <w:szCs w:val="28"/>
        </w:rPr>
        <w:t>LIVE God’s Word</w:t>
      </w:r>
    </w:p>
    <w:p w14:paraId="7006C3E9" w14:textId="2CC70AC6" w:rsidR="00BA534B" w:rsidRPr="000F1419" w:rsidRDefault="00BA534B" w:rsidP="00837EF4">
      <w:pPr>
        <w:rPr>
          <w:rFonts w:asciiTheme="minorHAnsi" w:hAnsiTheme="minorHAnsi" w:cstheme="minorHAnsi"/>
        </w:rPr>
      </w:pPr>
      <w:r w:rsidRPr="000F1419">
        <w:rPr>
          <w:rFonts w:asciiTheme="minorHAnsi" w:hAnsiTheme="minorHAnsi" w:cstheme="minorHAnsi"/>
        </w:rPr>
        <w:t>When we obey God, we can be His special treasure. The Bible shows us how God wants us to live for Him. He connects with us through His Word.</w:t>
      </w:r>
    </w:p>
    <w:p w14:paraId="1CD99C8E" w14:textId="77777777" w:rsidR="00BA534B" w:rsidRPr="000F1419" w:rsidRDefault="00BA534B" w:rsidP="00837EF4">
      <w:pPr>
        <w:rPr>
          <w:rFonts w:asciiTheme="minorHAnsi" w:hAnsiTheme="minorHAnsi" w:cstheme="minorHAnsi"/>
        </w:rPr>
      </w:pPr>
    </w:p>
    <w:p w14:paraId="16D1D9E7" w14:textId="77777777" w:rsidR="00BA534B" w:rsidRPr="000F1419" w:rsidRDefault="00BA534B" w:rsidP="00BA534B">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0F1419">
        <w:rPr>
          <w:rFonts w:asciiTheme="minorHAnsi" w:hAnsiTheme="minorHAnsi" w:cstheme="minorHAnsi"/>
          <w:b/>
          <w:bCs/>
          <w:color w:val="000000" w:themeColor="text1"/>
        </w:rPr>
        <w:t>Question</w:t>
      </w:r>
    </w:p>
    <w:p w14:paraId="3975BA88" w14:textId="70F82550" w:rsidR="00837EF4" w:rsidRPr="000F1419" w:rsidRDefault="00837EF4" w:rsidP="00BA534B">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0F1419">
        <w:rPr>
          <w:rFonts w:asciiTheme="minorHAnsi" w:hAnsiTheme="minorHAnsi" w:cstheme="minorHAnsi"/>
          <w:color w:val="000000" w:themeColor="text1"/>
        </w:rPr>
        <w:t xml:space="preserve">What is one way </w:t>
      </w:r>
      <w:r w:rsidR="00BA534B" w:rsidRPr="000F1419">
        <w:rPr>
          <w:rFonts w:asciiTheme="minorHAnsi" w:hAnsiTheme="minorHAnsi" w:cstheme="minorHAnsi"/>
          <w:color w:val="000000" w:themeColor="text1"/>
        </w:rPr>
        <w:t>God wants you to obey Him</w:t>
      </w:r>
      <w:r w:rsidRPr="000F1419">
        <w:rPr>
          <w:rFonts w:asciiTheme="minorHAnsi" w:hAnsiTheme="minorHAnsi" w:cstheme="minorHAnsi"/>
          <w:color w:val="000000" w:themeColor="text1"/>
        </w:rPr>
        <w:t xml:space="preserve"> that is hard for you?</w:t>
      </w:r>
    </w:p>
    <w:p w14:paraId="7481B677" w14:textId="77777777" w:rsidR="00837EF4" w:rsidRPr="000F1419" w:rsidRDefault="00837EF4"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0F1419">
        <w:rPr>
          <w:rFonts w:asciiTheme="minorHAnsi" w:hAnsiTheme="minorHAnsi" w:cstheme="minorHAnsi"/>
          <w:b/>
          <w:bCs/>
          <w:color w:val="000000" w:themeColor="text1"/>
        </w:rPr>
        <w:t>Answer:</w:t>
      </w:r>
      <w:r w:rsidRPr="000F1419">
        <w:rPr>
          <w:rFonts w:asciiTheme="minorHAnsi" w:hAnsiTheme="minorHAnsi" w:cstheme="minorHAnsi"/>
          <w:color w:val="000000" w:themeColor="text1"/>
        </w:rPr>
        <w:t xml:space="preserve"> Answers will vary.</w:t>
      </w:r>
    </w:p>
    <w:p w14:paraId="2F41E2E0" w14:textId="77777777" w:rsidR="00837EF4" w:rsidRPr="000F1419" w:rsidRDefault="00837EF4"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9268089" w14:textId="77777777" w:rsidR="00BA534B" w:rsidRPr="000F1419" w:rsidRDefault="00BA534B" w:rsidP="00BA534B">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0F1419">
        <w:rPr>
          <w:rFonts w:asciiTheme="minorHAnsi" w:hAnsiTheme="minorHAnsi" w:cstheme="minorHAnsi"/>
          <w:b/>
          <w:bCs/>
          <w:color w:val="000000" w:themeColor="text1"/>
        </w:rPr>
        <w:t>Question</w:t>
      </w:r>
    </w:p>
    <w:p w14:paraId="0DA977BB" w14:textId="4D455E89" w:rsidR="00837EF4" w:rsidRPr="000F1419" w:rsidRDefault="00837EF4" w:rsidP="00BA534B">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0F1419">
        <w:rPr>
          <w:rFonts w:asciiTheme="minorHAnsi" w:hAnsiTheme="minorHAnsi" w:cstheme="minorHAnsi"/>
          <w:color w:val="000000" w:themeColor="text1"/>
        </w:rPr>
        <w:t>How can you change that</w:t>
      </w:r>
      <w:r w:rsidR="00BA534B" w:rsidRPr="000F1419">
        <w:rPr>
          <w:rFonts w:asciiTheme="minorHAnsi" w:hAnsiTheme="minorHAnsi" w:cstheme="minorHAnsi"/>
          <w:color w:val="000000" w:themeColor="text1"/>
        </w:rPr>
        <w:t>, so you can obey Him in this way</w:t>
      </w:r>
      <w:r w:rsidRPr="000F1419">
        <w:rPr>
          <w:rFonts w:asciiTheme="minorHAnsi" w:hAnsiTheme="minorHAnsi" w:cstheme="minorHAnsi"/>
          <w:color w:val="000000" w:themeColor="text1"/>
        </w:rPr>
        <w:t>?</w:t>
      </w:r>
    </w:p>
    <w:p w14:paraId="3962F7EF" w14:textId="77777777" w:rsidR="00837EF4" w:rsidRPr="000F1419" w:rsidRDefault="00837EF4"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3B56C4">
        <w:rPr>
          <w:rFonts w:asciiTheme="minorHAnsi" w:hAnsiTheme="minorHAnsi" w:cstheme="minorHAnsi"/>
          <w:b/>
          <w:bCs/>
          <w:color w:val="000000" w:themeColor="text1"/>
        </w:rPr>
        <w:t>Answer:</w:t>
      </w:r>
      <w:r w:rsidRPr="000F1419">
        <w:rPr>
          <w:rFonts w:asciiTheme="minorHAnsi" w:hAnsiTheme="minorHAnsi" w:cstheme="minorHAnsi"/>
          <w:color w:val="000000" w:themeColor="text1"/>
        </w:rPr>
        <w:t xml:space="preserve"> Answers will vary.</w:t>
      </w:r>
    </w:p>
    <w:p w14:paraId="24CE4BBD" w14:textId="77777777" w:rsidR="00837EF4" w:rsidRPr="000F1419" w:rsidRDefault="00837EF4"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193C692E" w14:textId="7B353124" w:rsidR="00837EF4" w:rsidRPr="000F1419" w:rsidRDefault="00837EF4" w:rsidP="00837EF4">
      <w:pPr>
        <w:pStyle w:val="NormalWeb"/>
        <w:shd w:val="clear" w:color="auto" w:fill="FFFFFF"/>
        <w:tabs>
          <w:tab w:val="left" w:pos="478"/>
        </w:tabs>
        <w:spacing w:before="0" w:beforeAutospacing="0" w:after="0" w:afterAutospacing="0"/>
        <w:contextualSpacing/>
        <w:rPr>
          <w:rFonts w:asciiTheme="minorHAnsi" w:hAnsiTheme="minorHAnsi" w:cstheme="minorHAnsi"/>
          <w:b/>
          <w:bCs/>
          <w:color w:val="468BD7"/>
          <w:sz w:val="28"/>
          <w:szCs w:val="28"/>
        </w:rPr>
      </w:pPr>
      <w:r w:rsidRPr="000F1419">
        <w:rPr>
          <w:rFonts w:asciiTheme="minorHAnsi" w:hAnsiTheme="minorHAnsi" w:cstheme="minorHAnsi"/>
          <w:b/>
          <w:bCs/>
          <w:color w:val="468BD7"/>
          <w:sz w:val="28"/>
          <w:szCs w:val="28"/>
        </w:rPr>
        <w:t>PRAY</w:t>
      </w:r>
      <w:r w:rsidR="00BA534B" w:rsidRPr="000F1419">
        <w:rPr>
          <w:rFonts w:asciiTheme="minorHAnsi" w:hAnsiTheme="minorHAnsi" w:cstheme="minorHAnsi"/>
          <w:b/>
          <w:bCs/>
          <w:color w:val="468BD7"/>
          <w:sz w:val="28"/>
          <w:szCs w:val="28"/>
        </w:rPr>
        <w:t xml:space="preserve"> about </w:t>
      </w:r>
      <w:r w:rsidR="00D83E0E" w:rsidRPr="000F1419">
        <w:rPr>
          <w:rFonts w:asciiTheme="minorHAnsi" w:hAnsiTheme="minorHAnsi" w:cstheme="minorHAnsi"/>
          <w:b/>
          <w:bCs/>
          <w:color w:val="468BD7"/>
          <w:sz w:val="28"/>
          <w:szCs w:val="28"/>
        </w:rPr>
        <w:t>It</w:t>
      </w:r>
    </w:p>
    <w:p w14:paraId="3D9BC32E" w14:textId="77777777" w:rsidR="00837EF4" w:rsidRPr="000F1419" w:rsidRDefault="00837EF4"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0F1419">
        <w:rPr>
          <w:rFonts w:asciiTheme="minorHAnsi" w:hAnsiTheme="minorHAnsi" w:cstheme="minorHAnsi"/>
          <w:color w:val="000000" w:themeColor="text1"/>
        </w:rPr>
        <w:t>Dear God, thank You for wanting to connect with me. Help me to obey You, so I can be Your special treasure. I love You, God. Amen.</w:t>
      </w:r>
    </w:p>
    <w:p w14:paraId="27CED458" w14:textId="77777777" w:rsidR="007F2D19" w:rsidRPr="000868D3" w:rsidRDefault="007F2D19" w:rsidP="007F2D19">
      <w:pPr>
        <w:pStyle w:val="Body"/>
        <w:rPr>
          <w:rFonts w:asciiTheme="minorHAnsi" w:hAnsiTheme="minorHAnsi" w:cstheme="minorHAnsi"/>
          <w:b/>
          <w:bCs/>
          <w:color w:val="000000" w:themeColor="text1"/>
        </w:rPr>
      </w:pPr>
    </w:p>
    <w:p w14:paraId="3F738638" w14:textId="77777777" w:rsidR="004B26DF" w:rsidRPr="000F1419" w:rsidRDefault="004B26DF" w:rsidP="007F2D19">
      <w:pPr>
        <w:pStyle w:val="Body"/>
        <w:rPr>
          <w:rFonts w:asciiTheme="minorHAnsi" w:hAnsiTheme="minorHAnsi" w:cstheme="minorHAnsi"/>
          <w:b/>
          <w:bCs/>
          <w:color w:val="000000" w:themeColor="text1"/>
          <w:sz w:val="28"/>
          <w:szCs w:val="28"/>
        </w:rPr>
      </w:pPr>
    </w:p>
    <w:p w14:paraId="23C98E04" w14:textId="251F8915" w:rsidR="003C4DDA" w:rsidRPr="000F1419" w:rsidRDefault="003C4DDA" w:rsidP="003C4DDA">
      <w:pPr>
        <w:pStyle w:val="Body"/>
        <w:shd w:val="clear" w:color="auto" w:fill="468BD7"/>
        <w:jc w:val="center"/>
        <w:rPr>
          <w:rFonts w:asciiTheme="minorHAnsi" w:hAnsiTheme="minorHAnsi" w:cstheme="minorHAnsi"/>
          <w:b/>
          <w:bCs/>
          <w:color w:val="FFFFFF" w:themeColor="background1"/>
          <w:sz w:val="36"/>
          <w:szCs w:val="36"/>
        </w:rPr>
      </w:pPr>
      <w:r w:rsidRPr="000F1419">
        <w:rPr>
          <w:rFonts w:asciiTheme="minorHAnsi" w:hAnsiTheme="minorHAnsi" w:cstheme="minorHAnsi"/>
          <w:b/>
          <w:bCs/>
          <w:color w:val="FFFFFF" w:themeColor="background1"/>
          <w:sz w:val="36"/>
          <w:szCs w:val="36"/>
        </w:rPr>
        <w:t>Day 2—FAMILY DEVOTIONS</w:t>
      </w:r>
    </w:p>
    <w:p w14:paraId="0659F1C5" w14:textId="77777777" w:rsidR="003C4DDA" w:rsidRPr="000F1419" w:rsidRDefault="003C4DDA" w:rsidP="003C4DDA">
      <w:pPr>
        <w:pStyle w:val="Body"/>
        <w:rPr>
          <w:rFonts w:asciiTheme="minorHAnsi" w:hAnsiTheme="minorHAnsi" w:cstheme="minorHAnsi"/>
          <w:b/>
          <w:bCs/>
          <w:color w:val="000000" w:themeColor="text1"/>
          <w:sz w:val="28"/>
          <w:szCs w:val="28"/>
        </w:rPr>
      </w:pPr>
    </w:p>
    <w:tbl>
      <w:tblPr>
        <w:tblStyle w:val="TableGrid"/>
        <w:tblW w:w="9445" w:type="dxa"/>
        <w:tblLook w:val="04A0" w:firstRow="1" w:lastRow="0" w:firstColumn="1" w:lastColumn="0" w:noHBand="0" w:noVBand="1"/>
      </w:tblPr>
      <w:tblGrid>
        <w:gridCol w:w="9445"/>
      </w:tblGrid>
      <w:tr w:rsidR="003C4DDA" w:rsidRPr="000F1419" w14:paraId="6EF95617" w14:textId="77777777" w:rsidTr="00414BF7">
        <w:tc>
          <w:tcPr>
            <w:tcW w:w="9445" w:type="dxa"/>
            <w:tcBorders>
              <w:top w:val="single" w:sz="4" w:space="0" w:color="auto"/>
              <w:left w:val="single" w:sz="4" w:space="0" w:color="auto"/>
              <w:right w:val="single" w:sz="4" w:space="0" w:color="auto"/>
            </w:tcBorders>
            <w:shd w:val="clear" w:color="auto" w:fill="468BD7"/>
          </w:tcPr>
          <w:p w14:paraId="439CBC87" w14:textId="77777777" w:rsidR="003C4DDA" w:rsidRPr="000F1419" w:rsidRDefault="003C4DDA" w:rsidP="00057AC1">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0F1419">
              <w:rPr>
                <w:rFonts w:asciiTheme="minorHAnsi" w:hAnsiTheme="minorHAnsi" w:cstheme="minorHAnsi"/>
                <w:b/>
                <w:bCs/>
                <w:color w:val="FFFFFF" w:themeColor="background1"/>
              </w:rPr>
              <w:t>Faith Fact</w:t>
            </w:r>
          </w:p>
        </w:tc>
      </w:tr>
      <w:tr w:rsidR="003C4DDA" w:rsidRPr="000F1419" w14:paraId="3F2AE810" w14:textId="77777777" w:rsidTr="00414BF7">
        <w:tc>
          <w:tcPr>
            <w:tcW w:w="9445" w:type="dxa"/>
            <w:tcBorders>
              <w:right w:val="single" w:sz="4" w:space="0" w:color="auto"/>
            </w:tcBorders>
          </w:tcPr>
          <w:p w14:paraId="6E68A265" w14:textId="77777777" w:rsidR="003C4DDA" w:rsidRPr="000F1419" w:rsidRDefault="003C4DDA" w:rsidP="00057AC1">
            <w:pPr>
              <w:pStyle w:val="BodyA"/>
              <w:contextualSpacing/>
              <w:jc w:val="center"/>
              <w:rPr>
                <w:rFonts w:asciiTheme="minorHAnsi" w:hAnsiTheme="minorHAnsi" w:cstheme="minorHAnsi"/>
                <w:color w:val="auto"/>
              </w:rPr>
            </w:pPr>
            <w:r w:rsidRPr="000F1419">
              <w:rPr>
                <w:rFonts w:asciiTheme="minorHAnsi" w:hAnsiTheme="minorHAnsi" w:cstheme="minorHAnsi"/>
                <w:color w:val="auto"/>
              </w:rPr>
              <w:t>We believe that . . .The Bible is God’s Word and His plan for me.</w:t>
            </w:r>
          </w:p>
        </w:tc>
      </w:tr>
      <w:tr w:rsidR="003C4DDA" w:rsidRPr="000F1419" w14:paraId="12B10FF2" w14:textId="77777777" w:rsidTr="00414BF7">
        <w:tc>
          <w:tcPr>
            <w:tcW w:w="9445" w:type="dxa"/>
            <w:tcBorders>
              <w:left w:val="single" w:sz="4" w:space="0" w:color="auto"/>
              <w:right w:val="single" w:sz="4" w:space="0" w:color="auto"/>
            </w:tcBorders>
            <w:shd w:val="clear" w:color="auto" w:fill="468BD7"/>
          </w:tcPr>
          <w:p w14:paraId="6C1592E3" w14:textId="77777777" w:rsidR="003C4DDA" w:rsidRPr="000F1419" w:rsidRDefault="003C4DDA" w:rsidP="00057AC1">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i/>
                <w:iCs/>
                <w:color w:val="auto"/>
              </w:rPr>
            </w:pPr>
            <w:r w:rsidRPr="000F1419">
              <w:rPr>
                <w:rFonts w:asciiTheme="minorHAnsi" w:hAnsiTheme="minorHAnsi" w:cstheme="minorHAnsi"/>
                <w:b/>
                <w:bCs/>
                <w:color w:val="FFFFFF" w:themeColor="background1"/>
              </w:rPr>
              <w:t>Faith Verse</w:t>
            </w:r>
          </w:p>
        </w:tc>
      </w:tr>
      <w:tr w:rsidR="003C4DDA" w:rsidRPr="000F1419" w14:paraId="5A1A7063" w14:textId="77777777" w:rsidTr="00414BF7">
        <w:tc>
          <w:tcPr>
            <w:tcW w:w="9445" w:type="dxa"/>
            <w:tcBorders>
              <w:left w:val="single" w:sz="4" w:space="0" w:color="auto"/>
              <w:right w:val="single" w:sz="4" w:space="0" w:color="auto"/>
            </w:tcBorders>
            <w:shd w:val="clear" w:color="auto" w:fill="auto"/>
          </w:tcPr>
          <w:p w14:paraId="2DBD6599" w14:textId="77777777" w:rsidR="003C4DDA" w:rsidRPr="000F1419" w:rsidRDefault="003C4DDA" w:rsidP="00057AC1">
            <w:pPr>
              <w:pStyle w:val="Default"/>
              <w:contextualSpacing/>
              <w:jc w:val="center"/>
              <w:rPr>
                <w:rFonts w:asciiTheme="minorHAnsi" w:hAnsiTheme="minorHAnsi" w:cstheme="minorHAnsi"/>
                <w:color w:val="auto"/>
                <w:sz w:val="24"/>
                <w:szCs w:val="24"/>
                <w:shd w:val="clear" w:color="auto" w:fill="FFFFFF"/>
              </w:rPr>
            </w:pPr>
            <w:r w:rsidRPr="000F1419">
              <w:rPr>
                <w:rFonts w:asciiTheme="minorHAnsi" w:hAnsiTheme="minorHAnsi" w:cstheme="minorHAnsi"/>
                <w:color w:val="auto"/>
                <w:sz w:val="24"/>
                <w:szCs w:val="24"/>
                <w:shd w:val="clear" w:color="auto" w:fill="FFFFFF"/>
              </w:rPr>
              <w:t>P</w:t>
            </w:r>
            <w:r w:rsidRPr="000F1419">
              <w:rPr>
                <w:rFonts w:asciiTheme="minorHAnsi" w:hAnsiTheme="minorHAnsi" w:cstheme="minorHAnsi"/>
                <w:color w:val="auto"/>
                <w:sz w:val="24"/>
                <w:szCs w:val="24"/>
              </w:rPr>
              <w:t>salm 119:105 (NLT)</w:t>
            </w:r>
          </w:p>
          <w:p w14:paraId="55EF5847" w14:textId="77777777" w:rsidR="003C4DDA" w:rsidRPr="000F1419" w:rsidRDefault="003C4DDA" w:rsidP="00057AC1">
            <w:pPr>
              <w:pStyle w:val="Default"/>
              <w:contextualSpacing/>
              <w:jc w:val="center"/>
              <w:rPr>
                <w:rFonts w:asciiTheme="minorHAnsi" w:hAnsiTheme="minorHAnsi" w:cstheme="minorHAnsi"/>
                <w:color w:val="auto"/>
                <w:sz w:val="24"/>
                <w:szCs w:val="24"/>
                <w:shd w:val="clear" w:color="auto" w:fill="FFFFFF"/>
              </w:rPr>
            </w:pPr>
            <w:r w:rsidRPr="000F1419">
              <w:rPr>
                <w:rStyle w:val="text"/>
                <w:rFonts w:asciiTheme="minorHAnsi" w:hAnsiTheme="minorHAnsi" w:cstheme="minorHAnsi"/>
                <w:color w:val="auto"/>
                <w:sz w:val="24"/>
                <w:szCs w:val="24"/>
                <w:shd w:val="clear" w:color="auto" w:fill="FFFFFF"/>
              </w:rPr>
              <w:t>Your word is a lamp to guide my feet</w:t>
            </w:r>
            <w:r w:rsidRPr="000F1419">
              <w:rPr>
                <w:rFonts w:asciiTheme="minorHAnsi" w:hAnsiTheme="minorHAnsi" w:cstheme="minorHAnsi"/>
                <w:color w:val="auto"/>
                <w:sz w:val="24"/>
                <w:szCs w:val="24"/>
              </w:rPr>
              <w:t xml:space="preserve"> </w:t>
            </w:r>
            <w:r w:rsidRPr="000F1419">
              <w:rPr>
                <w:rStyle w:val="text"/>
                <w:rFonts w:asciiTheme="minorHAnsi" w:hAnsiTheme="minorHAnsi" w:cstheme="minorHAnsi"/>
                <w:color w:val="auto"/>
                <w:sz w:val="24"/>
                <w:szCs w:val="24"/>
                <w:shd w:val="clear" w:color="auto" w:fill="FFFFFF"/>
              </w:rPr>
              <w:t>and a light for my path.</w:t>
            </w:r>
          </w:p>
        </w:tc>
      </w:tr>
      <w:tr w:rsidR="003C4DDA" w:rsidRPr="000F1419" w14:paraId="64108EB9" w14:textId="77777777" w:rsidTr="00414BF7">
        <w:tc>
          <w:tcPr>
            <w:tcW w:w="9445" w:type="dxa"/>
            <w:tcBorders>
              <w:left w:val="single" w:sz="4" w:space="0" w:color="auto"/>
              <w:right w:val="single" w:sz="4" w:space="0" w:color="auto"/>
            </w:tcBorders>
            <w:shd w:val="clear" w:color="auto" w:fill="468BD7"/>
          </w:tcPr>
          <w:p w14:paraId="43566294" w14:textId="77777777" w:rsidR="003C4DDA" w:rsidRPr="000F1419" w:rsidRDefault="003C4DDA" w:rsidP="00057AC1">
            <w:pPr>
              <w:pStyle w:val="Default"/>
              <w:contextualSpacing/>
              <w:jc w:val="center"/>
              <w:rPr>
                <w:rFonts w:asciiTheme="minorHAnsi" w:hAnsiTheme="minorHAnsi" w:cstheme="minorHAnsi"/>
                <w:color w:val="auto"/>
                <w:sz w:val="24"/>
                <w:szCs w:val="24"/>
                <w:shd w:val="clear" w:color="auto" w:fill="FFFFFF"/>
              </w:rPr>
            </w:pPr>
            <w:r w:rsidRPr="000F1419">
              <w:rPr>
                <w:rFonts w:asciiTheme="minorHAnsi" w:hAnsiTheme="minorHAnsi" w:cstheme="minorHAnsi"/>
                <w:b/>
                <w:bCs/>
                <w:color w:val="FFFFFF" w:themeColor="background1"/>
                <w:sz w:val="24"/>
                <w:szCs w:val="24"/>
              </w:rPr>
              <w:t xml:space="preserve">Foundation for Faith </w:t>
            </w:r>
          </w:p>
        </w:tc>
      </w:tr>
      <w:tr w:rsidR="003C4DDA" w:rsidRPr="000F1419" w14:paraId="3A87A220" w14:textId="77777777" w:rsidTr="00414BF7">
        <w:tc>
          <w:tcPr>
            <w:tcW w:w="9445" w:type="dxa"/>
            <w:tcBorders>
              <w:left w:val="single" w:sz="4" w:space="0" w:color="auto"/>
              <w:right w:val="single" w:sz="4" w:space="0" w:color="auto"/>
            </w:tcBorders>
            <w:shd w:val="clear" w:color="auto" w:fill="auto"/>
          </w:tcPr>
          <w:p w14:paraId="6A402991" w14:textId="0E48861C" w:rsidR="003C4DDA" w:rsidRPr="000F1419" w:rsidRDefault="003C4DDA" w:rsidP="00057AC1">
            <w:pPr>
              <w:pStyle w:val="Default"/>
              <w:contextualSpacing/>
              <w:jc w:val="center"/>
              <w:rPr>
                <w:rFonts w:asciiTheme="minorHAnsi" w:hAnsiTheme="minorHAnsi" w:cstheme="minorHAnsi"/>
                <w:b/>
                <w:bCs/>
                <w:color w:val="FFFFFF" w:themeColor="background1"/>
                <w:sz w:val="24"/>
                <w:szCs w:val="24"/>
              </w:rPr>
            </w:pPr>
            <w:r w:rsidRPr="000F1419">
              <w:rPr>
                <w:rFonts w:asciiTheme="minorHAnsi" w:eastAsia="Cambria" w:hAnsiTheme="minorHAnsi" w:cstheme="minorHAnsi"/>
                <w:b/>
                <w:bCs/>
                <w:sz w:val="24"/>
                <w:szCs w:val="24"/>
              </w:rPr>
              <w:t>Foundation 1—</w:t>
            </w:r>
            <w:r w:rsidRPr="000F1419">
              <w:rPr>
                <w:rFonts w:asciiTheme="minorHAnsi" w:eastAsia="Cambria" w:hAnsiTheme="minorHAnsi" w:cstheme="minorHAnsi"/>
                <w:sz w:val="24"/>
                <w:szCs w:val="24"/>
              </w:rPr>
              <w:t>The Bible is God’s Word and His plan for me. God gave people the words to write so we can know Him. The Bible is completely true and is the final authority on what we should believe and how we should live.</w:t>
            </w:r>
          </w:p>
        </w:tc>
      </w:tr>
    </w:tbl>
    <w:p w14:paraId="5A26BD38" w14:textId="77777777" w:rsidR="00BA534B" w:rsidRPr="000F1419" w:rsidRDefault="00BA534B" w:rsidP="00837EF4">
      <w:pPr>
        <w:rPr>
          <w:rFonts w:asciiTheme="minorHAnsi" w:hAnsiTheme="minorHAnsi" w:cstheme="minorHAnsi"/>
          <w:b/>
          <w:bCs/>
          <w:color w:val="000000" w:themeColor="text1"/>
        </w:rPr>
      </w:pPr>
    </w:p>
    <w:p w14:paraId="6C6E7DC2" w14:textId="150302BE" w:rsidR="00837EF4" w:rsidRPr="000F1419" w:rsidRDefault="00BA534B" w:rsidP="00837EF4">
      <w:pPr>
        <w:rPr>
          <w:rFonts w:asciiTheme="minorHAnsi" w:hAnsiTheme="minorHAnsi" w:cstheme="minorHAnsi"/>
          <w:b/>
          <w:bCs/>
          <w:color w:val="000000" w:themeColor="text1"/>
          <w:sz w:val="28"/>
          <w:szCs w:val="28"/>
        </w:rPr>
      </w:pPr>
      <w:r w:rsidRPr="000F1419">
        <w:rPr>
          <w:rFonts w:asciiTheme="minorHAnsi" w:hAnsiTheme="minorHAnsi" w:cstheme="minorHAnsi"/>
          <w:b/>
          <w:bCs/>
          <w:color w:val="000000" w:themeColor="text1"/>
          <w:sz w:val="28"/>
          <w:szCs w:val="28"/>
        </w:rPr>
        <w:t xml:space="preserve">Question of the Day: How does </w:t>
      </w:r>
      <w:r w:rsidR="00837EF4" w:rsidRPr="000F1419">
        <w:rPr>
          <w:rFonts w:asciiTheme="minorHAnsi" w:hAnsiTheme="minorHAnsi" w:cstheme="minorHAnsi"/>
          <w:b/>
          <w:bCs/>
          <w:color w:val="000000" w:themeColor="text1"/>
          <w:sz w:val="28"/>
          <w:szCs w:val="28"/>
        </w:rPr>
        <w:t>God</w:t>
      </w:r>
      <w:r w:rsidRPr="000F1419">
        <w:rPr>
          <w:rFonts w:asciiTheme="minorHAnsi" w:hAnsiTheme="minorHAnsi" w:cstheme="minorHAnsi"/>
          <w:b/>
          <w:bCs/>
          <w:color w:val="000000" w:themeColor="text1"/>
          <w:sz w:val="28"/>
          <w:szCs w:val="28"/>
        </w:rPr>
        <w:t xml:space="preserve"> share </w:t>
      </w:r>
      <w:r w:rsidR="00837EF4" w:rsidRPr="000F1419">
        <w:rPr>
          <w:rFonts w:asciiTheme="minorHAnsi" w:hAnsiTheme="minorHAnsi" w:cstheme="minorHAnsi"/>
          <w:b/>
          <w:bCs/>
          <w:color w:val="000000" w:themeColor="text1"/>
          <w:sz w:val="28"/>
          <w:szCs w:val="28"/>
        </w:rPr>
        <w:t>His plan for u</w:t>
      </w:r>
      <w:r w:rsidRPr="000F1419">
        <w:rPr>
          <w:rFonts w:asciiTheme="minorHAnsi" w:hAnsiTheme="minorHAnsi" w:cstheme="minorHAnsi"/>
          <w:b/>
          <w:bCs/>
          <w:color w:val="000000" w:themeColor="text1"/>
          <w:sz w:val="28"/>
          <w:szCs w:val="28"/>
        </w:rPr>
        <w:t>s?</w:t>
      </w:r>
    </w:p>
    <w:p w14:paraId="65DB6067" w14:textId="77777777" w:rsidR="00837EF4" w:rsidRPr="000F1419" w:rsidRDefault="00837EF4" w:rsidP="00837EF4">
      <w:pPr>
        <w:rPr>
          <w:rFonts w:asciiTheme="minorHAnsi" w:hAnsiTheme="minorHAnsi" w:cstheme="minorHAnsi"/>
          <w:b/>
          <w:bCs/>
          <w:color w:val="000000" w:themeColor="text1"/>
        </w:rPr>
      </w:pPr>
    </w:p>
    <w:p w14:paraId="628D4546" w14:textId="77777777" w:rsidR="007F2D19" w:rsidRPr="000F1419" w:rsidRDefault="007F2D19" w:rsidP="007F2D19">
      <w:pPr>
        <w:rPr>
          <w:rFonts w:asciiTheme="minorHAnsi" w:hAnsiTheme="minorHAnsi" w:cstheme="minorHAnsi"/>
          <w:b/>
          <w:bCs/>
          <w:color w:val="468BD7"/>
          <w:sz w:val="28"/>
          <w:szCs w:val="28"/>
        </w:rPr>
      </w:pPr>
      <w:r w:rsidRPr="000F1419">
        <w:rPr>
          <w:rFonts w:asciiTheme="minorHAnsi" w:hAnsiTheme="minorHAnsi" w:cstheme="minorHAnsi"/>
          <w:b/>
          <w:bCs/>
          <w:color w:val="468BD7"/>
          <w:sz w:val="28"/>
          <w:szCs w:val="28"/>
        </w:rPr>
        <w:t xml:space="preserve">LISTEN to God through His Word </w:t>
      </w:r>
    </w:p>
    <w:p w14:paraId="3A2E6E29" w14:textId="77777777" w:rsidR="00837EF4" w:rsidRPr="000F1419" w:rsidRDefault="00837EF4"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0F1419">
        <w:rPr>
          <w:rFonts w:asciiTheme="minorHAnsi" w:hAnsiTheme="minorHAnsi" w:cstheme="minorHAnsi"/>
          <w:color w:val="000000" w:themeColor="text1"/>
        </w:rPr>
        <w:t xml:space="preserve">Pray and ask God to speak to you before you read today’s Scripture. </w:t>
      </w:r>
    </w:p>
    <w:p w14:paraId="2244F616" w14:textId="77777777" w:rsidR="00837EF4" w:rsidRPr="000F1419" w:rsidRDefault="00837EF4"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AA15FA4" w14:textId="4217022F" w:rsidR="00837EF4" w:rsidRPr="000F1419" w:rsidRDefault="00837EF4" w:rsidP="00ED22A8">
      <w:pPr>
        <w:pStyle w:val="NormalWeb"/>
        <w:tabs>
          <w:tab w:val="left" w:pos="478"/>
        </w:tabs>
        <w:spacing w:before="0" w:beforeAutospacing="0" w:after="0" w:afterAutospacing="0"/>
        <w:contextualSpacing/>
        <w:rPr>
          <w:rFonts w:asciiTheme="minorHAnsi" w:hAnsiTheme="minorHAnsi" w:cstheme="minorHAnsi"/>
          <w:color w:val="000000" w:themeColor="text1"/>
          <w:u w:val="single"/>
        </w:rPr>
      </w:pPr>
      <w:r w:rsidRPr="000F1419">
        <w:rPr>
          <w:rFonts w:asciiTheme="minorHAnsi" w:hAnsiTheme="minorHAnsi" w:cstheme="minorHAnsi"/>
          <w:color w:val="000000" w:themeColor="text1"/>
        </w:rPr>
        <w:t xml:space="preserve">Read </w:t>
      </w:r>
      <w:r w:rsidRPr="000F1419">
        <w:rPr>
          <w:rFonts w:asciiTheme="minorHAnsi" w:hAnsiTheme="minorHAnsi" w:cstheme="minorHAnsi"/>
          <w:color w:val="000000" w:themeColor="text1"/>
          <w:u w:val="single"/>
        </w:rPr>
        <w:t>Exodus 20:1</w:t>
      </w:r>
      <w:r w:rsidR="000B0E2C" w:rsidRPr="000F1419">
        <w:rPr>
          <w:rFonts w:asciiTheme="minorHAnsi" w:hAnsiTheme="minorHAnsi" w:cstheme="minorHAnsi"/>
          <w:color w:val="000000" w:themeColor="text1"/>
          <w:u w:val="single"/>
        </w:rPr>
        <w:t>–</w:t>
      </w:r>
      <w:r w:rsidRPr="000F1419">
        <w:rPr>
          <w:rFonts w:asciiTheme="minorHAnsi" w:hAnsiTheme="minorHAnsi" w:cstheme="minorHAnsi"/>
          <w:color w:val="000000" w:themeColor="text1"/>
          <w:u w:val="single"/>
        </w:rPr>
        <w:t>4</w:t>
      </w:r>
      <w:r w:rsidRPr="000F1419">
        <w:rPr>
          <w:rFonts w:asciiTheme="minorHAnsi" w:hAnsiTheme="minorHAnsi" w:cstheme="minorHAnsi"/>
          <w:color w:val="000000" w:themeColor="text1"/>
        </w:rPr>
        <w:t>.</w:t>
      </w:r>
    </w:p>
    <w:p w14:paraId="2BDEF284" w14:textId="77777777" w:rsidR="00837EF4" w:rsidRPr="000F1419" w:rsidRDefault="00837EF4"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569AC8CD" w14:textId="7F92706F" w:rsidR="00BA534B" w:rsidRPr="000F1419" w:rsidRDefault="00BA534B"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0F1419">
        <w:rPr>
          <w:rFonts w:asciiTheme="minorHAnsi" w:hAnsiTheme="minorHAnsi" w:cstheme="minorHAnsi"/>
          <w:color w:val="000000" w:themeColor="text1"/>
        </w:rPr>
        <w:lastRenderedPageBreak/>
        <w:t xml:space="preserve">In the Bible, God tells us how to live for Him. In these verses, He is telling us how important He wants to be in our life. </w:t>
      </w:r>
    </w:p>
    <w:p w14:paraId="396E2800" w14:textId="77777777" w:rsidR="00BA534B" w:rsidRPr="000F1419" w:rsidRDefault="00BA534B"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0FFA1F04" w14:textId="77777777" w:rsidR="00BA534B" w:rsidRPr="000F1419" w:rsidRDefault="00BA534B" w:rsidP="00BA534B">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0F1419">
        <w:rPr>
          <w:rFonts w:asciiTheme="minorHAnsi" w:hAnsiTheme="minorHAnsi" w:cstheme="minorHAnsi"/>
          <w:b/>
          <w:bCs/>
          <w:color w:val="000000" w:themeColor="text1"/>
        </w:rPr>
        <w:t>Question</w:t>
      </w:r>
    </w:p>
    <w:p w14:paraId="230A86ED" w14:textId="07D84C77" w:rsidR="00837EF4" w:rsidRPr="000F1419" w:rsidRDefault="00837EF4" w:rsidP="00BA534B">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0F1419">
        <w:rPr>
          <w:rFonts w:asciiTheme="minorHAnsi" w:hAnsiTheme="minorHAnsi" w:cstheme="minorHAnsi"/>
          <w:color w:val="000000" w:themeColor="text1"/>
        </w:rPr>
        <w:t>What did God say not to do in these verses?</w:t>
      </w:r>
    </w:p>
    <w:p w14:paraId="65E6E4D2" w14:textId="77777777" w:rsidR="00837EF4" w:rsidRPr="000F1419" w:rsidRDefault="00837EF4"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0F1419">
        <w:rPr>
          <w:rFonts w:asciiTheme="minorHAnsi" w:hAnsiTheme="minorHAnsi" w:cstheme="minorHAnsi"/>
          <w:b/>
          <w:bCs/>
          <w:color w:val="000000" w:themeColor="text1"/>
        </w:rPr>
        <w:t>Answer:</w:t>
      </w:r>
      <w:r w:rsidRPr="000F1419">
        <w:rPr>
          <w:rFonts w:asciiTheme="minorHAnsi" w:hAnsiTheme="minorHAnsi" w:cstheme="minorHAnsi"/>
          <w:color w:val="000000" w:themeColor="text1"/>
        </w:rPr>
        <w:t xml:space="preserve"> God said not to worship anything other than Him and not to make any idols.</w:t>
      </w:r>
    </w:p>
    <w:p w14:paraId="65E54B5E" w14:textId="77777777" w:rsidR="00837EF4" w:rsidRPr="000F1419" w:rsidRDefault="00837EF4"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735C066B" w14:textId="77777777" w:rsidR="007F2D19" w:rsidRPr="000F1419" w:rsidRDefault="007F2D19" w:rsidP="007F2D19">
      <w:pPr>
        <w:rPr>
          <w:rFonts w:asciiTheme="minorHAnsi" w:hAnsiTheme="minorHAnsi" w:cstheme="minorHAnsi"/>
          <w:b/>
          <w:bCs/>
          <w:color w:val="468BD7"/>
          <w:sz w:val="28"/>
          <w:szCs w:val="28"/>
        </w:rPr>
      </w:pPr>
      <w:r w:rsidRPr="000F1419">
        <w:rPr>
          <w:rFonts w:asciiTheme="minorHAnsi" w:hAnsiTheme="minorHAnsi" w:cstheme="minorHAnsi"/>
          <w:b/>
          <w:bCs/>
          <w:color w:val="468BD7"/>
          <w:sz w:val="28"/>
          <w:szCs w:val="28"/>
        </w:rPr>
        <w:t>LEARN from God’s Word</w:t>
      </w:r>
    </w:p>
    <w:p w14:paraId="0D46A0C9" w14:textId="77777777" w:rsidR="00BA534B" w:rsidRPr="000F1419" w:rsidRDefault="00BA534B" w:rsidP="00BA534B">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0F1419">
        <w:rPr>
          <w:rFonts w:asciiTheme="minorHAnsi" w:hAnsiTheme="minorHAnsi" w:cstheme="minorHAnsi"/>
          <w:b/>
          <w:bCs/>
          <w:color w:val="000000" w:themeColor="text1"/>
        </w:rPr>
        <w:t>Question</w:t>
      </w:r>
    </w:p>
    <w:p w14:paraId="32386D72" w14:textId="77FBADC7" w:rsidR="00837EF4" w:rsidRPr="000F1419" w:rsidRDefault="00837EF4" w:rsidP="00BA534B">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0F1419">
        <w:rPr>
          <w:rFonts w:asciiTheme="minorHAnsi" w:hAnsiTheme="minorHAnsi" w:cstheme="minorHAnsi"/>
          <w:color w:val="000000" w:themeColor="text1"/>
        </w:rPr>
        <w:t>What do these verses say God gave the people?</w:t>
      </w:r>
    </w:p>
    <w:p w14:paraId="39CB7705" w14:textId="77777777" w:rsidR="00837EF4" w:rsidRPr="000F1419" w:rsidRDefault="00837EF4"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0F1419">
        <w:rPr>
          <w:rFonts w:asciiTheme="minorHAnsi" w:hAnsiTheme="minorHAnsi" w:cstheme="minorHAnsi"/>
          <w:b/>
          <w:bCs/>
          <w:color w:val="000000" w:themeColor="text1"/>
        </w:rPr>
        <w:t>Answer:</w:t>
      </w:r>
      <w:r w:rsidRPr="000F1419">
        <w:rPr>
          <w:rFonts w:asciiTheme="minorHAnsi" w:hAnsiTheme="minorHAnsi" w:cstheme="minorHAnsi"/>
          <w:color w:val="000000" w:themeColor="text1"/>
        </w:rPr>
        <w:t xml:space="preserve"> Instructions</w:t>
      </w:r>
    </w:p>
    <w:p w14:paraId="4DA1D508" w14:textId="77777777" w:rsidR="00837EF4" w:rsidRPr="000F1419" w:rsidRDefault="00837EF4"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5CAF8D1D" w14:textId="77777777" w:rsidR="007F2D19" w:rsidRPr="000F1419" w:rsidRDefault="007F2D19" w:rsidP="007F2D19">
      <w:pPr>
        <w:rPr>
          <w:rFonts w:asciiTheme="minorHAnsi" w:hAnsiTheme="minorHAnsi" w:cstheme="minorHAnsi"/>
          <w:b/>
          <w:bCs/>
          <w:color w:val="468BD7"/>
          <w:sz w:val="28"/>
          <w:szCs w:val="28"/>
        </w:rPr>
      </w:pPr>
      <w:r w:rsidRPr="000F1419">
        <w:rPr>
          <w:rFonts w:asciiTheme="minorHAnsi" w:hAnsiTheme="minorHAnsi" w:cstheme="minorHAnsi"/>
          <w:b/>
          <w:bCs/>
          <w:color w:val="468BD7"/>
          <w:sz w:val="28"/>
          <w:szCs w:val="28"/>
        </w:rPr>
        <w:t>LIVE God’s Word</w:t>
      </w:r>
    </w:p>
    <w:p w14:paraId="254A0829" w14:textId="77777777" w:rsidR="00BA534B" w:rsidRPr="000F1419" w:rsidRDefault="00BA534B" w:rsidP="00BA534B">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0F1419">
        <w:rPr>
          <w:rFonts w:asciiTheme="minorHAnsi" w:hAnsiTheme="minorHAnsi" w:cstheme="minorHAnsi"/>
          <w:b/>
          <w:bCs/>
          <w:color w:val="000000" w:themeColor="text1"/>
        </w:rPr>
        <w:t>Question</w:t>
      </w:r>
    </w:p>
    <w:p w14:paraId="5C9C9E3B" w14:textId="51A7969E" w:rsidR="00837EF4" w:rsidRPr="000F1419" w:rsidRDefault="00837EF4" w:rsidP="00BA534B">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0F1419">
        <w:rPr>
          <w:rFonts w:asciiTheme="minorHAnsi" w:hAnsiTheme="minorHAnsi" w:cstheme="minorHAnsi"/>
          <w:color w:val="000000" w:themeColor="text1"/>
        </w:rPr>
        <w:t>Why do you think God gave His people instructions about how to worship and live?</w:t>
      </w:r>
    </w:p>
    <w:p w14:paraId="7F6F33E4" w14:textId="77777777" w:rsidR="00837EF4" w:rsidRPr="000F1419" w:rsidRDefault="00837EF4"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0F1419">
        <w:rPr>
          <w:rFonts w:asciiTheme="minorHAnsi" w:hAnsiTheme="minorHAnsi" w:cstheme="minorHAnsi"/>
          <w:b/>
          <w:bCs/>
          <w:color w:val="000000" w:themeColor="text1"/>
        </w:rPr>
        <w:t xml:space="preserve">Answer: </w:t>
      </w:r>
      <w:r w:rsidRPr="000F1419">
        <w:rPr>
          <w:rFonts w:asciiTheme="minorHAnsi" w:hAnsiTheme="minorHAnsi" w:cstheme="minorHAnsi"/>
          <w:color w:val="000000" w:themeColor="text1"/>
        </w:rPr>
        <w:t xml:space="preserve">Answers will vary. </w:t>
      </w:r>
    </w:p>
    <w:p w14:paraId="6826B8B2" w14:textId="77777777" w:rsidR="00837EF4" w:rsidRPr="000F1419" w:rsidRDefault="00837EF4"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30888312" w14:textId="6B24970E" w:rsidR="00837EF4" w:rsidRPr="000F1419" w:rsidRDefault="00837EF4"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FF0000"/>
        </w:rPr>
      </w:pPr>
      <w:r w:rsidRPr="000F1419">
        <w:rPr>
          <w:rFonts w:asciiTheme="minorHAnsi" w:hAnsiTheme="minorHAnsi" w:cstheme="minorHAnsi"/>
          <w:color w:val="000000" w:themeColor="text1"/>
        </w:rPr>
        <w:t xml:space="preserve">One reason God gave the instructions </w:t>
      </w:r>
      <w:r w:rsidR="00BA534B" w:rsidRPr="000F1419">
        <w:rPr>
          <w:rFonts w:asciiTheme="minorHAnsi" w:hAnsiTheme="minorHAnsi" w:cstheme="minorHAnsi"/>
          <w:color w:val="000000" w:themeColor="text1"/>
        </w:rPr>
        <w:t xml:space="preserve">in these verses </w:t>
      </w:r>
      <w:r w:rsidRPr="000F1419">
        <w:rPr>
          <w:rFonts w:asciiTheme="minorHAnsi" w:hAnsiTheme="minorHAnsi" w:cstheme="minorHAnsi"/>
          <w:color w:val="000000" w:themeColor="text1"/>
        </w:rPr>
        <w:t>is to make sure His people d</w:t>
      </w:r>
      <w:r w:rsidR="00BA534B" w:rsidRPr="000F1419">
        <w:rPr>
          <w:rFonts w:asciiTheme="minorHAnsi" w:hAnsiTheme="minorHAnsi" w:cstheme="minorHAnsi"/>
          <w:color w:val="000000" w:themeColor="text1"/>
        </w:rPr>
        <w:t>id</w:t>
      </w:r>
      <w:r w:rsidRPr="000F1419">
        <w:rPr>
          <w:rFonts w:asciiTheme="minorHAnsi" w:hAnsiTheme="minorHAnsi" w:cstheme="minorHAnsi"/>
          <w:color w:val="000000" w:themeColor="text1"/>
        </w:rPr>
        <w:t xml:space="preserve"> not worship different gods like other people </w:t>
      </w:r>
      <w:r w:rsidR="00BA534B" w:rsidRPr="000F1419">
        <w:rPr>
          <w:rFonts w:asciiTheme="minorHAnsi" w:hAnsiTheme="minorHAnsi" w:cstheme="minorHAnsi"/>
          <w:color w:val="000000" w:themeColor="text1"/>
        </w:rPr>
        <w:t>chose to do</w:t>
      </w:r>
      <w:r w:rsidRPr="000F1419">
        <w:rPr>
          <w:rFonts w:asciiTheme="minorHAnsi" w:hAnsiTheme="minorHAnsi" w:cstheme="minorHAnsi"/>
          <w:color w:val="000000" w:themeColor="text1"/>
        </w:rPr>
        <w:t xml:space="preserve">. We should always make sure to follow what </w:t>
      </w:r>
      <w:r w:rsidR="00BA534B" w:rsidRPr="000F1419">
        <w:rPr>
          <w:rFonts w:asciiTheme="minorHAnsi" w:hAnsiTheme="minorHAnsi" w:cstheme="minorHAnsi"/>
          <w:color w:val="000000" w:themeColor="text1"/>
        </w:rPr>
        <w:t>God</w:t>
      </w:r>
      <w:r w:rsidRPr="000F1419">
        <w:rPr>
          <w:rFonts w:asciiTheme="minorHAnsi" w:hAnsiTheme="minorHAnsi" w:cstheme="minorHAnsi"/>
          <w:color w:val="000000" w:themeColor="text1"/>
        </w:rPr>
        <w:t xml:space="preserve"> tells us to do</w:t>
      </w:r>
      <w:r w:rsidR="00BA534B" w:rsidRPr="000F1419">
        <w:rPr>
          <w:rFonts w:asciiTheme="minorHAnsi" w:hAnsiTheme="minorHAnsi" w:cstheme="minorHAnsi"/>
          <w:color w:val="000000" w:themeColor="text1"/>
        </w:rPr>
        <w:t xml:space="preserve"> in the Bible</w:t>
      </w:r>
      <w:r w:rsidRPr="000F1419">
        <w:rPr>
          <w:rFonts w:asciiTheme="minorHAnsi" w:hAnsiTheme="minorHAnsi" w:cstheme="minorHAnsi"/>
          <w:color w:val="000000" w:themeColor="text1"/>
        </w:rPr>
        <w:t xml:space="preserve">. </w:t>
      </w:r>
      <w:r w:rsidR="00BA534B" w:rsidRPr="000F1419">
        <w:rPr>
          <w:rFonts w:asciiTheme="minorHAnsi" w:hAnsiTheme="minorHAnsi" w:cstheme="minorHAnsi"/>
          <w:color w:val="000000" w:themeColor="text1"/>
        </w:rPr>
        <w:t>God shares His plan for you and me in His Word.</w:t>
      </w:r>
    </w:p>
    <w:p w14:paraId="00190D6E" w14:textId="77777777" w:rsidR="00837EF4" w:rsidRPr="000F1419" w:rsidRDefault="00837EF4"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0D77DB0E" w14:textId="77777777" w:rsidR="00BA534B" w:rsidRPr="000F1419" w:rsidRDefault="00BA534B" w:rsidP="00BA534B">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0F1419">
        <w:rPr>
          <w:rFonts w:asciiTheme="minorHAnsi" w:hAnsiTheme="minorHAnsi" w:cstheme="minorHAnsi"/>
          <w:b/>
          <w:bCs/>
          <w:color w:val="000000" w:themeColor="text1"/>
        </w:rPr>
        <w:t>Question</w:t>
      </w:r>
    </w:p>
    <w:p w14:paraId="5C24D7CD" w14:textId="759FC5E5" w:rsidR="00837EF4" w:rsidRPr="000F1419" w:rsidRDefault="00837EF4" w:rsidP="00BA534B">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0F1419">
        <w:rPr>
          <w:rFonts w:asciiTheme="minorHAnsi" w:hAnsiTheme="minorHAnsi" w:cstheme="minorHAnsi"/>
          <w:color w:val="000000" w:themeColor="text1"/>
        </w:rPr>
        <w:t>How can you show God that He is first in your life?</w:t>
      </w:r>
    </w:p>
    <w:p w14:paraId="0C77BF13" w14:textId="77777777" w:rsidR="00837EF4" w:rsidRPr="000F1419" w:rsidRDefault="00837EF4"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0F1419">
        <w:rPr>
          <w:rFonts w:asciiTheme="minorHAnsi" w:hAnsiTheme="minorHAnsi" w:cstheme="minorHAnsi"/>
          <w:b/>
          <w:bCs/>
          <w:color w:val="000000" w:themeColor="text1"/>
        </w:rPr>
        <w:t xml:space="preserve">Answer: </w:t>
      </w:r>
      <w:r w:rsidRPr="000F1419">
        <w:rPr>
          <w:rFonts w:asciiTheme="minorHAnsi" w:hAnsiTheme="minorHAnsi" w:cstheme="minorHAnsi"/>
          <w:color w:val="000000" w:themeColor="text1"/>
        </w:rPr>
        <w:t>Answers will vary.</w:t>
      </w:r>
    </w:p>
    <w:p w14:paraId="68E9F6B8" w14:textId="77777777" w:rsidR="00837EF4" w:rsidRPr="000F1419" w:rsidRDefault="00837EF4"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212B9E0B" w14:textId="51597CB2" w:rsidR="007F2D19" w:rsidRPr="000F1419" w:rsidRDefault="007F2D19" w:rsidP="007F2D19">
      <w:pPr>
        <w:pStyle w:val="NormalWeb"/>
        <w:shd w:val="clear" w:color="auto" w:fill="FFFFFF"/>
        <w:tabs>
          <w:tab w:val="left" w:pos="478"/>
        </w:tabs>
        <w:spacing w:before="0" w:beforeAutospacing="0" w:after="0" w:afterAutospacing="0"/>
        <w:contextualSpacing/>
        <w:rPr>
          <w:rFonts w:asciiTheme="minorHAnsi" w:hAnsiTheme="minorHAnsi" w:cstheme="minorHAnsi"/>
          <w:b/>
          <w:bCs/>
          <w:color w:val="468BD7"/>
          <w:sz w:val="28"/>
          <w:szCs w:val="28"/>
        </w:rPr>
      </w:pPr>
      <w:r w:rsidRPr="000F1419">
        <w:rPr>
          <w:rFonts w:asciiTheme="minorHAnsi" w:hAnsiTheme="minorHAnsi" w:cstheme="minorHAnsi"/>
          <w:b/>
          <w:bCs/>
          <w:color w:val="468BD7"/>
          <w:sz w:val="28"/>
          <w:szCs w:val="28"/>
        </w:rPr>
        <w:t xml:space="preserve">PRAY about </w:t>
      </w:r>
      <w:r w:rsidR="00341E3E" w:rsidRPr="000F1419">
        <w:rPr>
          <w:rFonts w:asciiTheme="minorHAnsi" w:hAnsiTheme="minorHAnsi" w:cstheme="minorHAnsi"/>
          <w:b/>
          <w:bCs/>
          <w:color w:val="468BD7"/>
          <w:sz w:val="28"/>
          <w:szCs w:val="28"/>
        </w:rPr>
        <w:t>It</w:t>
      </w:r>
    </w:p>
    <w:p w14:paraId="208FA652" w14:textId="77777777" w:rsidR="00837EF4" w:rsidRDefault="00837EF4"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0F1419">
        <w:rPr>
          <w:rFonts w:asciiTheme="minorHAnsi" w:hAnsiTheme="minorHAnsi" w:cstheme="minorHAnsi"/>
          <w:color w:val="000000" w:themeColor="text1"/>
        </w:rPr>
        <w:t>Dear God, I know that Your plan for me is to love and obey You as my Heavenly Father. Help me to make right choices to put You first in my life. I love You, God. Amen.</w:t>
      </w:r>
    </w:p>
    <w:p w14:paraId="5BADE887" w14:textId="77777777" w:rsidR="00632590" w:rsidRDefault="00632590"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598D7E49" w14:textId="77777777" w:rsidR="00632590" w:rsidRPr="00FA6C6C" w:rsidRDefault="00632590"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sz w:val="28"/>
          <w:szCs w:val="28"/>
        </w:rPr>
      </w:pPr>
    </w:p>
    <w:p w14:paraId="2E4782F0" w14:textId="5E32BE31" w:rsidR="003C4DDA" w:rsidRPr="000F1419" w:rsidRDefault="003C4DDA" w:rsidP="003C4DDA">
      <w:pPr>
        <w:pStyle w:val="Body"/>
        <w:shd w:val="clear" w:color="auto" w:fill="468BD7"/>
        <w:jc w:val="center"/>
        <w:rPr>
          <w:rFonts w:asciiTheme="minorHAnsi" w:hAnsiTheme="minorHAnsi" w:cstheme="minorHAnsi"/>
          <w:b/>
          <w:bCs/>
          <w:color w:val="FFFFFF" w:themeColor="background1"/>
          <w:sz w:val="36"/>
          <w:szCs w:val="36"/>
        </w:rPr>
      </w:pPr>
      <w:r w:rsidRPr="000F1419">
        <w:rPr>
          <w:rFonts w:asciiTheme="minorHAnsi" w:hAnsiTheme="minorHAnsi" w:cstheme="minorHAnsi"/>
          <w:b/>
          <w:bCs/>
          <w:color w:val="FFFFFF" w:themeColor="background1"/>
          <w:sz w:val="36"/>
          <w:szCs w:val="36"/>
        </w:rPr>
        <w:t>Day 3—FAMILY DEVOTIONS</w:t>
      </w:r>
    </w:p>
    <w:p w14:paraId="08770616" w14:textId="77777777" w:rsidR="003C4DDA" w:rsidRPr="000F1419" w:rsidRDefault="003C4DDA" w:rsidP="003C4DDA">
      <w:pPr>
        <w:pStyle w:val="Body"/>
        <w:rPr>
          <w:rFonts w:asciiTheme="minorHAnsi" w:hAnsiTheme="minorHAnsi" w:cstheme="minorHAnsi"/>
          <w:b/>
          <w:bCs/>
          <w:color w:val="000000" w:themeColor="text1"/>
          <w:sz w:val="28"/>
          <w:szCs w:val="28"/>
        </w:rPr>
      </w:pPr>
    </w:p>
    <w:tbl>
      <w:tblPr>
        <w:tblStyle w:val="TableGrid"/>
        <w:tblW w:w="9355" w:type="dxa"/>
        <w:tblLook w:val="04A0" w:firstRow="1" w:lastRow="0" w:firstColumn="1" w:lastColumn="0" w:noHBand="0" w:noVBand="1"/>
      </w:tblPr>
      <w:tblGrid>
        <w:gridCol w:w="9355"/>
      </w:tblGrid>
      <w:tr w:rsidR="003C4DDA" w:rsidRPr="000F1419" w14:paraId="4D821396" w14:textId="77777777" w:rsidTr="00632E30">
        <w:tc>
          <w:tcPr>
            <w:tcW w:w="9355" w:type="dxa"/>
            <w:tcBorders>
              <w:top w:val="single" w:sz="4" w:space="0" w:color="auto"/>
              <w:left w:val="single" w:sz="4" w:space="0" w:color="auto"/>
              <w:right w:val="single" w:sz="4" w:space="0" w:color="auto"/>
            </w:tcBorders>
            <w:shd w:val="clear" w:color="auto" w:fill="468BD7"/>
          </w:tcPr>
          <w:p w14:paraId="593125C0" w14:textId="77777777" w:rsidR="003C4DDA" w:rsidRPr="000F1419" w:rsidRDefault="003C4DDA" w:rsidP="00057AC1">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0F1419">
              <w:rPr>
                <w:rFonts w:asciiTheme="minorHAnsi" w:hAnsiTheme="minorHAnsi" w:cstheme="minorHAnsi"/>
                <w:b/>
                <w:bCs/>
                <w:color w:val="FFFFFF" w:themeColor="background1"/>
              </w:rPr>
              <w:t>Faith Fact</w:t>
            </w:r>
          </w:p>
        </w:tc>
      </w:tr>
      <w:tr w:rsidR="003C4DDA" w:rsidRPr="000F1419" w14:paraId="45DC9A0F" w14:textId="77777777" w:rsidTr="00632E30">
        <w:tc>
          <w:tcPr>
            <w:tcW w:w="9355" w:type="dxa"/>
            <w:tcBorders>
              <w:right w:val="single" w:sz="4" w:space="0" w:color="auto"/>
            </w:tcBorders>
          </w:tcPr>
          <w:p w14:paraId="12363D5B" w14:textId="77777777" w:rsidR="003C4DDA" w:rsidRPr="000F1419" w:rsidRDefault="003C4DDA" w:rsidP="00057AC1">
            <w:pPr>
              <w:pStyle w:val="BodyA"/>
              <w:contextualSpacing/>
              <w:jc w:val="center"/>
              <w:rPr>
                <w:rFonts w:asciiTheme="minorHAnsi" w:hAnsiTheme="minorHAnsi" w:cstheme="minorHAnsi"/>
                <w:color w:val="auto"/>
              </w:rPr>
            </w:pPr>
            <w:r w:rsidRPr="000F1419">
              <w:rPr>
                <w:rFonts w:asciiTheme="minorHAnsi" w:hAnsiTheme="minorHAnsi" w:cstheme="minorHAnsi"/>
                <w:color w:val="auto"/>
              </w:rPr>
              <w:t>We believe that . . .The Bible is God’s Word and His plan for me.</w:t>
            </w:r>
          </w:p>
        </w:tc>
      </w:tr>
      <w:tr w:rsidR="003C4DDA" w:rsidRPr="000F1419" w14:paraId="4BB241BC" w14:textId="77777777" w:rsidTr="00632E30">
        <w:tc>
          <w:tcPr>
            <w:tcW w:w="9355" w:type="dxa"/>
            <w:tcBorders>
              <w:left w:val="single" w:sz="4" w:space="0" w:color="auto"/>
              <w:right w:val="single" w:sz="4" w:space="0" w:color="auto"/>
            </w:tcBorders>
            <w:shd w:val="clear" w:color="auto" w:fill="468BD7"/>
          </w:tcPr>
          <w:p w14:paraId="3B0F0EA9" w14:textId="77777777" w:rsidR="003C4DDA" w:rsidRPr="000F1419" w:rsidRDefault="003C4DDA" w:rsidP="00057AC1">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i/>
                <w:iCs/>
                <w:color w:val="auto"/>
              </w:rPr>
            </w:pPr>
            <w:r w:rsidRPr="000F1419">
              <w:rPr>
                <w:rFonts w:asciiTheme="minorHAnsi" w:hAnsiTheme="minorHAnsi" w:cstheme="minorHAnsi"/>
                <w:b/>
                <w:bCs/>
                <w:color w:val="FFFFFF" w:themeColor="background1"/>
              </w:rPr>
              <w:t>Faith Verse</w:t>
            </w:r>
          </w:p>
        </w:tc>
      </w:tr>
      <w:tr w:rsidR="003C4DDA" w:rsidRPr="000F1419" w14:paraId="0DAD27B8" w14:textId="77777777" w:rsidTr="00632E30">
        <w:tc>
          <w:tcPr>
            <w:tcW w:w="9355" w:type="dxa"/>
            <w:tcBorders>
              <w:left w:val="single" w:sz="4" w:space="0" w:color="auto"/>
              <w:right w:val="single" w:sz="4" w:space="0" w:color="auto"/>
            </w:tcBorders>
            <w:shd w:val="clear" w:color="auto" w:fill="auto"/>
          </w:tcPr>
          <w:p w14:paraId="1090A90F" w14:textId="77777777" w:rsidR="003C4DDA" w:rsidRPr="000F1419" w:rsidRDefault="003C4DDA" w:rsidP="00057AC1">
            <w:pPr>
              <w:pStyle w:val="Default"/>
              <w:contextualSpacing/>
              <w:jc w:val="center"/>
              <w:rPr>
                <w:rFonts w:asciiTheme="minorHAnsi" w:hAnsiTheme="minorHAnsi" w:cstheme="minorHAnsi"/>
                <w:color w:val="auto"/>
                <w:sz w:val="24"/>
                <w:szCs w:val="24"/>
                <w:shd w:val="clear" w:color="auto" w:fill="FFFFFF"/>
              </w:rPr>
            </w:pPr>
            <w:r w:rsidRPr="000F1419">
              <w:rPr>
                <w:rFonts w:asciiTheme="minorHAnsi" w:hAnsiTheme="minorHAnsi" w:cstheme="minorHAnsi"/>
                <w:color w:val="auto"/>
                <w:sz w:val="24"/>
                <w:szCs w:val="24"/>
                <w:shd w:val="clear" w:color="auto" w:fill="FFFFFF"/>
              </w:rPr>
              <w:t>P</w:t>
            </w:r>
            <w:r w:rsidRPr="000F1419">
              <w:rPr>
                <w:rFonts w:asciiTheme="minorHAnsi" w:hAnsiTheme="minorHAnsi" w:cstheme="minorHAnsi"/>
                <w:color w:val="auto"/>
                <w:sz w:val="24"/>
                <w:szCs w:val="24"/>
              </w:rPr>
              <w:t>salm 119:105 (NLT)</w:t>
            </w:r>
          </w:p>
          <w:p w14:paraId="18B25D2C" w14:textId="77777777" w:rsidR="003C4DDA" w:rsidRPr="000F1419" w:rsidRDefault="003C4DDA" w:rsidP="00057AC1">
            <w:pPr>
              <w:pStyle w:val="Default"/>
              <w:contextualSpacing/>
              <w:jc w:val="center"/>
              <w:rPr>
                <w:rFonts w:asciiTheme="minorHAnsi" w:hAnsiTheme="minorHAnsi" w:cstheme="minorHAnsi"/>
                <w:color w:val="auto"/>
                <w:sz w:val="24"/>
                <w:szCs w:val="24"/>
                <w:shd w:val="clear" w:color="auto" w:fill="FFFFFF"/>
              </w:rPr>
            </w:pPr>
            <w:r w:rsidRPr="000F1419">
              <w:rPr>
                <w:rStyle w:val="text"/>
                <w:rFonts w:asciiTheme="minorHAnsi" w:hAnsiTheme="minorHAnsi" w:cstheme="minorHAnsi"/>
                <w:color w:val="auto"/>
                <w:sz w:val="24"/>
                <w:szCs w:val="24"/>
                <w:shd w:val="clear" w:color="auto" w:fill="FFFFFF"/>
              </w:rPr>
              <w:t>Your word is a lamp to guide my feet</w:t>
            </w:r>
            <w:r w:rsidRPr="000F1419">
              <w:rPr>
                <w:rFonts w:asciiTheme="minorHAnsi" w:hAnsiTheme="minorHAnsi" w:cstheme="minorHAnsi"/>
                <w:color w:val="auto"/>
                <w:sz w:val="24"/>
                <w:szCs w:val="24"/>
              </w:rPr>
              <w:t xml:space="preserve"> </w:t>
            </w:r>
            <w:r w:rsidRPr="000F1419">
              <w:rPr>
                <w:rStyle w:val="text"/>
                <w:rFonts w:asciiTheme="minorHAnsi" w:hAnsiTheme="minorHAnsi" w:cstheme="minorHAnsi"/>
                <w:color w:val="auto"/>
                <w:sz w:val="24"/>
                <w:szCs w:val="24"/>
                <w:shd w:val="clear" w:color="auto" w:fill="FFFFFF"/>
              </w:rPr>
              <w:t>and a light for my path.</w:t>
            </w:r>
          </w:p>
        </w:tc>
      </w:tr>
      <w:tr w:rsidR="003C4DDA" w:rsidRPr="000F1419" w14:paraId="218F096D" w14:textId="77777777" w:rsidTr="00632E30">
        <w:tc>
          <w:tcPr>
            <w:tcW w:w="9355" w:type="dxa"/>
            <w:tcBorders>
              <w:left w:val="single" w:sz="4" w:space="0" w:color="auto"/>
              <w:right w:val="single" w:sz="4" w:space="0" w:color="auto"/>
            </w:tcBorders>
            <w:shd w:val="clear" w:color="auto" w:fill="468BD7"/>
          </w:tcPr>
          <w:p w14:paraId="46D9834D" w14:textId="77777777" w:rsidR="003C4DDA" w:rsidRPr="000F1419" w:rsidRDefault="003C4DDA" w:rsidP="00057AC1">
            <w:pPr>
              <w:pStyle w:val="Default"/>
              <w:contextualSpacing/>
              <w:jc w:val="center"/>
              <w:rPr>
                <w:rFonts w:asciiTheme="minorHAnsi" w:hAnsiTheme="minorHAnsi" w:cstheme="minorHAnsi"/>
                <w:color w:val="auto"/>
                <w:sz w:val="24"/>
                <w:szCs w:val="24"/>
                <w:shd w:val="clear" w:color="auto" w:fill="FFFFFF"/>
              </w:rPr>
            </w:pPr>
            <w:r w:rsidRPr="000F1419">
              <w:rPr>
                <w:rFonts w:asciiTheme="minorHAnsi" w:hAnsiTheme="minorHAnsi" w:cstheme="minorHAnsi"/>
                <w:b/>
                <w:bCs/>
                <w:color w:val="FFFFFF" w:themeColor="background1"/>
                <w:sz w:val="24"/>
                <w:szCs w:val="24"/>
              </w:rPr>
              <w:t xml:space="preserve">Foundation for Faith </w:t>
            </w:r>
          </w:p>
        </w:tc>
      </w:tr>
      <w:tr w:rsidR="003C4DDA" w:rsidRPr="000F1419" w14:paraId="6F15B2DD" w14:textId="77777777" w:rsidTr="00632E30">
        <w:tc>
          <w:tcPr>
            <w:tcW w:w="9355" w:type="dxa"/>
            <w:tcBorders>
              <w:left w:val="single" w:sz="4" w:space="0" w:color="auto"/>
              <w:right w:val="single" w:sz="4" w:space="0" w:color="auto"/>
            </w:tcBorders>
            <w:shd w:val="clear" w:color="auto" w:fill="auto"/>
          </w:tcPr>
          <w:p w14:paraId="07695605" w14:textId="0F4DABA1" w:rsidR="003C4DDA" w:rsidRPr="000F1419" w:rsidRDefault="003C4DDA" w:rsidP="00057AC1">
            <w:pPr>
              <w:pStyle w:val="Default"/>
              <w:contextualSpacing/>
              <w:jc w:val="center"/>
              <w:rPr>
                <w:rFonts w:asciiTheme="minorHAnsi" w:hAnsiTheme="minorHAnsi" w:cstheme="minorHAnsi"/>
                <w:b/>
                <w:bCs/>
                <w:color w:val="FFFFFF" w:themeColor="background1"/>
                <w:sz w:val="24"/>
                <w:szCs w:val="24"/>
              </w:rPr>
            </w:pPr>
            <w:r w:rsidRPr="000F1419">
              <w:rPr>
                <w:rFonts w:asciiTheme="minorHAnsi" w:eastAsia="Cambria" w:hAnsiTheme="minorHAnsi" w:cstheme="minorHAnsi"/>
                <w:b/>
                <w:bCs/>
                <w:sz w:val="24"/>
                <w:szCs w:val="24"/>
              </w:rPr>
              <w:t>Foundation 1—</w:t>
            </w:r>
            <w:r w:rsidRPr="000F1419">
              <w:rPr>
                <w:rFonts w:asciiTheme="minorHAnsi" w:eastAsia="Cambria" w:hAnsiTheme="minorHAnsi" w:cstheme="minorHAnsi"/>
                <w:sz w:val="24"/>
                <w:szCs w:val="24"/>
              </w:rPr>
              <w:t>The Bible is God’s Word and His plan for me. God gave people the words to write so we can know Him. The Bible is completely true and is the final authority on what we should believe and how we should live.</w:t>
            </w:r>
          </w:p>
        </w:tc>
      </w:tr>
    </w:tbl>
    <w:p w14:paraId="641C5D2B" w14:textId="77777777" w:rsidR="00BA534B" w:rsidRPr="000F1419" w:rsidRDefault="00BA534B" w:rsidP="00BA534B">
      <w:pPr>
        <w:rPr>
          <w:rFonts w:asciiTheme="minorHAnsi" w:hAnsiTheme="minorHAnsi" w:cstheme="minorHAnsi"/>
          <w:b/>
          <w:bCs/>
          <w:color w:val="000000" w:themeColor="text1"/>
        </w:rPr>
      </w:pPr>
    </w:p>
    <w:p w14:paraId="47CD180F" w14:textId="37F34542" w:rsidR="00837EF4" w:rsidRPr="000F1419" w:rsidRDefault="00BA534B" w:rsidP="00BA534B">
      <w:pPr>
        <w:rPr>
          <w:rFonts w:asciiTheme="minorHAnsi" w:hAnsiTheme="minorHAnsi" w:cstheme="minorHAnsi"/>
          <w:b/>
          <w:bCs/>
          <w:color w:val="000000" w:themeColor="text1"/>
          <w:sz w:val="28"/>
          <w:szCs w:val="28"/>
        </w:rPr>
      </w:pPr>
      <w:r w:rsidRPr="000F1419">
        <w:rPr>
          <w:rFonts w:asciiTheme="minorHAnsi" w:hAnsiTheme="minorHAnsi" w:cstheme="minorHAnsi"/>
          <w:b/>
          <w:bCs/>
          <w:color w:val="000000" w:themeColor="text1"/>
          <w:sz w:val="28"/>
          <w:szCs w:val="28"/>
        </w:rPr>
        <w:lastRenderedPageBreak/>
        <w:t xml:space="preserve">Question of the Day: </w:t>
      </w:r>
      <w:r w:rsidR="004D425F" w:rsidRPr="000F1419">
        <w:rPr>
          <w:rFonts w:asciiTheme="minorHAnsi" w:hAnsiTheme="minorHAnsi" w:cstheme="minorHAnsi"/>
          <w:b/>
          <w:bCs/>
          <w:color w:val="000000" w:themeColor="text1"/>
          <w:sz w:val="28"/>
          <w:szCs w:val="28"/>
        </w:rPr>
        <w:t>How does God tell</w:t>
      </w:r>
      <w:r w:rsidR="00837EF4" w:rsidRPr="000F1419">
        <w:rPr>
          <w:rFonts w:asciiTheme="minorHAnsi" w:hAnsiTheme="minorHAnsi" w:cstheme="minorHAnsi"/>
          <w:b/>
          <w:bCs/>
          <w:sz w:val="28"/>
          <w:szCs w:val="28"/>
        </w:rPr>
        <w:t xml:space="preserve"> us the best way to live</w:t>
      </w:r>
      <w:r w:rsidR="004D425F" w:rsidRPr="000F1419">
        <w:rPr>
          <w:rFonts w:asciiTheme="minorHAnsi" w:hAnsiTheme="minorHAnsi" w:cstheme="minorHAnsi"/>
          <w:b/>
          <w:bCs/>
          <w:sz w:val="28"/>
          <w:szCs w:val="28"/>
        </w:rPr>
        <w:t>?</w:t>
      </w:r>
    </w:p>
    <w:p w14:paraId="2220C933" w14:textId="77777777" w:rsidR="00837EF4" w:rsidRDefault="00837EF4"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2708CBD5" w14:textId="77777777" w:rsidR="007F2D19" w:rsidRPr="000F1419" w:rsidRDefault="007F2D19" w:rsidP="007F2D19">
      <w:pPr>
        <w:rPr>
          <w:rFonts w:asciiTheme="minorHAnsi" w:hAnsiTheme="minorHAnsi" w:cstheme="minorHAnsi"/>
          <w:b/>
          <w:bCs/>
          <w:color w:val="468BD7"/>
          <w:sz w:val="28"/>
          <w:szCs w:val="28"/>
        </w:rPr>
      </w:pPr>
      <w:r w:rsidRPr="000F1419">
        <w:rPr>
          <w:rFonts w:asciiTheme="minorHAnsi" w:hAnsiTheme="minorHAnsi" w:cstheme="minorHAnsi"/>
          <w:b/>
          <w:bCs/>
          <w:color w:val="468BD7"/>
          <w:sz w:val="28"/>
          <w:szCs w:val="28"/>
        </w:rPr>
        <w:t xml:space="preserve">LISTEN to God through His Word </w:t>
      </w:r>
    </w:p>
    <w:p w14:paraId="6E9DD5C8" w14:textId="77777777" w:rsidR="00837EF4" w:rsidRPr="000F1419" w:rsidRDefault="00837EF4"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0F1419">
        <w:rPr>
          <w:rFonts w:asciiTheme="minorHAnsi" w:hAnsiTheme="minorHAnsi" w:cstheme="minorHAnsi"/>
          <w:color w:val="000000" w:themeColor="text1"/>
        </w:rPr>
        <w:t xml:space="preserve">Pray and ask God to speak to you before you read today’s Scripture. </w:t>
      </w:r>
    </w:p>
    <w:p w14:paraId="381F4C26" w14:textId="77777777" w:rsidR="00837EF4" w:rsidRPr="000F1419" w:rsidRDefault="00837EF4"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23B91643" w14:textId="07BBAC5E" w:rsidR="00837EF4" w:rsidRPr="000F1419" w:rsidRDefault="00837EF4" w:rsidP="00ED22A8">
      <w:pPr>
        <w:pStyle w:val="NormalWeb"/>
        <w:tabs>
          <w:tab w:val="left" w:pos="478"/>
        </w:tabs>
        <w:spacing w:before="0" w:beforeAutospacing="0" w:after="0" w:afterAutospacing="0"/>
        <w:contextualSpacing/>
        <w:rPr>
          <w:rFonts w:asciiTheme="minorHAnsi" w:hAnsiTheme="minorHAnsi" w:cstheme="minorHAnsi"/>
          <w:color w:val="000000" w:themeColor="text1"/>
          <w:u w:val="single"/>
        </w:rPr>
      </w:pPr>
      <w:r w:rsidRPr="000F1419">
        <w:rPr>
          <w:rFonts w:asciiTheme="minorHAnsi" w:hAnsiTheme="minorHAnsi" w:cstheme="minorHAnsi"/>
          <w:color w:val="000000" w:themeColor="text1"/>
        </w:rPr>
        <w:t xml:space="preserve">Read </w:t>
      </w:r>
      <w:r w:rsidRPr="000F1419">
        <w:rPr>
          <w:rFonts w:asciiTheme="minorHAnsi" w:hAnsiTheme="minorHAnsi" w:cstheme="minorHAnsi"/>
          <w:color w:val="000000" w:themeColor="text1"/>
          <w:u w:val="single"/>
        </w:rPr>
        <w:t>Exodus 32:15</w:t>
      </w:r>
      <w:r w:rsidR="000B0E2C" w:rsidRPr="000F1419">
        <w:rPr>
          <w:rFonts w:asciiTheme="minorHAnsi" w:hAnsiTheme="minorHAnsi" w:cstheme="minorHAnsi"/>
          <w:color w:val="000000" w:themeColor="text1"/>
          <w:u w:val="single"/>
        </w:rPr>
        <w:t>–</w:t>
      </w:r>
      <w:r w:rsidRPr="000F1419">
        <w:rPr>
          <w:rFonts w:asciiTheme="minorHAnsi" w:hAnsiTheme="minorHAnsi" w:cstheme="minorHAnsi"/>
          <w:color w:val="000000" w:themeColor="text1"/>
          <w:u w:val="single"/>
        </w:rPr>
        <w:t>16</w:t>
      </w:r>
      <w:r w:rsidRPr="000F1419">
        <w:rPr>
          <w:rFonts w:asciiTheme="minorHAnsi" w:hAnsiTheme="minorHAnsi" w:cstheme="minorHAnsi"/>
          <w:color w:val="000000" w:themeColor="text1"/>
        </w:rPr>
        <w:t>.</w:t>
      </w:r>
    </w:p>
    <w:p w14:paraId="0E97D49F" w14:textId="77777777" w:rsidR="00837EF4" w:rsidRPr="000F1419" w:rsidRDefault="00837EF4"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65395132" w14:textId="0275B93D" w:rsidR="00BA534B" w:rsidRPr="000F1419" w:rsidRDefault="00837EF4"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0F1419">
        <w:rPr>
          <w:rFonts w:asciiTheme="minorHAnsi" w:hAnsiTheme="minorHAnsi" w:cstheme="minorHAnsi"/>
          <w:color w:val="000000" w:themeColor="text1"/>
        </w:rPr>
        <w:t xml:space="preserve">God </w:t>
      </w:r>
      <w:r w:rsidR="00BA534B" w:rsidRPr="000F1419">
        <w:rPr>
          <w:rFonts w:asciiTheme="minorHAnsi" w:hAnsiTheme="minorHAnsi" w:cstheme="minorHAnsi"/>
          <w:color w:val="000000" w:themeColor="text1"/>
        </w:rPr>
        <w:t xml:space="preserve">loved Moses and the Israelites so much that He </w:t>
      </w:r>
      <w:r w:rsidRPr="000F1419">
        <w:rPr>
          <w:rFonts w:asciiTheme="minorHAnsi" w:hAnsiTheme="minorHAnsi" w:cstheme="minorHAnsi"/>
          <w:color w:val="000000" w:themeColor="text1"/>
        </w:rPr>
        <w:t xml:space="preserve">made a covenant, a special agreement, with </w:t>
      </w:r>
      <w:r w:rsidR="00BA534B" w:rsidRPr="000F1419">
        <w:rPr>
          <w:rFonts w:asciiTheme="minorHAnsi" w:hAnsiTheme="minorHAnsi" w:cstheme="minorHAnsi"/>
          <w:color w:val="000000" w:themeColor="text1"/>
        </w:rPr>
        <w:t>them</w:t>
      </w:r>
      <w:r w:rsidRPr="000F1419">
        <w:rPr>
          <w:rFonts w:asciiTheme="minorHAnsi" w:hAnsiTheme="minorHAnsi" w:cstheme="minorHAnsi"/>
          <w:color w:val="000000" w:themeColor="text1"/>
        </w:rPr>
        <w:t xml:space="preserve">. </w:t>
      </w:r>
      <w:r w:rsidR="00BA534B" w:rsidRPr="000F1419">
        <w:rPr>
          <w:rFonts w:asciiTheme="minorHAnsi" w:hAnsiTheme="minorHAnsi" w:cstheme="minorHAnsi"/>
          <w:color w:val="000000" w:themeColor="text1"/>
        </w:rPr>
        <w:t>He wanted the people to remember to follow Him always</w:t>
      </w:r>
      <w:r w:rsidR="00D836E5" w:rsidRPr="000F1419">
        <w:rPr>
          <w:rFonts w:asciiTheme="minorHAnsi" w:hAnsiTheme="minorHAnsi" w:cstheme="minorHAnsi"/>
          <w:color w:val="000000" w:themeColor="text1"/>
        </w:rPr>
        <w:t>.</w:t>
      </w:r>
      <w:r w:rsidR="00BA534B" w:rsidRPr="000F1419">
        <w:rPr>
          <w:rFonts w:asciiTheme="minorHAnsi" w:hAnsiTheme="minorHAnsi" w:cstheme="minorHAnsi"/>
          <w:color w:val="000000" w:themeColor="text1"/>
        </w:rPr>
        <w:t xml:space="preserve"> He didn’t want the</w:t>
      </w:r>
      <w:r w:rsidR="00D836E5" w:rsidRPr="000F1419">
        <w:rPr>
          <w:rFonts w:asciiTheme="minorHAnsi" w:hAnsiTheme="minorHAnsi" w:cstheme="minorHAnsi"/>
          <w:color w:val="000000" w:themeColor="text1"/>
        </w:rPr>
        <w:t>m</w:t>
      </w:r>
      <w:r w:rsidR="00BA534B" w:rsidRPr="000F1419">
        <w:rPr>
          <w:rFonts w:asciiTheme="minorHAnsi" w:hAnsiTheme="minorHAnsi" w:cstheme="minorHAnsi"/>
          <w:color w:val="000000" w:themeColor="text1"/>
        </w:rPr>
        <w:t xml:space="preserve"> to forget what He had said to them.</w:t>
      </w:r>
      <w:r w:rsidR="004D425F" w:rsidRPr="000F1419">
        <w:rPr>
          <w:rFonts w:asciiTheme="minorHAnsi" w:hAnsiTheme="minorHAnsi" w:cstheme="minorHAnsi"/>
          <w:color w:val="000000" w:themeColor="text1"/>
        </w:rPr>
        <w:t xml:space="preserve"> </w:t>
      </w:r>
    </w:p>
    <w:p w14:paraId="56991137" w14:textId="77777777" w:rsidR="00BA534B" w:rsidRPr="000F1419" w:rsidRDefault="00BA534B"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532A304B" w14:textId="77777777" w:rsidR="00BA534B" w:rsidRPr="000F1419" w:rsidRDefault="00BA534B" w:rsidP="00BA534B">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0F1419">
        <w:rPr>
          <w:rFonts w:asciiTheme="minorHAnsi" w:hAnsiTheme="minorHAnsi" w:cstheme="minorHAnsi"/>
          <w:b/>
          <w:bCs/>
          <w:color w:val="000000" w:themeColor="text1"/>
        </w:rPr>
        <w:t>Question</w:t>
      </w:r>
    </w:p>
    <w:p w14:paraId="71C487CA" w14:textId="345C475B" w:rsidR="00837EF4" w:rsidRPr="000F1419" w:rsidRDefault="00837EF4" w:rsidP="00BA534B">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0F1419">
        <w:rPr>
          <w:rFonts w:asciiTheme="minorHAnsi" w:hAnsiTheme="minorHAnsi" w:cstheme="minorHAnsi"/>
          <w:color w:val="000000" w:themeColor="text1"/>
        </w:rPr>
        <w:t>Who wrote the important words on the tablets?</w:t>
      </w:r>
    </w:p>
    <w:p w14:paraId="1B9A3AC9" w14:textId="77777777" w:rsidR="00837EF4" w:rsidRPr="000F1419" w:rsidRDefault="00837EF4"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0F1419">
        <w:rPr>
          <w:rFonts w:asciiTheme="minorHAnsi" w:hAnsiTheme="minorHAnsi" w:cstheme="minorHAnsi"/>
          <w:b/>
          <w:bCs/>
          <w:color w:val="000000" w:themeColor="text1"/>
        </w:rPr>
        <w:t xml:space="preserve">Answer: </w:t>
      </w:r>
      <w:r w:rsidRPr="000F1419">
        <w:rPr>
          <w:rFonts w:asciiTheme="minorHAnsi" w:hAnsiTheme="minorHAnsi" w:cstheme="minorHAnsi"/>
          <w:color w:val="000000" w:themeColor="text1"/>
        </w:rPr>
        <w:t xml:space="preserve">God wrote the words. </w:t>
      </w:r>
    </w:p>
    <w:p w14:paraId="06CDE1CD" w14:textId="77777777" w:rsidR="00837EF4" w:rsidRPr="000F1419" w:rsidRDefault="00837EF4"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55B987CB" w14:textId="77777777" w:rsidR="007F2D19" w:rsidRPr="000F1419" w:rsidRDefault="007F2D19" w:rsidP="007F2D19">
      <w:pPr>
        <w:rPr>
          <w:rFonts w:asciiTheme="minorHAnsi" w:hAnsiTheme="minorHAnsi" w:cstheme="minorHAnsi"/>
          <w:b/>
          <w:bCs/>
          <w:color w:val="468BD7"/>
          <w:sz w:val="28"/>
          <w:szCs w:val="28"/>
        </w:rPr>
      </w:pPr>
      <w:r w:rsidRPr="000F1419">
        <w:rPr>
          <w:rFonts w:asciiTheme="minorHAnsi" w:hAnsiTheme="minorHAnsi" w:cstheme="minorHAnsi"/>
          <w:b/>
          <w:bCs/>
          <w:color w:val="468BD7"/>
          <w:sz w:val="28"/>
          <w:szCs w:val="28"/>
        </w:rPr>
        <w:t>LEARN from God’s Word</w:t>
      </w:r>
    </w:p>
    <w:p w14:paraId="39AA1E85" w14:textId="45D04181" w:rsidR="00BA534B" w:rsidRPr="000F1419" w:rsidRDefault="00837EF4"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0F1419">
        <w:rPr>
          <w:rFonts w:asciiTheme="minorHAnsi" w:hAnsiTheme="minorHAnsi" w:cstheme="minorHAnsi"/>
          <w:color w:val="000000" w:themeColor="text1"/>
        </w:rPr>
        <w:t>The verse</w:t>
      </w:r>
      <w:r w:rsidRPr="000F1419">
        <w:rPr>
          <w:rFonts w:asciiTheme="minorHAnsi" w:hAnsiTheme="minorHAnsi" w:cstheme="minorHAnsi"/>
          <w:color w:val="000000" w:themeColor="text1"/>
          <w:u w:val="single"/>
        </w:rPr>
        <w:t xml:space="preserve"> 2 Timothy 3:16</w:t>
      </w:r>
      <w:r w:rsidRPr="000F1419">
        <w:rPr>
          <w:rFonts w:asciiTheme="minorHAnsi" w:hAnsiTheme="minorHAnsi" w:cstheme="minorHAnsi"/>
          <w:color w:val="000000" w:themeColor="text1"/>
        </w:rPr>
        <w:t xml:space="preserve"> helps us to know that God inspired the </w:t>
      </w:r>
      <w:r w:rsidR="00BA534B" w:rsidRPr="000F1419">
        <w:rPr>
          <w:rFonts w:asciiTheme="minorHAnsi" w:hAnsiTheme="minorHAnsi" w:cstheme="minorHAnsi"/>
          <w:color w:val="000000" w:themeColor="text1"/>
        </w:rPr>
        <w:t xml:space="preserve">whole </w:t>
      </w:r>
      <w:r w:rsidRPr="000F1419">
        <w:rPr>
          <w:rFonts w:asciiTheme="minorHAnsi" w:hAnsiTheme="minorHAnsi" w:cstheme="minorHAnsi"/>
          <w:color w:val="000000" w:themeColor="text1"/>
        </w:rPr>
        <w:t>Bible</w:t>
      </w:r>
      <w:r w:rsidR="00BA534B" w:rsidRPr="000F1419">
        <w:rPr>
          <w:rFonts w:asciiTheme="minorHAnsi" w:hAnsiTheme="minorHAnsi" w:cstheme="minorHAnsi"/>
          <w:color w:val="000000" w:themeColor="text1"/>
        </w:rPr>
        <w:t xml:space="preserve">, not just the words He wrote in the </w:t>
      </w:r>
      <w:r w:rsidR="00AE1EDA" w:rsidRPr="000F1419">
        <w:rPr>
          <w:rFonts w:asciiTheme="minorHAnsi" w:hAnsiTheme="minorHAnsi" w:cstheme="minorHAnsi"/>
          <w:color w:val="000000" w:themeColor="text1"/>
        </w:rPr>
        <w:t xml:space="preserve">Scripture </w:t>
      </w:r>
      <w:r w:rsidR="00BA534B" w:rsidRPr="000F1419">
        <w:rPr>
          <w:rFonts w:asciiTheme="minorHAnsi" w:hAnsiTheme="minorHAnsi" w:cstheme="minorHAnsi"/>
          <w:color w:val="000000" w:themeColor="text1"/>
        </w:rPr>
        <w:t>we read</w:t>
      </w:r>
      <w:r w:rsidRPr="000F1419">
        <w:rPr>
          <w:rFonts w:asciiTheme="minorHAnsi" w:hAnsiTheme="minorHAnsi" w:cstheme="minorHAnsi"/>
          <w:color w:val="000000" w:themeColor="text1"/>
        </w:rPr>
        <w:t xml:space="preserve">. </w:t>
      </w:r>
      <w:r w:rsidR="00BA534B" w:rsidRPr="000F1419">
        <w:rPr>
          <w:rFonts w:asciiTheme="minorHAnsi" w:hAnsiTheme="minorHAnsi" w:cstheme="minorHAnsi"/>
          <w:color w:val="000000" w:themeColor="text1"/>
        </w:rPr>
        <w:t>God</w:t>
      </w:r>
      <w:r w:rsidRPr="000F1419">
        <w:rPr>
          <w:rFonts w:asciiTheme="minorHAnsi" w:hAnsiTheme="minorHAnsi" w:cstheme="minorHAnsi"/>
          <w:color w:val="000000" w:themeColor="text1"/>
        </w:rPr>
        <w:t xml:space="preserve"> guided </w:t>
      </w:r>
      <w:r w:rsidR="00BA534B" w:rsidRPr="000F1419">
        <w:rPr>
          <w:rFonts w:asciiTheme="minorHAnsi" w:hAnsiTheme="minorHAnsi" w:cstheme="minorHAnsi"/>
          <w:color w:val="000000" w:themeColor="text1"/>
        </w:rPr>
        <w:t xml:space="preserve">all </w:t>
      </w:r>
      <w:r w:rsidRPr="000F1419">
        <w:rPr>
          <w:rFonts w:asciiTheme="minorHAnsi" w:hAnsiTheme="minorHAnsi" w:cstheme="minorHAnsi"/>
          <w:color w:val="000000" w:themeColor="text1"/>
        </w:rPr>
        <w:t>the people who wrote down His message for us.</w:t>
      </w:r>
      <w:r w:rsidR="00BA534B" w:rsidRPr="000F1419">
        <w:rPr>
          <w:rFonts w:asciiTheme="minorHAnsi" w:hAnsiTheme="minorHAnsi" w:cstheme="minorHAnsi"/>
          <w:color w:val="000000" w:themeColor="text1"/>
        </w:rPr>
        <w:t xml:space="preserve"> When we read His Word, we can know it is God speaking to us.</w:t>
      </w:r>
    </w:p>
    <w:p w14:paraId="55203D30" w14:textId="77777777" w:rsidR="00BA534B" w:rsidRPr="000F1419" w:rsidRDefault="00BA534B"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20E7ABC7" w14:textId="77777777" w:rsidR="00BA534B" w:rsidRPr="000F1419" w:rsidRDefault="00BA534B" w:rsidP="008D7D35">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0F1419">
        <w:rPr>
          <w:rFonts w:asciiTheme="minorHAnsi" w:hAnsiTheme="minorHAnsi" w:cstheme="minorHAnsi"/>
          <w:b/>
          <w:bCs/>
          <w:color w:val="000000" w:themeColor="text1"/>
        </w:rPr>
        <w:t>Question</w:t>
      </w:r>
    </w:p>
    <w:p w14:paraId="2308D387" w14:textId="670FAD7C" w:rsidR="00837EF4" w:rsidRPr="000F1419" w:rsidRDefault="00837EF4" w:rsidP="008D7D35">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0F1419">
        <w:rPr>
          <w:rFonts w:asciiTheme="minorHAnsi" w:hAnsiTheme="minorHAnsi" w:cstheme="minorHAnsi"/>
          <w:color w:val="000000" w:themeColor="text1"/>
        </w:rPr>
        <w:t>What’s one thing you</w:t>
      </w:r>
      <w:r w:rsidR="00D836E5" w:rsidRPr="000F1419">
        <w:rPr>
          <w:rFonts w:asciiTheme="minorHAnsi" w:hAnsiTheme="minorHAnsi" w:cstheme="minorHAnsi"/>
          <w:color w:val="000000" w:themeColor="text1"/>
        </w:rPr>
        <w:t xml:space="preserve"> ha</w:t>
      </w:r>
      <w:r w:rsidRPr="000F1419">
        <w:rPr>
          <w:rFonts w:asciiTheme="minorHAnsi" w:hAnsiTheme="minorHAnsi" w:cstheme="minorHAnsi"/>
          <w:color w:val="000000" w:themeColor="text1"/>
        </w:rPr>
        <w:t>ve learned from God’s message to you in the Bible?</w:t>
      </w:r>
    </w:p>
    <w:p w14:paraId="24A7A2C8" w14:textId="77777777" w:rsidR="00837EF4" w:rsidRPr="000F1419" w:rsidRDefault="00837EF4"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0F1419">
        <w:rPr>
          <w:rFonts w:asciiTheme="minorHAnsi" w:hAnsiTheme="minorHAnsi" w:cstheme="minorHAnsi"/>
          <w:b/>
          <w:bCs/>
          <w:color w:val="000000" w:themeColor="text1"/>
        </w:rPr>
        <w:t>Answer:</w:t>
      </w:r>
      <w:r w:rsidRPr="000F1419">
        <w:rPr>
          <w:rFonts w:asciiTheme="minorHAnsi" w:hAnsiTheme="minorHAnsi" w:cstheme="minorHAnsi"/>
          <w:color w:val="000000" w:themeColor="text1"/>
        </w:rPr>
        <w:t xml:space="preserve"> Answers will vary. </w:t>
      </w:r>
    </w:p>
    <w:p w14:paraId="4E1CAA19" w14:textId="77777777" w:rsidR="00837EF4" w:rsidRPr="000F1419" w:rsidRDefault="00837EF4"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03D40103" w14:textId="60D967D6" w:rsidR="00BA534B" w:rsidRPr="000F1419" w:rsidRDefault="00837EF4" w:rsidP="007F2D19">
      <w:pPr>
        <w:rPr>
          <w:rFonts w:asciiTheme="minorHAnsi" w:hAnsiTheme="minorHAnsi" w:cstheme="minorHAnsi"/>
          <w:b/>
          <w:bCs/>
          <w:color w:val="468BD7"/>
          <w:sz w:val="28"/>
          <w:szCs w:val="28"/>
        </w:rPr>
      </w:pPr>
      <w:r w:rsidRPr="000F1419">
        <w:rPr>
          <w:rFonts w:asciiTheme="minorHAnsi" w:hAnsiTheme="minorHAnsi" w:cstheme="minorHAnsi"/>
          <w:b/>
          <w:bCs/>
          <w:color w:val="468BD7"/>
          <w:sz w:val="28"/>
          <w:szCs w:val="28"/>
        </w:rPr>
        <w:t>LIVE God’s Word</w:t>
      </w:r>
    </w:p>
    <w:p w14:paraId="0DD27F47" w14:textId="77777777" w:rsidR="00BA534B" w:rsidRPr="000F1419" w:rsidRDefault="00BA534B" w:rsidP="00BA534B">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0F1419">
        <w:rPr>
          <w:rFonts w:asciiTheme="minorHAnsi" w:hAnsiTheme="minorHAnsi" w:cstheme="minorHAnsi"/>
          <w:b/>
          <w:bCs/>
          <w:color w:val="000000" w:themeColor="text1"/>
        </w:rPr>
        <w:t>Question</w:t>
      </w:r>
    </w:p>
    <w:p w14:paraId="3AA58317" w14:textId="155F8DE0" w:rsidR="00837EF4" w:rsidRPr="000F1419" w:rsidRDefault="00837EF4" w:rsidP="00BA534B">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0F1419">
        <w:rPr>
          <w:rFonts w:asciiTheme="minorHAnsi" w:hAnsiTheme="minorHAnsi" w:cstheme="minorHAnsi"/>
          <w:color w:val="000000" w:themeColor="text1"/>
        </w:rPr>
        <w:t>God still speaks to people through the Bible. What do you think God’s Word is saying to you?</w:t>
      </w:r>
    </w:p>
    <w:p w14:paraId="7AA2CB97" w14:textId="77777777" w:rsidR="00837EF4" w:rsidRPr="000F1419" w:rsidRDefault="00837EF4"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0F1419">
        <w:rPr>
          <w:rFonts w:asciiTheme="minorHAnsi" w:hAnsiTheme="minorHAnsi" w:cstheme="minorHAnsi"/>
          <w:b/>
          <w:bCs/>
          <w:color w:val="000000" w:themeColor="text1"/>
        </w:rPr>
        <w:t>Answer:</w:t>
      </w:r>
      <w:r w:rsidRPr="000F1419">
        <w:rPr>
          <w:rFonts w:asciiTheme="minorHAnsi" w:hAnsiTheme="minorHAnsi" w:cstheme="minorHAnsi"/>
          <w:color w:val="000000" w:themeColor="text1"/>
        </w:rPr>
        <w:t xml:space="preserve"> Answers will vary. </w:t>
      </w:r>
    </w:p>
    <w:p w14:paraId="52694F93" w14:textId="77777777" w:rsidR="00837EF4" w:rsidRPr="000F1419" w:rsidRDefault="00837EF4" w:rsidP="00837EF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13F37B8B" w14:textId="2D7F2B96" w:rsidR="007F2D19" w:rsidRPr="000F1419" w:rsidRDefault="007F2D19" w:rsidP="007F2D19">
      <w:pPr>
        <w:pStyle w:val="NormalWeb"/>
        <w:shd w:val="clear" w:color="auto" w:fill="FFFFFF"/>
        <w:tabs>
          <w:tab w:val="left" w:pos="478"/>
        </w:tabs>
        <w:spacing w:before="0" w:beforeAutospacing="0" w:after="0" w:afterAutospacing="0"/>
        <w:contextualSpacing/>
        <w:rPr>
          <w:rFonts w:asciiTheme="minorHAnsi" w:hAnsiTheme="minorHAnsi" w:cstheme="minorHAnsi"/>
          <w:b/>
          <w:bCs/>
          <w:color w:val="468BD7"/>
          <w:sz w:val="28"/>
          <w:szCs w:val="28"/>
        </w:rPr>
      </w:pPr>
      <w:r w:rsidRPr="000F1419">
        <w:rPr>
          <w:rFonts w:asciiTheme="minorHAnsi" w:hAnsiTheme="minorHAnsi" w:cstheme="minorHAnsi"/>
          <w:b/>
          <w:bCs/>
          <w:color w:val="468BD7"/>
          <w:sz w:val="28"/>
          <w:szCs w:val="28"/>
        </w:rPr>
        <w:t xml:space="preserve">PRAY about </w:t>
      </w:r>
      <w:r w:rsidR="001E032C" w:rsidRPr="000F1419">
        <w:rPr>
          <w:rFonts w:asciiTheme="minorHAnsi" w:hAnsiTheme="minorHAnsi" w:cstheme="minorHAnsi"/>
          <w:b/>
          <w:bCs/>
          <w:color w:val="468BD7"/>
          <w:sz w:val="28"/>
          <w:szCs w:val="28"/>
        </w:rPr>
        <w:t>It</w:t>
      </w:r>
    </w:p>
    <w:p w14:paraId="1074FEF9" w14:textId="2A4AA91B" w:rsidR="006A2BAE" w:rsidRPr="000F1419" w:rsidRDefault="00837EF4" w:rsidP="007F2D19">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0F1419">
        <w:rPr>
          <w:rFonts w:asciiTheme="minorHAnsi" w:hAnsiTheme="minorHAnsi" w:cstheme="minorHAnsi"/>
          <w:color w:val="000000" w:themeColor="text1"/>
        </w:rPr>
        <w:t xml:space="preserve">Dear God, I know that following You is the best way to live. Thank You for showing me how to do that in Your Word, the Bible. I love You, God. Amen. </w:t>
      </w:r>
    </w:p>
    <w:p w14:paraId="1110930C" w14:textId="77777777" w:rsidR="007F2D19" w:rsidRPr="000F1419" w:rsidRDefault="007F2D19" w:rsidP="007F2D19">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sectPr w:rsidR="007F2D19" w:rsidRPr="000F1419" w:rsidSect="00D05AFD">
      <w:headerReference w:type="even" r:id="rId12"/>
      <w:headerReference w:type="default" r:id="rId13"/>
      <w:footerReference w:type="even" r:id="rId14"/>
      <w:footerReference w:type="default" r:id="rId15"/>
      <w:headerReference w:type="first" r:id="rId16"/>
      <w:footerReference w:type="first" r:id="rId17"/>
      <w:pgSz w:w="12240" w:h="15840"/>
      <w:pgMar w:top="1152" w:right="1440" w:bottom="1611" w:left="1440" w:header="720" w:footer="25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75F7B" w14:textId="77777777" w:rsidR="006C452F" w:rsidRDefault="006C452F">
      <w:r>
        <w:separator/>
      </w:r>
    </w:p>
  </w:endnote>
  <w:endnote w:type="continuationSeparator" w:id="0">
    <w:p w14:paraId="4F8473A2" w14:textId="77777777" w:rsidR="006C452F" w:rsidRDefault="006C452F">
      <w:r>
        <w:continuationSeparator/>
      </w:r>
    </w:p>
  </w:endnote>
  <w:endnote w:type="continuationNotice" w:id="1">
    <w:p w14:paraId="00D8E801" w14:textId="77777777" w:rsidR="006C452F" w:rsidRDefault="006C45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venir Next Regular">
    <w:altName w:val="Avenir Next"/>
    <w:panose1 w:val="020B0503020202020204"/>
    <w:charset w:val="00"/>
    <w:family w:val="swiss"/>
    <w:pitch w:val="variable"/>
    <w:sig w:usb0="8000002F" w:usb1="5000204A" w:usb2="00000000" w:usb3="00000000" w:csb0="0000009B" w:csb1="00000000"/>
  </w:font>
  <w:font w:name="Helvetica Neue">
    <w:panose1 w:val="02000503000000020004"/>
    <w:charset w:val="00"/>
    <w:family w:val="auto"/>
    <w:pitch w:val="variable"/>
    <w:sig w:usb0="E50002FF" w:usb1="500079DB" w:usb2="00000010" w:usb3="00000000" w:csb0="00000001" w:csb1="00000000"/>
  </w:font>
  <w:font w:name="Avenir Next">
    <w:panose1 w:val="020B0503020202020204"/>
    <w:charset w:val="00"/>
    <w:family w:val="swiss"/>
    <w:pitch w:val="variable"/>
    <w:sig w:usb0="8000002F" w:usb1="5000204A" w:usb2="00000000" w:usb3="00000000" w:csb0="0000009B" w:csb1="00000000"/>
  </w:font>
  <w:font w:name="Roboto">
    <w:panose1 w:val="02000000000000000000"/>
    <w:charset w:val="00"/>
    <w:family w:val="auto"/>
    <w:pitch w:val="variable"/>
    <w:sig w:usb0="E0000AFF" w:usb1="5000217F" w:usb2="00000021" w:usb3="00000000" w:csb0="0000019F" w:csb1="00000000"/>
  </w:font>
  <w:font w:name="Roboto Condensed">
    <w:panose1 w:val="02000000000000000000"/>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12365347"/>
      <w:docPartObj>
        <w:docPartGallery w:val="Page Numbers (Bottom of Page)"/>
        <w:docPartUnique/>
      </w:docPartObj>
    </w:sdtPr>
    <w:sdtContent>
      <w:p w14:paraId="5A46799D" w14:textId="77777777" w:rsidR="00B15E37" w:rsidRDefault="00B15E37" w:rsidP="00710B7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12</w:t>
        </w:r>
        <w:r>
          <w:rPr>
            <w:rStyle w:val="PageNumber"/>
          </w:rPr>
          <w:fldChar w:fldCharType="end"/>
        </w:r>
      </w:p>
    </w:sdtContent>
  </w:sdt>
  <w:p w14:paraId="5CB45BCB" w14:textId="77777777" w:rsidR="00B15E37" w:rsidRDefault="00B15E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D071D" w14:textId="77777777" w:rsidR="00B15E37" w:rsidRDefault="00B15E37" w:rsidP="00710B7B">
    <w:pPr>
      <w:pStyle w:val="Footer"/>
      <w:framePr w:wrap="none" w:vAnchor="text" w:hAnchor="margin" w:xAlign="center" w:y="1"/>
      <w:rPr>
        <w:rStyle w:val="PageNumber"/>
      </w:rPr>
    </w:pPr>
  </w:p>
  <w:p w14:paraId="240D6494" w14:textId="77777777" w:rsidR="00B7792D" w:rsidRDefault="00B7792D" w:rsidP="00B7792D">
    <w:pPr>
      <w:rPr>
        <w:rFonts w:ascii="Calibri" w:hAnsi="Calibri" w:cs="Calibri"/>
        <w:color w:val="212121"/>
        <w:sz w:val="14"/>
        <w:szCs w:val="14"/>
      </w:rPr>
    </w:pPr>
    <w:r w:rsidRPr="00057AC1">
      <w:rPr>
        <w:rFonts w:ascii="Calibri" w:hAnsi="Calibri" w:cs="Calibri"/>
        <w:color w:val="000000"/>
        <w:sz w:val="14"/>
        <w:szCs w:val="14"/>
      </w:rPr>
      <w:t xml:space="preserve">Scripture quotations are taken from the Holy Bible, New Living Translation, copyright ©1996, 2004, 2015 by Tyndale House Foundation. </w:t>
    </w:r>
    <w:r>
      <w:rPr>
        <w:rFonts w:ascii="Calibri" w:hAnsi="Calibri" w:cs="Calibri"/>
        <w:color w:val="000000"/>
        <w:sz w:val="14"/>
        <w:szCs w:val="14"/>
      </w:rPr>
      <w:t xml:space="preserve">                       </w:t>
    </w:r>
    <w:r w:rsidRPr="008F10C8">
      <w:rPr>
        <w:rFonts w:ascii="Cambria" w:hAnsi="Cambria"/>
        <w:noProof/>
        <w:sz w:val="20"/>
        <w:szCs w:val="20"/>
      </w:rPr>
      <w:t xml:space="preserve">Page </w:t>
    </w:r>
    <w:r w:rsidRPr="008F10C8">
      <w:rPr>
        <w:rFonts w:ascii="Cambria" w:hAnsi="Cambria"/>
        <w:noProof/>
        <w:sz w:val="20"/>
        <w:szCs w:val="20"/>
      </w:rPr>
      <w:fldChar w:fldCharType="begin"/>
    </w:r>
    <w:r w:rsidRPr="008F10C8">
      <w:rPr>
        <w:rFonts w:ascii="Cambria" w:hAnsi="Cambria"/>
        <w:noProof/>
        <w:sz w:val="20"/>
        <w:szCs w:val="20"/>
      </w:rPr>
      <w:instrText xml:space="preserve"> PAGE  \* MERGEFORMAT </w:instrText>
    </w:r>
    <w:r w:rsidRPr="008F10C8">
      <w:rPr>
        <w:rFonts w:ascii="Cambria" w:hAnsi="Cambria"/>
        <w:noProof/>
        <w:sz w:val="20"/>
        <w:szCs w:val="20"/>
      </w:rPr>
      <w:fldChar w:fldCharType="separate"/>
    </w:r>
    <w:r>
      <w:rPr>
        <w:rFonts w:ascii="Cambria" w:hAnsi="Cambria"/>
        <w:noProof/>
        <w:sz w:val="20"/>
        <w:szCs w:val="20"/>
      </w:rPr>
      <w:t>5</w:t>
    </w:r>
    <w:r w:rsidRPr="008F10C8">
      <w:rPr>
        <w:rFonts w:ascii="Cambria" w:hAnsi="Cambria"/>
        <w:noProof/>
        <w:sz w:val="20"/>
        <w:szCs w:val="20"/>
      </w:rPr>
      <w:fldChar w:fldCharType="end"/>
    </w:r>
    <w:r>
      <w:rPr>
        <w:rFonts w:ascii="Calibri" w:hAnsi="Calibri" w:cs="Calibri"/>
        <w:color w:val="000000"/>
        <w:sz w:val="14"/>
        <w:szCs w:val="14"/>
      </w:rPr>
      <w:t xml:space="preserve">        </w:t>
    </w:r>
    <w:r>
      <w:rPr>
        <w:rFonts w:ascii="Calibri" w:hAnsi="Calibri" w:cs="Calibri"/>
        <w:color w:val="000000"/>
        <w:sz w:val="14"/>
        <w:szCs w:val="14"/>
      </w:rPr>
      <w:br/>
    </w:r>
    <w:r w:rsidRPr="00057AC1">
      <w:rPr>
        <w:rFonts w:ascii="Calibri" w:hAnsi="Calibri" w:cs="Calibri"/>
        <w:color w:val="000000"/>
        <w:sz w:val="14"/>
        <w:szCs w:val="14"/>
      </w:rPr>
      <w:t>Used by permission of Tyndale House Publishers, Carol Stream, Illinois 60188. All rights reserved.</w:t>
    </w:r>
  </w:p>
  <w:p w14:paraId="30D847E6" w14:textId="77777777" w:rsidR="00B7792D" w:rsidRPr="00057AC1" w:rsidRDefault="00B7792D" w:rsidP="00B7792D">
    <w:pPr>
      <w:rPr>
        <w:rFonts w:ascii="Calibri" w:hAnsi="Calibri" w:cs="Calibri"/>
        <w:color w:val="212121"/>
        <w:sz w:val="14"/>
        <w:szCs w:val="14"/>
      </w:rPr>
    </w:pPr>
  </w:p>
  <w:p w14:paraId="744B1CFE" w14:textId="70EF2BA2" w:rsidR="00B7792D" w:rsidRPr="00901DEA" w:rsidRDefault="00B7792D" w:rsidP="00B7792D">
    <w:pPr>
      <w:rPr>
        <w:rFonts w:ascii="Calibri" w:hAnsi="Calibri" w:cs="Calibri"/>
        <w:color w:val="212121"/>
        <w:sz w:val="14"/>
        <w:szCs w:val="14"/>
      </w:rPr>
    </w:pPr>
    <w:r w:rsidRPr="00057AC1">
      <w:rPr>
        <w:rFonts w:ascii="Calibri" w:hAnsi="Calibri" w:cs="Calibri"/>
        <w:color w:val="212121"/>
        <w:sz w:val="14"/>
        <w:szCs w:val="14"/>
      </w:rPr>
      <w:t>© 2023 by The General Council of the Assemblies of God, 1445 N. Boonville Ave., Springfield, Missouri 65802. All rights reserved.</w:t>
    </w:r>
    <w:r>
      <w:rPr>
        <w:rFonts w:ascii="Calibri" w:hAnsi="Calibri" w:cs="Calibri"/>
        <w:color w:val="212121"/>
        <w:sz w:val="14"/>
        <w:szCs w:val="14"/>
      </w:rPr>
      <w:t xml:space="preserve"> </w:t>
    </w:r>
    <w:r w:rsidRPr="00057AC1">
      <w:rPr>
        <w:rFonts w:ascii="Calibri" w:hAnsi="Calibri" w:cs="Calibri"/>
        <w:color w:val="212121"/>
        <w:sz w:val="14"/>
        <w:szCs w:val="14"/>
      </w:rPr>
      <w:t xml:space="preserve">Unauthorized duplication is </w:t>
    </w:r>
    <w:r>
      <w:rPr>
        <w:rFonts w:ascii="Calibri" w:hAnsi="Calibri" w:cs="Calibri"/>
        <w:color w:val="212121"/>
        <w:sz w:val="14"/>
        <w:szCs w:val="14"/>
      </w:rPr>
      <w:br/>
    </w:r>
    <w:r w:rsidRPr="00057AC1">
      <w:rPr>
        <w:rFonts w:ascii="Calibri" w:hAnsi="Calibri" w:cs="Calibri"/>
        <w:color w:val="212121"/>
        <w:sz w:val="14"/>
        <w:szCs w:val="14"/>
      </w:rPr>
      <w:t xml:space="preserve">prohibited. This document may be altered for </w:t>
    </w:r>
    <w:r w:rsidR="008368A3">
      <w:rPr>
        <w:rFonts w:ascii="Calibri" w:hAnsi="Calibri" w:cs="Calibri"/>
        <w:color w:val="212121"/>
        <w:sz w:val="14"/>
        <w:szCs w:val="14"/>
      </w:rPr>
      <w:t>church</w:t>
    </w:r>
    <w:r w:rsidRPr="00057AC1">
      <w:rPr>
        <w:rFonts w:ascii="Calibri" w:hAnsi="Calibri" w:cs="Calibri"/>
        <w:color w:val="212121"/>
        <w:sz w:val="14"/>
        <w:szCs w:val="14"/>
      </w:rPr>
      <w:t xml:space="preserve"> use, but such alterations</w:t>
    </w:r>
    <w:r w:rsidR="008368A3">
      <w:rPr>
        <w:rFonts w:ascii="Calibri" w:hAnsi="Calibri" w:cs="Calibri"/>
        <w:color w:val="212121"/>
        <w:sz w:val="14"/>
        <w:szCs w:val="14"/>
      </w:rPr>
      <w:t xml:space="preserve"> may</w:t>
    </w:r>
    <w:r w:rsidRPr="00057AC1">
      <w:rPr>
        <w:rFonts w:ascii="Calibri" w:hAnsi="Calibri" w:cs="Calibri"/>
        <w:color w:val="212121"/>
        <w:sz w:val="14"/>
        <w:szCs w:val="14"/>
      </w:rPr>
      <w:t xml:space="preserve"> not reflect the </w:t>
    </w:r>
    <w:r w:rsidR="008368A3">
      <w:rPr>
        <w:rFonts w:ascii="Calibri" w:hAnsi="Calibri" w:cs="Calibri"/>
        <w:color w:val="212121"/>
        <w:sz w:val="14"/>
        <w:szCs w:val="14"/>
      </w:rPr>
      <w:t>doctrines</w:t>
    </w:r>
    <w:r w:rsidRPr="00057AC1">
      <w:rPr>
        <w:rFonts w:ascii="Calibri" w:hAnsi="Calibri" w:cs="Calibri"/>
        <w:color w:val="212121"/>
        <w:sz w:val="14"/>
        <w:szCs w:val="14"/>
      </w:rPr>
      <w:t xml:space="preserve"> or beliefs of the copyright holder.</w:t>
    </w:r>
  </w:p>
  <w:p w14:paraId="15BE00BA" w14:textId="77777777" w:rsidR="00B15E37" w:rsidRPr="003B2606" w:rsidRDefault="00B15E37" w:rsidP="003B26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A540F" w14:textId="77777777" w:rsidR="008368A3" w:rsidRDefault="008368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3F8E4" w14:textId="77777777" w:rsidR="006C452F" w:rsidRDefault="006C452F">
      <w:r>
        <w:separator/>
      </w:r>
    </w:p>
  </w:footnote>
  <w:footnote w:type="continuationSeparator" w:id="0">
    <w:p w14:paraId="0063D6D0" w14:textId="77777777" w:rsidR="006C452F" w:rsidRDefault="006C452F">
      <w:r>
        <w:continuationSeparator/>
      </w:r>
    </w:p>
  </w:footnote>
  <w:footnote w:type="continuationNotice" w:id="1">
    <w:p w14:paraId="2B8D4DE4" w14:textId="77777777" w:rsidR="006C452F" w:rsidRDefault="006C452F"/>
  </w:footnote>
  <w:footnote w:id="2">
    <w:p w14:paraId="663FEF54" w14:textId="77777777" w:rsidR="006B4A20" w:rsidRPr="00C14C77" w:rsidRDefault="006B4A20" w:rsidP="006B4A20">
      <w:pPr>
        <w:pStyle w:val="EndnoteText"/>
        <w:rPr>
          <w:rFonts w:ascii="Cambria" w:hAnsi="Cambria"/>
          <w:b/>
          <w:bCs/>
          <w:color w:val="FF0000"/>
          <w:u w:color="833C0B"/>
        </w:rPr>
      </w:pPr>
      <w:r>
        <w:rPr>
          <w:rStyle w:val="EndnoteReference"/>
        </w:rPr>
        <w:footnoteRef/>
      </w:r>
      <w:r>
        <w:t xml:space="preserve"> </w:t>
      </w:r>
      <w:r w:rsidRPr="00CE662C">
        <w:rPr>
          <w:rFonts w:ascii="Cambria" w:hAnsi="Cambria"/>
          <w:u w:color="833C0B"/>
        </w:rPr>
        <w:t xml:space="preserve">To read the full, official version of the </w:t>
      </w:r>
      <w:r w:rsidRPr="00CE662C">
        <w:rPr>
          <w:rFonts w:ascii="Cambria" w:hAnsi="Cambria"/>
          <w:i/>
          <w:iCs/>
          <w:u w:color="833C0B"/>
        </w:rPr>
        <w:t>Statement of Fundamental Truths</w:t>
      </w:r>
      <w:r w:rsidRPr="00CE662C">
        <w:rPr>
          <w:rFonts w:ascii="Cambria" w:hAnsi="Cambria"/>
          <w:u w:color="833C0B"/>
        </w:rPr>
        <w:t xml:space="preserve">, visit </w:t>
      </w:r>
      <w:hyperlink r:id="rId1" w:history="1">
        <w:r w:rsidRPr="00CE662C">
          <w:rPr>
            <w:rStyle w:val="Hyperlink"/>
            <w:rFonts w:ascii="Cambria" w:hAnsi="Cambria"/>
          </w:rPr>
          <w:t>ag.org/beliefs/statement-of-fundamental-truths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3E41D" w14:textId="77777777" w:rsidR="008368A3" w:rsidRDefault="008368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86F68" w14:textId="72AB1AFD" w:rsidR="00685345" w:rsidRPr="00961640" w:rsidRDefault="00961640">
    <w:pPr>
      <w:pStyle w:val="Header"/>
      <w:tabs>
        <w:tab w:val="clear" w:pos="9360"/>
        <w:tab w:val="right" w:pos="8620"/>
      </w:tabs>
      <w:rPr>
        <w:rFonts w:asciiTheme="minorHAnsi" w:hAnsiTheme="minorHAnsi" w:cstheme="minorHAnsi"/>
      </w:rPr>
    </w:pPr>
    <w:r w:rsidRPr="00961640">
      <w:rPr>
        <w:rFonts w:asciiTheme="minorHAnsi" w:hAnsiTheme="minorHAnsi" w:cstheme="minorHAnsi"/>
        <w:b/>
        <w:bCs/>
      </w:rPr>
      <w:t>Foundations for Faith</w:t>
    </w:r>
    <w:r w:rsidR="00332A10" w:rsidRPr="00961640">
      <w:rPr>
        <w:rFonts w:asciiTheme="minorHAnsi" w:hAnsiTheme="minorHAnsi" w:cstheme="minorHAnsi"/>
      </w:rPr>
      <w:tab/>
    </w:r>
    <w:r w:rsidR="00C817D5" w:rsidRPr="00961640">
      <w:rPr>
        <w:rFonts w:asciiTheme="minorHAnsi" w:hAnsiTheme="minorHAnsi" w:cstheme="minorHAnsi"/>
      </w:rPr>
      <w:t xml:space="preserve">       </w:t>
    </w:r>
    <w:r>
      <w:rPr>
        <w:rFonts w:asciiTheme="minorHAnsi" w:hAnsiTheme="minorHAnsi" w:cstheme="minorHAnsi"/>
      </w:rPr>
      <w:t xml:space="preserve">            </w:t>
    </w:r>
    <w:r w:rsidR="00C817D5" w:rsidRPr="00961640">
      <w:rPr>
        <w:rFonts w:asciiTheme="minorHAnsi" w:hAnsiTheme="minorHAnsi" w:cstheme="minorHAnsi"/>
      </w:rPr>
      <w:t xml:space="preserve">  </w:t>
    </w:r>
    <w:r w:rsidR="00332A10" w:rsidRPr="00961640">
      <w:rPr>
        <w:rFonts w:asciiTheme="minorHAnsi" w:hAnsiTheme="minorHAnsi" w:cstheme="minorHAnsi"/>
      </w:rPr>
      <w:tab/>
    </w:r>
    <w:r w:rsidR="00332A10" w:rsidRPr="00961640">
      <w:rPr>
        <w:rFonts w:asciiTheme="minorHAnsi" w:hAnsiTheme="minorHAnsi" w:cstheme="minorHAnsi"/>
        <w:b/>
        <w:bCs/>
      </w:rPr>
      <w:t>The Scriptures Inspired | Session 1</w:t>
    </w:r>
    <w:r w:rsidR="00332A10" w:rsidRPr="00961640">
      <w:rPr>
        <w:rFonts w:asciiTheme="minorHAnsi" w:hAnsiTheme="minorHAnsi" w:cstheme="minorHAnsi"/>
        <w:b/>
        <w:bC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CB752" w14:textId="77777777" w:rsidR="00C817D5" w:rsidRDefault="00C817D5">
    <w:pPr>
      <w:pStyle w:val="Header"/>
    </w:pPr>
  </w:p>
  <w:p w14:paraId="1511B5B5" w14:textId="77777777" w:rsidR="00AE1C0D" w:rsidRDefault="00AE1C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D063A"/>
    <w:multiLevelType w:val="hybridMultilevel"/>
    <w:tmpl w:val="CE1EC8C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EB4163"/>
    <w:multiLevelType w:val="hybridMultilevel"/>
    <w:tmpl w:val="F984E3C6"/>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04E62126"/>
    <w:multiLevelType w:val="hybridMultilevel"/>
    <w:tmpl w:val="D570D28E"/>
    <w:styleLink w:val="ImportedStyle80"/>
    <w:lvl w:ilvl="0" w:tplc="2FD43FE6">
      <w:start w:val="1"/>
      <w:numFmt w:val="bullet"/>
      <w:lvlText w:val="·"/>
      <w:lvlJc w:val="left"/>
      <w:pPr>
        <w:ind w:left="72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1E4A28E">
      <w:start w:val="1"/>
      <w:numFmt w:val="bullet"/>
      <w:lvlText w:val="o"/>
      <w:lvlJc w:val="left"/>
      <w:pPr>
        <w:ind w:left="72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95C8F60">
      <w:start w:val="1"/>
      <w:numFmt w:val="bullet"/>
      <w:lvlText w:val="▪"/>
      <w:lvlJc w:val="left"/>
      <w:pPr>
        <w:ind w:left="14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2EEDACC">
      <w:start w:val="1"/>
      <w:numFmt w:val="bullet"/>
      <w:lvlText w:val="·"/>
      <w:lvlJc w:val="left"/>
      <w:pPr>
        <w:ind w:left="216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D0858DA">
      <w:start w:val="1"/>
      <w:numFmt w:val="bullet"/>
      <w:lvlText w:val="o"/>
      <w:lvlJc w:val="left"/>
      <w:pPr>
        <w:ind w:left="288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30EA19E">
      <w:start w:val="1"/>
      <w:numFmt w:val="bullet"/>
      <w:lvlText w:val="▪"/>
      <w:lvlJc w:val="left"/>
      <w:pPr>
        <w:ind w:left="360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D02961C">
      <w:start w:val="1"/>
      <w:numFmt w:val="bullet"/>
      <w:lvlText w:val="·"/>
      <w:lvlJc w:val="left"/>
      <w:pPr>
        <w:ind w:left="432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9E0E810">
      <w:start w:val="1"/>
      <w:numFmt w:val="bullet"/>
      <w:lvlText w:val="o"/>
      <w:lvlJc w:val="left"/>
      <w:pPr>
        <w:ind w:left="50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5D41658">
      <w:start w:val="1"/>
      <w:numFmt w:val="bullet"/>
      <w:lvlText w:val="▪"/>
      <w:lvlJc w:val="left"/>
      <w:pPr>
        <w:ind w:left="576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7F91C37"/>
    <w:multiLevelType w:val="hybridMultilevel"/>
    <w:tmpl w:val="62502F5C"/>
    <w:numStyleLink w:val="ImportedStyle31"/>
  </w:abstractNum>
  <w:abstractNum w:abstractNumId="4" w15:restartNumberingAfterBreak="0">
    <w:nsid w:val="09287458"/>
    <w:multiLevelType w:val="hybridMultilevel"/>
    <w:tmpl w:val="65D03BFC"/>
    <w:styleLink w:val="ImportedStyle11"/>
    <w:lvl w:ilvl="0" w:tplc="A120F5D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E25A498C">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EA82124A">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F822B4A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A9DAB3A0">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723E50CA">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D036588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173CDE8A">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F22639C6">
      <w:start w:val="1"/>
      <w:numFmt w:val="bullet"/>
      <w:lvlText w:val="·"/>
      <w:lvlJc w:val="left"/>
      <w:pPr>
        <w:ind w:left="64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5" w15:restartNumberingAfterBreak="0">
    <w:nsid w:val="09D02F4E"/>
    <w:multiLevelType w:val="hybridMultilevel"/>
    <w:tmpl w:val="E9B45598"/>
    <w:styleLink w:val="ImportedStyle6"/>
    <w:lvl w:ilvl="0" w:tplc="0F00DE7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3820E2A">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69EE20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BB6C18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942BF0E">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3CABF7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0C1C2E">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20844F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EB4059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A31300E"/>
    <w:multiLevelType w:val="hybridMultilevel"/>
    <w:tmpl w:val="AAF2844E"/>
    <w:numStyleLink w:val="ImportedStyle60"/>
  </w:abstractNum>
  <w:abstractNum w:abstractNumId="7" w15:restartNumberingAfterBreak="0">
    <w:nsid w:val="0B2069D0"/>
    <w:multiLevelType w:val="hybridMultilevel"/>
    <w:tmpl w:val="62502F5C"/>
    <w:styleLink w:val="ImportedStyle31"/>
    <w:lvl w:ilvl="0" w:tplc="266A0D5E">
      <w:start w:val="1"/>
      <w:numFmt w:val="bullet"/>
      <w:lvlText w:val="o"/>
      <w:lvlJc w:val="left"/>
      <w:pPr>
        <w:ind w:left="117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46FC9564">
      <w:start w:val="1"/>
      <w:numFmt w:val="bullet"/>
      <w:lvlText w:val="o"/>
      <w:lvlJc w:val="left"/>
      <w:pPr>
        <w:ind w:left="189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B7DC1E18">
      <w:start w:val="1"/>
      <w:numFmt w:val="bullet"/>
      <w:lvlText w:val="▪"/>
      <w:lvlJc w:val="left"/>
      <w:pPr>
        <w:ind w:left="261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CC8E1958">
      <w:start w:val="1"/>
      <w:numFmt w:val="bullet"/>
      <w:lvlText w:val="•"/>
      <w:lvlJc w:val="left"/>
      <w:pPr>
        <w:ind w:left="333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C17099B4">
      <w:start w:val="1"/>
      <w:numFmt w:val="bullet"/>
      <w:lvlText w:val="o"/>
      <w:lvlJc w:val="left"/>
      <w:pPr>
        <w:ind w:left="405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23A8522C">
      <w:start w:val="1"/>
      <w:numFmt w:val="bullet"/>
      <w:lvlText w:val="▪"/>
      <w:lvlJc w:val="left"/>
      <w:pPr>
        <w:ind w:left="477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F8383986">
      <w:start w:val="1"/>
      <w:numFmt w:val="bullet"/>
      <w:lvlText w:val="•"/>
      <w:lvlJc w:val="left"/>
      <w:pPr>
        <w:ind w:left="549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5BFAF208">
      <w:start w:val="1"/>
      <w:numFmt w:val="bullet"/>
      <w:lvlText w:val="o"/>
      <w:lvlJc w:val="left"/>
      <w:pPr>
        <w:ind w:left="621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C0504298">
      <w:start w:val="1"/>
      <w:numFmt w:val="bullet"/>
      <w:lvlText w:val="▪"/>
      <w:lvlJc w:val="left"/>
      <w:pPr>
        <w:ind w:left="693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B9D3026"/>
    <w:multiLevelType w:val="hybridMultilevel"/>
    <w:tmpl w:val="AAF2844E"/>
    <w:styleLink w:val="ImportedStyle60"/>
    <w:lvl w:ilvl="0" w:tplc="151052B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CA4DAF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C04D60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07484E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E12223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88C5C8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8A8B31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CDC90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660446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283554F"/>
    <w:multiLevelType w:val="hybridMultilevel"/>
    <w:tmpl w:val="6F86FEBE"/>
    <w:numStyleLink w:val="ImportedStyle40"/>
  </w:abstractNum>
  <w:abstractNum w:abstractNumId="10" w15:restartNumberingAfterBreak="0">
    <w:nsid w:val="14EF5102"/>
    <w:multiLevelType w:val="hybridMultilevel"/>
    <w:tmpl w:val="F45633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6DC2CA4"/>
    <w:multiLevelType w:val="hybridMultilevel"/>
    <w:tmpl w:val="835E0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CC3446"/>
    <w:multiLevelType w:val="hybridMultilevel"/>
    <w:tmpl w:val="E6A01608"/>
    <w:numStyleLink w:val="ImportedStyle50"/>
  </w:abstractNum>
  <w:abstractNum w:abstractNumId="13" w15:restartNumberingAfterBreak="0">
    <w:nsid w:val="17FD6DFE"/>
    <w:multiLevelType w:val="hybridMultilevel"/>
    <w:tmpl w:val="FF5AAF58"/>
    <w:styleLink w:val="ImportedStyle81"/>
    <w:lvl w:ilvl="0" w:tplc="68645A5E">
      <w:start w:val="1"/>
      <w:numFmt w:val="bullet"/>
      <w:lvlText w:val="·"/>
      <w:lvlJc w:val="left"/>
      <w:pPr>
        <w:ind w:left="54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796E340">
      <w:start w:val="1"/>
      <w:numFmt w:val="bullet"/>
      <w:lvlText w:val="o"/>
      <w:lvlJc w:val="left"/>
      <w:pPr>
        <w:ind w:left="126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3745CA8">
      <w:start w:val="1"/>
      <w:numFmt w:val="bullet"/>
      <w:lvlText w:val="▪"/>
      <w:lvlJc w:val="left"/>
      <w:pPr>
        <w:ind w:left="19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390818E">
      <w:start w:val="1"/>
      <w:numFmt w:val="bullet"/>
      <w:lvlText w:val="·"/>
      <w:lvlJc w:val="left"/>
      <w:pPr>
        <w:ind w:left="270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C9C1022">
      <w:start w:val="1"/>
      <w:numFmt w:val="bullet"/>
      <w:lvlText w:val="o"/>
      <w:lvlJc w:val="left"/>
      <w:pPr>
        <w:ind w:left="342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EFA6B78">
      <w:start w:val="1"/>
      <w:numFmt w:val="bullet"/>
      <w:lvlText w:val="▪"/>
      <w:lvlJc w:val="left"/>
      <w:pPr>
        <w:ind w:left="414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8B44E18">
      <w:start w:val="1"/>
      <w:numFmt w:val="bullet"/>
      <w:lvlText w:val="·"/>
      <w:lvlJc w:val="left"/>
      <w:pPr>
        <w:ind w:left="486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110BC66">
      <w:start w:val="1"/>
      <w:numFmt w:val="bullet"/>
      <w:lvlText w:val="o"/>
      <w:lvlJc w:val="left"/>
      <w:pPr>
        <w:ind w:left="55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FAA5694">
      <w:start w:val="1"/>
      <w:numFmt w:val="bullet"/>
      <w:lvlText w:val="▪"/>
      <w:lvlJc w:val="left"/>
      <w:pPr>
        <w:ind w:left="630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9F20505"/>
    <w:multiLevelType w:val="hybridMultilevel"/>
    <w:tmpl w:val="8332802A"/>
    <w:styleLink w:val="ImportedStyle70"/>
    <w:lvl w:ilvl="0" w:tplc="54AA5C1A">
      <w:start w:val="1"/>
      <w:numFmt w:val="bullet"/>
      <w:lvlText w:val="·"/>
      <w:lvlJc w:val="left"/>
      <w:pPr>
        <w:ind w:left="76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150E588">
      <w:start w:val="1"/>
      <w:numFmt w:val="bullet"/>
      <w:lvlText w:val="o"/>
      <w:lvlJc w:val="left"/>
      <w:pPr>
        <w:ind w:left="148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80623AC">
      <w:start w:val="1"/>
      <w:numFmt w:val="bullet"/>
      <w:lvlText w:val="▪"/>
      <w:lvlJc w:val="left"/>
      <w:pPr>
        <w:ind w:left="220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876DFBA">
      <w:start w:val="1"/>
      <w:numFmt w:val="bullet"/>
      <w:lvlText w:val="·"/>
      <w:lvlJc w:val="left"/>
      <w:pPr>
        <w:ind w:left="29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6AAEEF2">
      <w:start w:val="1"/>
      <w:numFmt w:val="bullet"/>
      <w:lvlText w:val="o"/>
      <w:lvlJc w:val="left"/>
      <w:pPr>
        <w:ind w:left="364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7FA3E48">
      <w:start w:val="1"/>
      <w:numFmt w:val="bullet"/>
      <w:lvlText w:val="▪"/>
      <w:lvlJc w:val="left"/>
      <w:pPr>
        <w:ind w:left="436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3901ABE">
      <w:start w:val="1"/>
      <w:numFmt w:val="bullet"/>
      <w:lvlText w:val="·"/>
      <w:lvlJc w:val="left"/>
      <w:pPr>
        <w:ind w:left="508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A94EE32">
      <w:start w:val="1"/>
      <w:numFmt w:val="bullet"/>
      <w:lvlText w:val="o"/>
      <w:lvlJc w:val="left"/>
      <w:pPr>
        <w:ind w:left="580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628F94A">
      <w:start w:val="1"/>
      <w:numFmt w:val="bullet"/>
      <w:lvlText w:val="▪"/>
      <w:lvlJc w:val="left"/>
      <w:pPr>
        <w:ind w:left="652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AE03D8D"/>
    <w:multiLevelType w:val="hybridMultilevel"/>
    <w:tmpl w:val="20A0DF3E"/>
    <w:styleLink w:val="ImportedStyle61"/>
    <w:lvl w:ilvl="0" w:tplc="DA9645D4">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552AA5AA">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F0D6C3B6">
      <w:start w:val="1"/>
      <w:numFmt w:val="lowerRoman"/>
      <w:lvlText w:val="%3."/>
      <w:lvlJc w:val="left"/>
      <w:pPr>
        <w:ind w:left="1800" w:hanging="322"/>
      </w:pPr>
      <w:rPr>
        <w:rFonts w:hAnsi="Arial Unicode MS"/>
        <w:b/>
        <w:bCs/>
        <w:caps w:val="0"/>
        <w:smallCaps w:val="0"/>
        <w:strike w:val="0"/>
        <w:dstrike w:val="0"/>
        <w:outline w:val="0"/>
        <w:emboss w:val="0"/>
        <w:imprint w:val="0"/>
        <w:spacing w:val="0"/>
        <w:w w:val="100"/>
        <w:kern w:val="0"/>
        <w:position w:val="0"/>
        <w:highlight w:val="none"/>
        <w:vertAlign w:val="baseline"/>
      </w:rPr>
    </w:lvl>
    <w:lvl w:ilvl="3" w:tplc="D130A24A">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938E3FFC">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0EAE7C8C">
      <w:start w:val="1"/>
      <w:numFmt w:val="lowerRoman"/>
      <w:lvlText w:val="%6."/>
      <w:lvlJc w:val="left"/>
      <w:pPr>
        <w:ind w:left="3960" w:hanging="322"/>
      </w:pPr>
      <w:rPr>
        <w:rFonts w:hAnsi="Arial Unicode MS"/>
        <w:b/>
        <w:bCs/>
        <w:caps w:val="0"/>
        <w:smallCaps w:val="0"/>
        <w:strike w:val="0"/>
        <w:dstrike w:val="0"/>
        <w:outline w:val="0"/>
        <w:emboss w:val="0"/>
        <w:imprint w:val="0"/>
        <w:spacing w:val="0"/>
        <w:w w:val="100"/>
        <w:kern w:val="0"/>
        <w:position w:val="0"/>
        <w:highlight w:val="none"/>
        <w:vertAlign w:val="baseline"/>
      </w:rPr>
    </w:lvl>
    <w:lvl w:ilvl="6" w:tplc="7136C530">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6C76488C">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9E4EAF10">
      <w:start w:val="1"/>
      <w:numFmt w:val="lowerRoman"/>
      <w:lvlText w:val="%9."/>
      <w:lvlJc w:val="left"/>
      <w:pPr>
        <w:ind w:left="6120" w:hanging="32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B072385"/>
    <w:multiLevelType w:val="hybridMultilevel"/>
    <w:tmpl w:val="A3C8C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DA5D67"/>
    <w:multiLevelType w:val="hybridMultilevel"/>
    <w:tmpl w:val="34D6508E"/>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81618E7"/>
    <w:multiLevelType w:val="hybridMultilevel"/>
    <w:tmpl w:val="2F762FD2"/>
    <w:styleLink w:val="ImportedStyle800"/>
    <w:lvl w:ilvl="0" w:tplc="12500BF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DECE74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B16EC5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8503C0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FEAE02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A8E4E0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0C4305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33092A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97C40B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89C2EE6"/>
    <w:multiLevelType w:val="hybridMultilevel"/>
    <w:tmpl w:val="E514CA16"/>
    <w:styleLink w:val="ImportedStyle9"/>
    <w:lvl w:ilvl="0" w:tplc="522AADC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2C6A4F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EA8946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05285E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DFE144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8A8F99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A42AB3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F2FF5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6FA0FA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B8704BE"/>
    <w:multiLevelType w:val="hybridMultilevel"/>
    <w:tmpl w:val="44B06468"/>
    <w:styleLink w:val="ImportedStyle41"/>
    <w:lvl w:ilvl="0" w:tplc="4C163B92">
      <w:start w:val="1"/>
      <w:numFmt w:val="bullet"/>
      <w:lvlText w:val="·"/>
      <w:lvlJc w:val="left"/>
      <w:pPr>
        <w:tabs>
          <w:tab w:val="num" w:pos="720"/>
        </w:tabs>
        <w:ind w:left="3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AA84308">
      <w:start w:val="1"/>
      <w:numFmt w:val="bullet"/>
      <w:lvlText w:val="o"/>
      <w:lvlJc w:val="left"/>
      <w:pPr>
        <w:tabs>
          <w:tab w:val="left" w:pos="720"/>
          <w:tab w:val="num" w:pos="1080"/>
        </w:tabs>
        <w:ind w:left="72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A48A578">
      <w:start w:val="1"/>
      <w:numFmt w:val="bullet"/>
      <w:lvlText w:val="▪"/>
      <w:lvlJc w:val="left"/>
      <w:pPr>
        <w:tabs>
          <w:tab w:val="left" w:pos="720"/>
          <w:tab w:val="num" w:pos="1800"/>
        </w:tabs>
        <w:ind w:left="14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928C246">
      <w:start w:val="1"/>
      <w:numFmt w:val="bullet"/>
      <w:lvlText w:val="·"/>
      <w:lvlJc w:val="left"/>
      <w:pPr>
        <w:tabs>
          <w:tab w:val="left" w:pos="720"/>
          <w:tab w:val="num" w:pos="2520"/>
        </w:tabs>
        <w:ind w:left="21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148F284">
      <w:start w:val="1"/>
      <w:numFmt w:val="bullet"/>
      <w:lvlText w:val="o"/>
      <w:lvlJc w:val="left"/>
      <w:pPr>
        <w:tabs>
          <w:tab w:val="left" w:pos="720"/>
          <w:tab w:val="num" w:pos="3240"/>
        </w:tabs>
        <w:ind w:left="288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1F0E862">
      <w:start w:val="1"/>
      <w:numFmt w:val="bullet"/>
      <w:lvlText w:val="▪"/>
      <w:lvlJc w:val="left"/>
      <w:pPr>
        <w:tabs>
          <w:tab w:val="left" w:pos="720"/>
          <w:tab w:val="num" w:pos="3960"/>
        </w:tabs>
        <w:ind w:left="360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2C605A8">
      <w:start w:val="1"/>
      <w:numFmt w:val="bullet"/>
      <w:lvlText w:val="·"/>
      <w:lvlJc w:val="left"/>
      <w:pPr>
        <w:tabs>
          <w:tab w:val="left" w:pos="720"/>
          <w:tab w:val="num" w:pos="4680"/>
        </w:tabs>
        <w:ind w:left="432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DA8E0C8">
      <w:start w:val="1"/>
      <w:numFmt w:val="bullet"/>
      <w:lvlText w:val="o"/>
      <w:lvlJc w:val="left"/>
      <w:pPr>
        <w:tabs>
          <w:tab w:val="left" w:pos="720"/>
          <w:tab w:val="num" w:pos="5400"/>
        </w:tabs>
        <w:ind w:left="50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F65F06">
      <w:start w:val="1"/>
      <w:numFmt w:val="bullet"/>
      <w:lvlText w:val="▪"/>
      <w:lvlJc w:val="left"/>
      <w:pPr>
        <w:tabs>
          <w:tab w:val="left" w:pos="720"/>
          <w:tab w:val="num" w:pos="6120"/>
        </w:tabs>
        <w:ind w:left="576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CDF1014"/>
    <w:multiLevelType w:val="hybridMultilevel"/>
    <w:tmpl w:val="111808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D501E76"/>
    <w:multiLevelType w:val="hybridMultilevel"/>
    <w:tmpl w:val="F4D425E4"/>
    <w:lvl w:ilvl="0" w:tplc="04090001">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0A698C"/>
    <w:multiLevelType w:val="hybridMultilevel"/>
    <w:tmpl w:val="D0E8E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533305"/>
    <w:multiLevelType w:val="hybridMultilevel"/>
    <w:tmpl w:val="2FC2A8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16D5F19"/>
    <w:multiLevelType w:val="hybridMultilevel"/>
    <w:tmpl w:val="FD8222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4973748"/>
    <w:multiLevelType w:val="hybridMultilevel"/>
    <w:tmpl w:val="6BF2AD8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7" w15:restartNumberingAfterBreak="0">
    <w:nsid w:val="383B6605"/>
    <w:multiLevelType w:val="hybridMultilevel"/>
    <w:tmpl w:val="3152A6C4"/>
    <w:styleLink w:val="ImportedStyle13"/>
    <w:lvl w:ilvl="0" w:tplc="29608C4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FDAE55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DF88A4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34473B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F3C7D7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2440BE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DCA50E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AC8132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27881B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38637AEE"/>
    <w:multiLevelType w:val="hybridMultilevel"/>
    <w:tmpl w:val="9F32DCA0"/>
    <w:styleLink w:val="ImportedStyle600"/>
    <w:lvl w:ilvl="0" w:tplc="71F429C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3EA785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522DB7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1786B9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C5687F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2AC167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0A6B61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A7C7FD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B229B0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391E0295"/>
    <w:multiLevelType w:val="hybridMultilevel"/>
    <w:tmpl w:val="9342D34C"/>
    <w:styleLink w:val="ImportedStyle16"/>
    <w:lvl w:ilvl="0" w:tplc="9A7ACB3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D3625E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532FAF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72E363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ACE43D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EDA075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3AAB44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67A8B3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91CDA2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3B887D7B"/>
    <w:multiLevelType w:val="hybridMultilevel"/>
    <w:tmpl w:val="62745386"/>
    <w:styleLink w:val="ImportedStyle20"/>
    <w:lvl w:ilvl="0" w:tplc="B628B90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316C9E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C7408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B6EB5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0E677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3C492C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2B6000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6AE00F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BD0463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3E29730E"/>
    <w:multiLevelType w:val="hybridMultilevel"/>
    <w:tmpl w:val="658AF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122324"/>
    <w:multiLevelType w:val="hybridMultilevel"/>
    <w:tmpl w:val="CC4AB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14F4058"/>
    <w:multiLevelType w:val="hybridMultilevel"/>
    <w:tmpl w:val="17D6EB3C"/>
    <w:numStyleLink w:val="ImportedStyle100"/>
  </w:abstractNum>
  <w:abstractNum w:abstractNumId="34" w15:restartNumberingAfterBreak="0">
    <w:nsid w:val="468E7670"/>
    <w:multiLevelType w:val="hybridMultilevel"/>
    <w:tmpl w:val="E1D06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6C54561"/>
    <w:multiLevelType w:val="hybridMultilevel"/>
    <w:tmpl w:val="AC4A0E82"/>
    <w:styleLink w:val="ImportedStyle30"/>
    <w:lvl w:ilvl="0" w:tplc="06CAE71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0FCF94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AB4CF1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3CAF3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976B3E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9FECB2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D96FC1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94666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37489C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47210F67"/>
    <w:multiLevelType w:val="hybridMultilevel"/>
    <w:tmpl w:val="D7161A0E"/>
    <w:lvl w:ilvl="0" w:tplc="AF6E9AFC">
      <w:start w:val="1"/>
      <w:numFmt w:val="non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94C3847"/>
    <w:multiLevelType w:val="hybridMultilevel"/>
    <w:tmpl w:val="9750875C"/>
    <w:styleLink w:val="ImportedStyle8"/>
    <w:lvl w:ilvl="0" w:tplc="3516EC84">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05AA5F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582F5C8">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00482B0">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16E9392">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A89A2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021CD0">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17CFE68">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E96A9BA">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A903EEA"/>
    <w:multiLevelType w:val="hybridMultilevel"/>
    <w:tmpl w:val="C7AE0A96"/>
    <w:styleLink w:val="ImportedStyle51"/>
    <w:lvl w:ilvl="0" w:tplc="78689736">
      <w:start w:val="1"/>
      <w:numFmt w:val="bullet"/>
      <w:lvlText w:val="·"/>
      <w:lvlJc w:val="left"/>
      <w:pPr>
        <w:ind w:left="54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6A6202C">
      <w:start w:val="1"/>
      <w:numFmt w:val="bullet"/>
      <w:lvlText w:val="o"/>
      <w:lvlJc w:val="left"/>
      <w:pPr>
        <w:ind w:left="126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6F68D58">
      <w:start w:val="1"/>
      <w:numFmt w:val="bullet"/>
      <w:lvlText w:val="▪"/>
      <w:lvlJc w:val="left"/>
      <w:pPr>
        <w:ind w:left="19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59EE29A">
      <w:start w:val="1"/>
      <w:numFmt w:val="bullet"/>
      <w:lvlText w:val="·"/>
      <w:lvlJc w:val="left"/>
      <w:pPr>
        <w:ind w:left="270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D125C52">
      <w:start w:val="1"/>
      <w:numFmt w:val="bullet"/>
      <w:lvlText w:val="o"/>
      <w:lvlJc w:val="left"/>
      <w:pPr>
        <w:ind w:left="342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9BEC1B2">
      <w:start w:val="1"/>
      <w:numFmt w:val="bullet"/>
      <w:lvlText w:val="▪"/>
      <w:lvlJc w:val="left"/>
      <w:pPr>
        <w:ind w:left="414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D8E932">
      <w:start w:val="1"/>
      <w:numFmt w:val="bullet"/>
      <w:lvlText w:val="·"/>
      <w:lvlJc w:val="left"/>
      <w:pPr>
        <w:ind w:left="486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7643012">
      <w:start w:val="1"/>
      <w:numFmt w:val="bullet"/>
      <w:lvlText w:val="o"/>
      <w:lvlJc w:val="left"/>
      <w:pPr>
        <w:ind w:left="55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C5AD18E">
      <w:start w:val="1"/>
      <w:numFmt w:val="bullet"/>
      <w:lvlText w:val="▪"/>
      <w:lvlJc w:val="left"/>
      <w:pPr>
        <w:ind w:left="630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4BA36509"/>
    <w:multiLevelType w:val="hybridMultilevel"/>
    <w:tmpl w:val="810AD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907BB2"/>
    <w:multiLevelType w:val="hybridMultilevel"/>
    <w:tmpl w:val="83909102"/>
    <w:styleLink w:val="ImportedStyle10"/>
    <w:lvl w:ilvl="0" w:tplc="96A843C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CA4425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F7EAA7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BAADEF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3C02BA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1D4211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B048BF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AE078F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310F2F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4E1957EB"/>
    <w:multiLevelType w:val="hybridMultilevel"/>
    <w:tmpl w:val="20C6A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E782A63"/>
    <w:multiLevelType w:val="hybridMultilevel"/>
    <w:tmpl w:val="B36CC5B2"/>
    <w:styleLink w:val="ImportedStyle4"/>
    <w:lvl w:ilvl="0" w:tplc="DEA04198">
      <w:start w:val="1"/>
      <w:numFmt w:val="bullet"/>
      <w:lvlText w:val="·"/>
      <w:lvlJc w:val="left"/>
      <w:pPr>
        <w:tabs>
          <w:tab w:val="num" w:pos="720"/>
        </w:tabs>
        <w:ind w:left="3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01256D4">
      <w:start w:val="1"/>
      <w:numFmt w:val="bullet"/>
      <w:lvlText w:val="o"/>
      <w:lvlJc w:val="left"/>
      <w:pPr>
        <w:tabs>
          <w:tab w:val="left" w:pos="720"/>
          <w:tab w:val="num" w:pos="1080"/>
        </w:tabs>
        <w:ind w:left="72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764E40A">
      <w:start w:val="1"/>
      <w:numFmt w:val="bullet"/>
      <w:lvlText w:val="▪"/>
      <w:lvlJc w:val="left"/>
      <w:pPr>
        <w:tabs>
          <w:tab w:val="left" w:pos="720"/>
          <w:tab w:val="num" w:pos="1800"/>
        </w:tabs>
        <w:ind w:left="14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C78B424">
      <w:start w:val="1"/>
      <w:numFmt w:val="bullet"/>
      <w:lvlText w:val="·"/>
      <w:lvlJc w:val="left"/>
      <w:pPr>
        <w:tabs>
          <w:tab w:val="left" w:pos="720"/>
          <w:tab w:val="num" w:pos="2520"/>
        </w:tabs>
        <w:ind w:left="21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DDAA0AC">
      <w:start w:val="1"/>
      <w:numFmt w:val="bullet"/>
      <w:lvlText w:val="o"/>
      <w:lvlJc w:val="left"/>
      <w:pPr>
        <w:tabs>
          <w:tab w:val="left" w:pos="720"/>
          <w:tab w:val="num" w:pos="3240"/>
        </w:tabs>
        <w:ind w:left="288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38A0F3A">
      <w:start w:val="1"/>
      <w:numFmt w:val="bullet"/>
      <w:lvlText w:val="▪"/>
      <w:lvlJc w:val="left"/>
      <w:pPr>
        <w:tabs>
          <w:tab w:val="left" w:pos="720"/>
          <w:tab w:val="num" w:pos="3960"/>
        </w:tabs>
        <w:ind w:left="360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6449BA">
      <w:start w:val="1"/>
      <w:numFmt w:val="bullet"/>
      <w:lvlText w:val="·"/>
      <w:lvlJc w:val="left"/>
      <w:pPr>
        <w:tabs>
          <w:tab w:val="left" w:pos="720"/>
          <w:tab w:val="num" w:pos="4680"/>
        </w:tabs>
        <w:ind w:left="432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AC82924">
      <w:start w:val="1"/>
      <w:numFmt w:val="bullet"/>
      <w:lvlText w:val="o"/>
      <w:lvlJc w:val="left"/>
      <w:pPr>
        <w:tabs>
          <w:tab w:val="left" w:pos="720"/>
          <w:tab w:val="num" w:pos="5400"/>
        </w:tabs>
        <w:ind w:left="50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71C95A2">
      <w:start w:val="1"/>
      <w:numFmt w:val="bullet"/>
      <w:lvlText w:val="▪"/>
      <w:lvlJc w:val="left"/>
      <w:pPr>
        <w:tabs>
          <w:tab w:val="left" w:pos="720"/>
          <w:tab w:val="num" w:pos="6120"/>
        </w:tabs>
        <w:ind w:left="576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519D4A48"/>
    <w:multiLevelType w:val="hybridMultilevel"/>
    <w:tmpl w:val="BAFCCEF0"/>
    <w:styleLink w:val="ImportedStyle15"/>
    <w:lvl w:ilvl="0" w:tplc="49EEA11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7CCBCD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B6FB0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A00270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11ACBB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A0232C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FC6967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754817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C506C5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51A4461B"/>
    <w:multiLevelType w:val="hybridMultilevel"/>
    <w:tmpl w:val="8CE495D4"/>
    <w:styleLink w:val="ImportedStyle7"/>
    <w:lvl w:ilvl="0" w:tplc="521462F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77C53C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502D42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4A631E2">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AB027FA">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6287AB2">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85E2968">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60085AA">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EA21EB4">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528460E8"/>
    <w:multiLevelType w:val="hybridMultilevel"/>
    <w:tmpl w:val="B32058FA"/>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6" w15:restartNumberingAfterBreak="0">
    <w:nsid w:val="57DD7A63"/>
    <w:multiLevelType w:val="hybridMultilevel"/>
    <w:tmpl w:val="E6A01608"/>
    <w:styleLink w:val="ImportedStyle50"/>
    <w:lvl w:ilvl="0" w:tplc="74F43E3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7CED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DCE16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9CA7D4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EA24C6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424BF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5843A5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80A03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6BC897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58B85D3B"/>
    <w:multiLevelType w:val="hybridMultilevel"/>
    <w:tmpl w:val="D1D217A0"/>
    <w:styleLink w:val="ImportedStyle3"/>
    <w:lvl w:ilvl="0" w:tplc="A594C75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13626E2">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A223554">
      <w:start w:val="1"/>
      <w:numFmt w:val="bullet"/>
      <w:lvlText w:val="▪"/>
      <w:lvlJc w:val="left"/>
      <w:pPr>
        <w:ind w:left="25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50D8029C">
      <w:start w:val="1"/>
      <w:numFmt w:val="bullet"/>
      <w:lvlText w:val="•"/>
      <w:lvlJc w:val="left"/>
      <w:pPr>
        <w:ind w:left="32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71F68502">
      <w:start w:val="1"/>
      <w:numFmt w:val="bullet"/>
      <w:lvlText w:val="o"/>
      <w:lvlJc w:val="left"/>
      <w:pPr>
        <w:ind w:left="39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2FBCAF6C">
      <w:start w:val="1"/>
      <w:numFmt w:val="bullet"/>
      <w:lvlText w:val="▪"/>
      <w:lvlJc w:val="left"/>
      <w:pPr>
        <w:ind w:left="46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544A06D8">
      <w:start w:val="1"/>
      <w:numFmt w:val="bullet"/>
      <w:lvlText w:val="•"/>
      <w:lvlJc w:val="left"/>
      <w:pPr>
        <w:ind w:left="54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F738B88A">
      <w:start w:val="1"/>
      <w:numFmt w:val="bullet"/>
      <w:lvlText w:val="o"/>
      <w:lvlJc w:val="left"/>
      <w:pPr>
        <w:ind w:left="61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1600222">
      <w:start w:val="1"/>
      <w:numFmt w:val="bullet"/>
      <w:lvlText w:val="▪"/>
      <w:lvlJc w:val="left"/>
      <w:pPr>
        <w:ind w:left="68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5C25478E"/>
    <w:multiLevelType w:val="hybridMultilevel"/>
    <w:tmpl w:val="AF9A406C"/>
    <w:styleLink w:val="ImportedStyle14"/>
    <w:lvl w:ilvl="0" w:tplc="FA66B40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FD123812">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65E0E20C">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743EE8C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A0AECFD8">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39E8021A">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F6F4ACB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A3C097FA">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BF2CA134">
      <w:start w:val="1"/>
      <w:numFmt w:val="bullet"/>
      <w:lvlText w:val="·"/>
      <w:lvlJc w:val="left"/>
      <w:pPr>
        <w:ind w:left="64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49" w15:restartNumberingAfterBreak="0">
    <w:nsid w:val="5F04559C"/>
    <w:multiLevelType w:val="hybridMultilevel"/>
    <w:tmpl w:val="28C2FC26"/>
    <w:lvl w:ilvl="0" w:tplc="04090001">
      <w:start w:val="1"/>
      <w:numFmt w:val="bullet"/>
      <w:lvlText w:val=""/>
      <w:lvlJc w:val="left"/>
      <w:pPr>
        <w:ind w:left="3690" w:hanging="360"/>
      </w:pPr>
      <w:rPr>
        <w:rFonts w:ascii="Symbol" w:hAnsi="Symbol" w:hint="default"/>
      </w:rPr>
    </w:lvl>
    <w:lvl w:ilvl="1" w:tplc="04090003" w:tentative="1">
      <w:start w:val="1"/>
      <w:numFmt w:val="bullet"/>
      <w:lvlText w:val="o"/>
      <w:lvlJc w:val="left"/>
      <w:pPr>
        <w:ind w:left="4410" w:hanging="360"/>
      </w:pPr>
      <w:rPr>
        <w:rFonts w:ascii="Courier New" w:hAnsi="Courier New" w:cs="Courier New" w:hint="default"/>
      </w:rPr>
    </w:lvl>
    <w:lvl w:ilvl="2" w:tplc="04090005" w:tentative="1">
      <w:start w:val="1"/>
      <w:numFmt w:val="bullet"/>
      <w:lvlText w:val=""/>
      <w:lvlJc w:val="left"/>
      <w:pPr>
        <w:ind w:left="5130" w:hanging="360"/>
      </w:pPr>
      <w:rPr>
        <w:rFonts w:ascii="Wingdings" w:hAnsi="Wingdings" w:hint="default"/>
      </w:rPr>
    </w:lvl>
    <w:lvl w:ilvl="3" w:tplc="04090001" w:tentative="1">
      <w:start w:val="1"/>
      <w:numFmt w:val="bullet"/>
      <w:lvlText w:val=""/>
      <w:lvlJc w:val="left"/>
      <w:pPr>
        <w:ind w:left="5850" w:hanging="360"/>
      </w:pPr>
      <w:rPr>
        <w:rFonts w:ascii="Symbol" w:hAnsi="Symbol" w:hint="default"/>
      </w:rPr>
    </w:lvl>
    <w:lvl w:ilvl="4" w:tplc="04090003" w:tentative="1">
      <w:start w:val="1"/>
      <w:numFmt w:val="bullet"/>
      <w:lvlText w:val="o"/>
      <w:lvlJc w:val="left"/>
      <w:pPr>
        <w:ind w:left="6570" w:hanging="360"/>
      </w:pPr>
      <w:rPr>
        <w:rFonts w:ascii="Courier New" w:hAnsi="Courier New" w:cs="Courier New" w:hint="default"/>
      </w:rPr>
    </w:lvl>
    <w:lvl w:ilvl="5" w:tplc="04090005" w:tentative="1">
      <w:start w:val="1"/>
      <w:numFmt w:val="bullet"/>
      <w:lvlText w:val=""/>
      <w:lvlJc w:val="left"/>
      <w:pPr>
        <w:ind w:left="7290" w:hanging="360"/>
      </w:pPr>
      <w:rPr>
        <w:rFonts w:ascii="Wingdings" w:hAnsi="Wingdings" w:hint="default"/>
      </w:rPr>
    </w:lvl>
    <w:lvl w:ilvl="6" w:tplc="04090001" w:tentative="1">
      <w:start w:val="1"/>
      <w:numFmt w:val="bullet"/>
      <w:lvlText w:val=""/>
      <w:lvlJc w:val="left"/>
      <w:pPr>
        <w:ind w:left="8010" w:hanging="360"/>
      </w:pPr>
      <w:rPr>
        <w:rFonts w:ascii="Symbol" w:hAnsi="Symbol" w:hint="default"/>
      </w:rPr>
    </w:lvl>
    <w:lvl w:ilvl="7" w:tplc="04090003" w:tentative="1">
      <w:start w:val="1"/>
      <w:numFmt w:val="bullet"/>
      <w:lvlText w:val="o"/>
      <w:lvlJc w:val="left"/>
      <w:pPr>
        <w:ind w:left="8730" w:hanging="360"/>
      </w:pPr>
      <w:rPr>
        <w:rFonts w:ascii="Courier New" w:hAnsi="Courier New" w:cs="Courier New" w:hint="default"/>
      </w:rPr>
    </w:lvl>
    <w:lvl w:ilvl="8" w:tplc="04090005" w:tentative="1">
      <w:start w:val="1"/>
      <w:numFmt w:val="bullet"/>
      <w:lvlText w:val=""/>
      <w:lvlJc w:val="left"/>
      <w:pPr>
        <w:ind w:left="9450" w:hanging="360"/>
      </w:pPr>
      <w:rPr>
        <w:rFonts w:ascii="Wingdings" w:hAnsi="Wingdings" w:hint="default"/>
      </w:rPr>
    </w:lvl>
  </w:abstractNum>
  <w:abstractNum w:abstractNumId="50" w15:restartNumberingAfterBreak="0">
    <w:nsid w:val="607C330E"/>
    <w:multiLevelType w:val="hybridMultilevel"/>
    <w:tmpl w:val="DBD28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1136806"/>
    <w:multiLevelType w:val="hybridMultilevel"/>
    <w:tmpl w:val="62745386"/>
    <w:numStyleLink w:val="ImportedStyle20"/>
  </w:abstractNum>
  <w:abstractNum w:abstractNumId="52" w15:restartNumberingAfterBreak="0">
    <w:nsid w:val="613212FB"/>
    <w:multiLevelType w:val="hybridMultilevel"/>
    <w:tmpl w:val="B88E9780"/>
    <w:styleLink w:val="ImportedStyle12"/>
    <w:lvl w:ilvl="0" w:tplc="B63EE46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93ADAE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2269E7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DC6DDF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2B4E4F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FA0230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CAA650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45A5C6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41C97D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63951DE1"/>
    <w:multiLevelType w:val="hybridMultilevel"/>
    <w:tmpl w:val="D8002DEE"/>
    <w:styleLink w:val="ImportedStyle90"/>
    <w:lvl w:ilvl="0" w:tplc="4B56A35C">
      <w:start w:val="1"/>
      <w:numFmt w:val="bullet"/>
      <w:lvlText w:val="·"/>
      <w:lvlJc w:val="left"/>
      <w:pPr>
        <w:ind w:left="99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92CB0B0">
      <w:start w:val="1"/>
      <w:numFmt w:val="bullet"/>
      <w:lvlText w:val="o"/>
      <w:lvlJc w:val="left"/>
      <w:pPr>
        <w:ind w:left="17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7226050">
      <w:start w:val="1"/>
      <w:numFmt w:val="bullet"/>
      <w:lvlText w:val="▪"/>
      <w:lvlJc w:val="left"/>
      <w:pPr>
        <w:ind w:left="24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514930C">
      <w:start w:val="1"/>
      <w:numFmt w:val="bullet"/>
      <w:lvlText w:val="·"/>
      <w:lvlJc w:val="left"/>
      <w:pPr>
        <w:ind w:left="315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CD2E700">
      <w:start w:val="1"/>
      <w:numFmt w:val="bullet"/>
      <w:lvlText w:val="o"/>
      <w:lvlJc w:val="left"/>
      <w:pPr>
        <w:ind w:left="387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B46592C">
      <w:start w:val="1"/>
      <w:numFmt w:val="bullet"/>
      <w:lvlText w:val="▪"/>
      <w:lvlJc w:val="left"/>
      <w:pPr>
        <w:ind w:left="459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969F04">
      <w:start w:val="1"/>
      <w:numFmt w:val="bullet"/>
      <w:lvlText w:val="·"/>
      <w:lvlJc w:val="left"/>
      <w:pPr>
        <w:ind w:left="531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7E4E894">
      <w:start w:val="1"/>
      <w:numFmt w:val="bullet"/>
      <w:lvlText w:val="o"/>
      <w:lvlJc w:val="left"/>
      <w:pPr>
        <w:ind w:left="60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C08C8AE">
      <w:start w:val="1"/>
      <w:numFmt w:val="bullet"/>
      <w:lvlText w:val="▪"/>
      <w:lvlJc w:val="left"/>
      <w:pPr>
        <w:ind w:left="67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64AA16F4"/>
    <w:multiLevelType w:val="hybridMultilevel"/>
    <w:tmpl w:val="6FDE1D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52918DF"/>
    <w:multiLevelType w:val="hybridMultilevel"/>
    <w:tmpl w:val="A4A4AE7A"/>
    <w:styleLink w:val="ImportedStyle500"/>
    <w:lvl w:ilvl="0" w:tplc="0D4C957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14E2B2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2CAA65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806EFD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6A2FF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6DC049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068CD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A42769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F8AEDC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656528D5"/>
    <w:multiLevelType w:val="hybridMultilevel"/>
    <w:tmpl w:val="2F762FD2"/>
    <w:numStyleLink w:val="ImportedStyle800"/>
  </w:abstractNum>
  <w:abstractNum w:abstractNumId="57" w15:restartNumberingAfterBreak="0">
    <w:nsid w:val="68B2451F"/>
    <w:multiLevelType w:val="hybridMultilevel"/>
    <w:tmpl w:val="07FCA5C8"/>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68C05638"/>
    <w:multiLevelType w:val="hybridMultilevel"/>
    <w:tmpl w:val="FB745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0125D4"/>
    <w:multiLevelType w:val="hybridMultilevel"/>
    <w:tmpl w:val="E36C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B2F414F"/>
    <w:multiLevelType w:val="hybridMultilevel"/>
    <w:tmpl w:val="663C8094"/>
    <w:styleLink w:val="ImportedStyle110"/>
    <w:lvl w:ilvl="0" w:tplc="2BB4051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51C2E4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592342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308985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0444A0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28444D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570ACA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28C926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5545D2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6B4210FF"/>
    <w:multiLevelType w:val="hybridMultilevel"/>
    <w:tmpl w:val="6F86FEBE"/>
    <w:styleLink w:val="ImportedStyle40"/>
    <w:lvl w:ilvl="0" w:tplc="5B50976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DFA338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F16100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872F5E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76183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A6059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F601B4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34D0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EA6D8B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6EED4B42"/>
    <w:multiLevelType w:val="hybridMultilevel"/>
    <w:tmpl w:val="C602EA9E"/>
    <w:styleLink w:val="ImportedStyle1"/>
    <w:lvl w:ilvl="0" w:tplc="605ADA62">
      <w:start w:val="1"/>
      <w:numFmt w:val="bullet"/>
      <w:lvlText w:val="·"/>
      <w:lvlJc w:val="left"/>
      <w:pPr>
        <w:ind w:left="72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8F6C9B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BE80CF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CCE12E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9A2323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1C43D3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42A0CE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814135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8E0A7E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73014E59"/>
    <w:multiLevelType w:val="hybridMultilevel"/>
    <w:tmpl w:val="005E511E"/>
    <w:styleLink w:val="ImportedStyle2"/>
    <w:lvl w:ilvl="0" w:tplc="5FCA28E4">
      <w:start w:val="1"/>
      <w:numFmt w:val="bullet"/>
      <w:lvlText w:val="·"/>
      <w:lvlJc w:val="left"/>
      <w:pPr>
        <w:ind w:left="998" w:hanging="27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484596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7A6EBD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C8A77D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8E036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FA2D070">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9BA234A">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1542A5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648D8EC">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76100410"/>
    <w:multiLevelType w:val="hybridMultilevel"/>
    <w:tmpl w:val="EF3A4704"/>
    <w:styleLink w:val="ImportedStyle5"/>
    <w:lvl w:ilvl="0" w:tplc="DB48DEF2">
      <w:start w:val="1"/>
      <w:numFmt w:val="bullet"/>
      <w:lvlText w:val="·"/>
      <w:lvlJc w:val="left"/>
      <w:pPr>
        <w:ind w:left="81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8D298CA">
      <w:start w:val="1"/>
      <w:numFmt w:val="bullet"/>
      <w:lvlText w:val="o"/>
      <w:lvlJc w:val="left"/>
      <w:pPr>
        <w:ind w:left="15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000E80E">
      <w:start w:val="1"/>
      <w:numFmt w:val="bullet"/>
      <w:lvlText w:val="▪"/>
      <w:lvlJc w:val="left"/>
      <w:pPr>
        <w:ind w:left="22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DCEA7D0">
      <w:start w:val="1"/>
      <w:numFmt w:val="bullet"/>
      <w:lvlText w:val="·"/>
      <w:lvlJc w:val="left"/>
      <w:pPr>
        <w:ind w:left="297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A945EE6">
      <w:start w:val="1"/>
      <w:numFmt w:val="bullet"/>
      <w:lvlText w:val="o"/>
      <w:lvlJc w:val="left"/>
      <w:pPr>
        <w:ind w:left="369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FE2941A">
      <w:start w:val="1"/>
      <w:numFmt w:val="bullet"/>
      <w:lvlText w:val="▪"/>
      <w:lvlJc w:val="left"/>
      <w:pPr>
        <w:ind w:left="44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F58BFA2">
      <w:start w:val="1"/>
      <w:numFmt w:val="bullet"/>
      <w:lvlText w:val="·"/>
      <w:lvlJc w:val="left"/>
      <w:pPr>
        <w:ind w:left="513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338DBF0">
      <w:start w:val="1"/>
      <w:numFmt w:val="bullet"/>
      <w:lvlText w:val="o"/>
      <w:lvlJc w:val="left"/>
      <w:pPr>
        <w:ind w:left="58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08E316A">
      <w:start w:val="1"/>
      <w:numFmt w:val="bullet"/>
      <w:lvlText w:val="▪"/>
      <w:lvlJc w:val="left"/>
      <w:pPr>
        <w:ind w:left="657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7A957D5F"/>
    <w:multiLevelType w:val="hybridMultilevel"/>
    <w:tmpl w:val="F5AA1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BAF2BA7"/>
    <w:multiLevelType w:val="hybridMultilevel"/>
    <w:tmpl w:val="CC34A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BF244D8"/>
    <w:multiLevelType w:val="multilevel"/>
    <w:tmpl w:val="A73086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8" w15:restartNumberingAfterBreak="0">
    <w:nsid w:val="7D794E53"/>
    <w:multiLevelType w:val="hybridMultilevel"/>
    <w:tmpl w:val="17D6EB3C"/>
    <w:styleLink w:val="ImportedStyle100"/>
    <w:lvl w:ilvl="0" w:tplc="DDBC09E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9F65DC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EF0962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6C81F5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5C21D9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E808A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380652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3A2A2D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78AEF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7EB41993"/>
    <w:multiLevelType w:val="hybridMultilevel"/>
    <w:tmpl w:val="93CC97A6"/>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0" w15:restartNumberingAfterBreak="0">
    <w:nsid w:val="7F6B02A5"/>
    <w:multiLevelType w:val="hybridMultilevel"/>
    <w:tmpl w:val="466C3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4480705">
    <w:abstractNumId w:val="62"/>
  </w:num>
  <w:num w:numId="2" w16cid:durableId="410009601">
    <w:abstractNumId w:val="47"/>
  </w:num>
  <w:num w:numId="3" w16cid:durableId="1117261724">
    <w:abstractNumId w:val="63"/>
  </w:num>
  <w:num w:numId="4" w16cid:durableId="1880162988">
    <w:abstractNumId w:val="35"/>
  </w:num>
  <w:num w:numId="5" w16cid:durableId="961151572">
    <w:abstractNumId w:val="40"/>
  </w:num>
  <w:num w:numId="6" w16cid:durableId="1577939786">
    <w:abstractNumId w:val="30"/>
  </w:num>
  <w:num w:numId="7" w16cid:durableId="1763641580">
    <w:abstractNumId w:val="7"/>
  </w:num>
  <w:num w:numId="8" w16cid:durableId="1659184241">
    <w:abstractNumId w:val="3"/>
  </w:num>
  <w:num w:numId="9" w16cid:durableId="562642941">
    <w:abstractNumId w:val="42"/>
  </w:num>
  <w:num w:numId="10" w16cid:durableId="2067338219">
    <w:abstractNumId w:val="64"/>
  </w:num>
  <w:num w:numId="11" w16cid:durableId="1816069679">
    <w:abstractNumId w:val="5"/>
  </w:num>
  <w:num w:numId="12" w16cid:durableId="817504061">
    <w:abstractNumId w:val="44"/>
  </w:num>
  <w:num w:numId="13" w16cid:durableId="596988287">
    <w:abstractNumId w:val="46"/>
  </w:num>
  <w:num w:numId="14" w16cid:durableId="1980189810">
    <w:abstractNumId w:val="12"/>
  </w:num>
  <w:num w:numId="15" w16cid:durableId="168060019">
    <w:abstractNumId w:val="37"/>
  </w:num>
  <w:num w:numId="16" w16cid:durableId="1607225237">
    <w:abstractNumId w:val="55"/>
  </w:num>
  <w:num w:numId="17" w16cid:durableId="1907298159">
    <w:abstractNumId w:val="61"/>
  </w:num>
  <w:num w:numId="18" w16cid:durableId="1167209069">
    <w:abstractNumId w:val="9"/>
  </w:num>
  <w:num w:numId="19" w16cid:durableId="422341603">
    <w:abstractNumId w:val="8"/>
  </w:num>
  <w:num w:numId="20" w16cid:durableId="888301305">
    <w:abstractNumId w:val="6"/>
  </w:num>
  <w:num w:numId="21" w16cid:durableId="186218995">
    <w:abstractNumId w:val="19"/>
  </w:num>
  <w:num w:numId="22" w16cid:durableId="1144543349">
    <w:abstractNumId w:val="2"/>
  </w:num>
  <w:num w:numId="23" w16cid:durableId="735397303">
    <w:abstractNumId w:val="28"/>
  </w:num>
  <w:num w:numId="24" w16cid:durableId="755513550">
    <w:abstractNumId w:val="4"/>
  </w:num>
  <w:num w:numId="25" w16cid:durableId="1710183340">
    <w:abstractNumId w:val="14"/>
  </w:num>
  <w:num w:numId="26" w16cid:durableId="1780181370">
    <w:abstractNumId w:val="52"/>
  </w:num>
  <w:num w:numId="27" w16cid:durableId="1153596255">
    <w:abstractNumId w:val="18"/>
  </w:num>
  <w:num w:numId="28" w16cid:durableId="1170944805">
    <w:abstractNumId w:val="56"/>
  </w:num>
  <w:num w:numId="29" w16cid:durableId="1384057101">
    <w:abstractNumId w:val="27"/>
  </w:num>
  <w:num w:numId="30" w16cid:durableId="1385327328">
    <w:abstractNumId w:val="48"/>
  </w:num>
  <w:num w:numId="31" w16cid:durableId="25378006">
    <w:abstractNumId w:val="43"/>
  </w:num>
  <w:num w:numId="32" w16cid:durableId="2091075900">
    <w:abstractNumId w:val="29"/>
  </w:num>
  <w:num w:numId="33" w16cid:durableId="2073188710">
    <w:abstractNumId w:val="68"/>
  </w:num>
  <w:num w:numId="34" w16cid:durableId="290131778">
    <w:abstractNumId w:val="33"/>
  </w:num>
  <w:num w:numId="35" w16cid:durableId="218439207">
    <w:abstractNumId w:val="60"/>
  </w:num>
  <w:num w:numId="36" w16cid:durableId="1361200444">
    <w:abstractNumId w:val="31"/>
  </w:num>
  <w:num w:numId="37" w16cid:durableId="1377504430">
    <w:abstractNumId w:val="20"/>
  </w:num>
  <w:num w:numId="38" w16cid:durableId="127171373">
    <w:abstractNumId w:val="38"/>
  </w:num>
  <w:num w:numId="39" w16cid:durableId="1194999637">
    <w:abstractNumId w:val="53"/>
  </w:num>
  <w:num w:numId="40" w16cid:durableId="81419202">
    <w:abstractNumId w:val="15"/>
  </w:num>
  <w:num w:numId="41" w16cid:durableId="244414911">
    <w:abstractNumId w:val="13"/>
  </w:num>
  <w:num w:numId="42" w16cid:durableId="32702559">
    <w:abstractNumId w:val="49"/>
  </w:num>
  <w:num w:numId="43" w16cid:durableId="1952079612">
    <w:abstractNumId w:val="36"/>
  </w:num>
  <w:num w:numId="44" w16cid:durableId="1737628427">
    <w:abstractNumId w:val="0"/>
  </w:num>
  <w:num w:numId="45" w16cid:durableId="1403719907">
    <w:abstractNumId w:val="70"/>
  </w:num>
  <w:num w:numId="46" w16cid:durableId="922646180">
    <w:abstractNumId w:val="23"/>
  </w:num>
  <w:num w:numId="47" w16cid:durableId="1994720736">
    <w:abstractNumId w:val="59"/>
  </w:num>
  <w:num w:numId="48" w16cid:durableId="1124929608">
    <w:abstractNumId w:val="65"/>
  </w:num>
  <w:num w:numId="49" w16cid:durableId="580673752">
    <w:abstractNumId w:val="11"/>
  </w:num>
  <w:num w:numId="50" w16cid:durableId="466431897">
    <w:abstractNumId w:val="16"/>
  </w:num>
  <w:num w:numId="51" w16cid:durableId="1288777546">
    <w:abstractNumId w:val="34"/>
  </w:num>
  <w:num w:numId="52" w16cid:durableId="2047171584">
    <w:abstractNumId w:val="66"/>
  </w:num>
  <w:num w:numId="53" w16cid:durableId="1280643979">
    <w:abstractNumId w:val="10"/>
  </w:num>
  <w:num w:numId="54" w16cid:durableId="903300701">
    <w:abstractNumId w:val="22"/>
  </w:num>
  <w:num w:numId="55" w16cid:durableId="1103309020">
    <w:abstractNumId w:val="51"/>
  </w:num>
  <w:num w:numId="56" w16cid:durableId="2070225393">
    <w:abstractNumId w:val="32"/>
  </w:num>
  <w:num w:numId="57" w16cid:durableId="3676412">
    <w:abstractNumId w:val="21"/>
  </w:num>
  <w:num w:numId="58" w16cid:durableId="2107578467">
    <w:abstractNumId w:val="26"/>
  </w:num>
  <w:num w:numId="59" w16cid:durableId="809371951">
    <w:abstractNumId w:val="1"/>
  </w:num>
  <w:num w:numId="60" w16cid:durableId="1609003260">
    <w:abstractNumId w:val="69"/>
  </w:num>
  <w:num w:numId="61" w16cid:durableId="2008166770">
    <w:abstractNumId w:val="17"/>
  </w:num>
  <w:num w:numId="62" w16cid:durableId="2018077571">
    <w:abstractNumId w:val="45"/>
  </w:num>
  <w:num w:numId="63" w16cid:durableId="387535375">
    <w:abstractNumId w:val="58"/>
  </w:num>
  <w:num w:numId="64" w16cid:durableId="1191992112">
    <w:abstractNumId w:val="39"/>
  </w:num>
  <w:num w:numId="65" w16cid:durableId="481851176">
    <w:abstractNumId w:val="54"/>
  </w:num>
  <w:num w:numId="66" w16cid:durableId="1987273419">
    <w:abstractNumId w:val="50"/>
  </w:num>
  <w:num w:numId="67" w16cid:durableId="1469200422">
    <w:abstractNumId w:val="57"/>
  </w:num>
  <w:num w:numId="68" w16cid:durableId="233201728">
    <w:abstractNumId w:val="41"/>
  </w:num>
  <w:num w:numId="69" w16cid:durableId="1063873016">
    <w:abstractNumId w:val="24"/>
  </w:num>
  <w:num w:numId="70" w16cid:durableId="2076849599">
    <w:abstractNumId w:val="25"/>
  </w:num>
  <w:num w:numId="71" w16cid:durableId="1744136451">
    <w:abstractNumId w:val="6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proofState w:spelling="clean" w:grammar="clean"/>
  <w:attachedTemplate r:id="rId1"/>
  <w:defaultTabStop w:val="720"/>
  <w:autoHyphenation/>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2E07"/>
    <w:rsid w:val="00000553"/>
    <w:rsid w:val="00000C11"/>
    <w:rsid w:val="00001023"/>
    <w:rsid w:val="000018F8"/>
    <w:rsid w:val="00001BE2"/>
    <w:rsid w:val="00004E5E"/>
    <w:rsid w:val="00005AEF"/>
    <w:rsid w:val="00005E84"/>
    <w:rsid w:val="000060C1"/>
    <w:rsid w:val="00006619"/>
    <w:rsid w:val="00006E60"/>
    <w:rsid w:val="000070A8"/>
    <w:rsid w:val="00007E85"/>
    <w:rsid w:val="0001058C"/>
    <w:rsid w:val="00012942"/>
    <w:rsid w:val="00014C31"/>
    <w:rsid w:val="0001528A"/>
    <w:rsid w:val="00016211"/>
    <w:rsid w:val="000170D3"/>
    <w:rsid w:val="000178CA"/>
    <w:rsid w:val="00017E1D"/>
    <w:rsid w:val="00021C53"/>
    <w:rsid w:val="00022731"/>
    <w:rsid w:val="00024046"/>
    <w:rsid w:val="00024237"/>
    <w:rsid w:val="000250E0"/>
    <w:rsid w:val="000265E1"/>
    <w:rsid w:val="00026F09"/>
    <w:rsid w:val="00027EB5"/>
    <w:rsid w:val="0003011B"/>
    <w:rsid w:val="000304A7"/>
    <w:rsid w:val="00030579"/>
    <w:rsid w:val="000310F0"/>
    <w:rsid w:val="00031AB0"/>
    <w:rsid w:val="00031CBA"/>
    <w:rsid w:val="00032096"/>
    <w:rsid w:val="0003294F"/>
    <w:rsid w:val="00032F6D"/>
    <w:rsid w:val="00033B6F"/>
    <w:rsid w:val="000341D7"/>
    <w:rsid w:val="00034862"/>
    <w:rsid w:val="0003541C"/>
    <w:rsid w:val="000375B4"/>
    <w:rsid w:val="00040FC2"/>
    <w:rsid w:val="0004288F"/>
    <w:rsid w:val="00042ED9"/>
    <w:rsid w:val="0004421F"/>
    <w:rsid w:val="00047E06"/>
    <w:rsid w:val="00050A2D"/>
    <w:rsid w:val="0005138C"/>
    <w:rsid w:val="0005205C"/>
    <w:rsid w:val="00052557"/>
    <w:rsid w:val="000529EE"/>
    <w:rsid w:val="00054401"/>
    <w:rsid w:val="00055721"/>
    <w:rsid w:val="00057570"/>
    <w:rsid w:val="00057A7F"/>
    <w:rsid w:val="00057DDF"/>
    <w:rsid w:val="00060361"/>
    <w:rsid w:val="00060A4F"/>
    <w:rsid w:val="0006184B"/>
    <w:rsid w:val="00061C36"/>
    <w:rsid w:val="00061EDD"/>
    <w:rsid w:val="00061F15"/>
    <w:rsid w:val="000641BD"/>
    <w:rsid w:val="00064C02"/>
    <w:rsid w:val="00065EB0"/>
    <w:rsid w:val="0006609D"/>
    <w:rsid w:val="00067552"/>
    <w:rsid w:val="00070A99"/>
    <w:rsid w:val="000712F2"/>
    <w:rsid w:val="0007142F"/>
    <w:rsid w:val="00071D3B"/>
    <w:rsid w:val="00072513"/>
    <w:rsid w:val="00072EA9"/>
    <w:rsid w:val="00075E9F"/>
    <w:rsid w:val="000763E1"/>
    <w:rsid w:val="0007693B"/>
    <w:rsid w:val="00076962"/>
    <w:rsid w:val="0007702B"/>
    <w:rsid w:val="000773E9"/>
    <w:rsid w:val="000816DF"/>
    <w:rsid w:val="00083A73"/>
    <w:rsid w:val="00084E6D"/>
    <w:rsid w:val="000850F1"/>
    <w:rsid w:val="0008531B"/>
    <w:rsid w:val="000868D3"/>
    <w:rsid w:val="00086D66"/>
    <w:rsid w:val="00086F18"/>
    <w:rsid w:val="00090838"/>
    <w:rsid w:val="00090F3E"/>
    <w:rsid w:val="000915BF"/>
    <w:rsid w:val="00094294"/>
    <w:rsid w:val="00095375"/>
    <w:rsid w:val="0009638D"/>
    <w:rsid w:val="00097158"/>
    <w:rsid w:val="00097514"/>
    <w:rsid w:val="000A1561"/>
    <w:rsid w:val="000A27CA"/>
    <w:rsid w:val="000A2E22"/>
    <w:rsid w:val="000B0E2C"/>
    <w:rsid w:val="000B2536"/>
    <w:rsid w:val="000B2683"/>
    <w:rsid w:val="000B2CBC"/>
    <w:rsid w:val="000B461D"/>
    <w:rsid w:val="000B51F5"/>
    <w:rsid w:val="000B53C7"/>
    <w:rsid w:val="000B6053"/>
    <w:rsid w:val="000B7548"/>
    <w:rsid w:val="000B7A86"/>
    <w:rsid w:val="000B7AEE"/>
    <w:rsid w:val="000C1938"/>
    <w:rsid w:val="000C255F"/>
    <w:rsid w:val="000C27F9"/>
    <w:rsid w:val="000C41D1"/>
    <w:rsid w:val="000C6186"/>
    <w:rsid w:val="000C6D95"/>
    <w:rsid w:val="000C7CAA"/>
    <w:rsid w:val="000D0021"/>
    <w:rsid w:val="000D0725"/>
    <w:rsid w:val="000D0902"/>
    <w:rsid w:val="000D10DC"/>
    <w:rsid w:val="000D1729"/>
    <w:rsid w:val="000D17FC"/>
    <w:rsid w:val="000D394B"/>
    <w:rsid w:val="000D51FE"/>
    <w:rsid w:val="000D6802"/>
    <w:rsid w:val="000D785F"/>
    <w:rsid w:val="000E6B12"/>
    <w:rsid w:val="000E7699"/>
    <w:rsid w:val="000F0846"/>
    <w:rsid w:val="000F1419"/>
    <w:rsid w:val="000F1C24"/>
    <w:rsid w:val="000F3492"/>
    <w:rsid w:val="000F40B1"/>
    <w:rsid w:val="000F4375"/>
    <w:rsid w:val="000F58FB"/>
    <w:rsid w:val="000F6E83"/>
    <w:rsid w:val="000F728C"/>
    <w:rsid w:val="000F770C"/>
    <w:rsid w:val="001004D4"/>
    <w:rsid w:val="00100A72"/>
    <w:rsid w:val="00101B9E"/>
    <w:rsid w:val="001034FB"/>
    <w:rsid w:val="001043BF"/>
    <w:rsid w:val="0010529E"/>
    <w:rsid w:val="00106882"/>
    <w:rsid w:val="0011070C"/>
    <w:rsid w:val="00111205"/>
    <w:rsid w:val="00113271"/>
    <w:rsid w:val="00114C04"/>
    <w:rsid w:val="00117E9E"/>
    <w:rsid w:val="00117EC4"/>
    <w:rsid w:val="00120071"/>
    <w:rsid w:val="00120154"/>
    <w:rsid w:val="001205E9"/>
    <w:rsid w:val="00120FD8"/>
    <w:rsid w:val="00121D6F"/>
    <w:rsid w:val="00122B33"/>
    <w:rsid w:val="00125127"/>
    <w:rsid w:val="0012528C"/>
    <w:rsid w:val="00126FE4"/>
    <w:rsid w:val="00127C06"/>
    <w:rsid w:val="00130359"/>
    <w:rsid w:val="0013037D"/>
    <w:rsid w:val="00130DEB"/>
    <w:rsid w:val="0013140A"/>
    <w:rsid w:val="00132F9C"/>
    <w:rsid w:val="001331FD"/>
    <w:rsid w:val="001338AF"/>
    <w:rsid w:val="001345CD"/>
    <w:rsid w:val="001364F5"/>
    <w:rsid w:val="00136E63"/>
    <w:rsid w:val="00137A7D"/>
    <w:rsid w:val="00141CFA"/>
    <w:rsid w:val="00143827"/>
    <w:rsid w:val="00144236"/>
    <w:rsid w:val="0014456E"/>
    <w:rsid w:val="00144949"/>
    <w:rsid w:val="001501E2"/>
    <w:rsid w:val="00151163"/>
    <w:rsid w:val="00151944"/>
    <w:rsid w:val="00153451"/>
    <w:rsid w:val="00153BB9"/>
    <w:rsid w:val="00155760"/>
    <w:rsid w:val="00157973"/>
    <w:rsid w:val="00157BB2"/>
    <w:rsid w:val="00161D8F"/>
    <w:rsid w:val="0016251E"/>
    <w:rsid w:val="00164188"/>
    <w:rsid w:val="0016598E"/>
    <w:rsid w:val="00166239"/>
    <w:rsid w:val="0017039B"/>
    <w:rsid w:val="001720C9"/>
    <w:rsid w:val="0017265E"/>
    <w:rsid w:val="0017477F"/>
    <w:rsid w:val="00174994"/>
    <w:rsid w:val="0017555A"/>
    <w:rsid w:val="00175665"/>
    <w:rsid w:val="001762F5"/>
    <w:rsid w:val="00177045"/>
    <w:rsid w:val="0018029A"/>
    <w:rsid w:val="001804A7"/>
    <w:rsid w:val="001826A6"/>
    <w:rsid w:val="0018278F"/>
    <w:rsid w:val="001846B1"/>
    <w:rsid w:val="00185385"/>
    <w:rsid w:val="00185B72"/>
    <w:rsid w:val="00186167"/>
    <w:rsid w:val="001919A7"/>
    <w:rsid w:val="00192C67"/>
    <w:rsid w:val="001954CE"/>
    <w:rsid w:val="00196B72"/>
    <w:rsid w:val="001A13A2"/>
    <w:rsid w:val="001A1E8E"/>
    <w:rsid w:val="001A2BB1"/>
    <w:rsid w:val="001A30E5"/>
    <w:rsid w:val="001A4A15"/>
    <w:rsid w:val="001A53B3"/>
    <w:rsid w:val="001A7124"/>
    <w:rsid w:val="001A738B"/>
    <w:rsid w:val="001A7E19"/>
    <w:rsid w:val="001B0093"/>
    <w:rsid w:val="001B1DB9"/>
    <w:rsid w:val="001B4544"/>
    <w:rsid w:val="001B539F"/>
    <w:rsid w:val="001B5E80"/>
    <w:rsid w:val="001B6E7B"/>
    <w:rsid w:val="001C0B2C"/>
    <w:rsid w:val="001C1324"/>
    <w:rsid w:val="001C15CE"/>
    <w:rsid w:val="001C182C"/>
    <w:rsid w:val="001C5372"/>
    <w:rsid w:val="001C6BBD"/>
    <w:rsid w:val="001C7629"/>
    <w:rsid w:val="001D0963"/>
    <w:rsid w:val="001D176C"/>
    <w:rsid w:val="001D19F4"/>
    <w:rsid w:val="001D2147"/>
    <w:rsid w:val="001D295B"/>
    <w:rsid w:val="001D3C81"/>
    <w:rsid w:val="001D6445"/>
    <w:rsid w:val="001D6AC2"/>
    <w:rsid w:val="001E032C"/>
    <w:rsid w:val="001E06F6"/>
    <w:rsid w:val="001E112F"/>
    <w:rsid w:val="001E1C66"/>
    <w:rsid w:val="001E34B2"/>
    <w:rsid w:val="001E3D83"/>
    <w:rsid w:val="001E4063"/>
    <w:rsid w:val="001E489F"/>
    <w:rsid w:val="001E4CCD"/>
    <w:rsid w:val="001E4D53"/>
    <w:rsid w:val="001E5B85"/>
    <w:rsid w:val="001E5C93"/>
    <w:rsid w:val="001E68E0"/>
    <w:rsid w:val="001E6912"/>
    <w:rsid w:val="001E71D4"/>
    <w:rsid w:val="001E7D12"/>
    <w:rsid w:val="001F0370"/>
    <w:rsid w:val="001F04D3"/>
    <w:rsid w:val="001F14B6"/>
    <w:rsid w:val="001F339F"/>
    <w:rsid w:val="001F35D1"/>
    <w:rsid w:val="001F3C8B"/>
    <w:rsid w:val="001F46C8"/>
    <w:rsid w:val="001F5D16"/>
    <w:rsid w:val="001F6943"/>
    <w:rsid w:val="001F7DBB"/>
    <w:rsid w:val="00201FD5"/>
    <w:rsid w:val="00202497"/>
    <w:rsid w:val="00202A28"/>
    <w:rsid w:val="00204EDA"/>
    <w:rsid w:val="00205D4D"/>
    <w:rsid w:val="0020634A"/>
    <w:rsid w:val="00207AA4"/>
    <w:rsid w:val="00210051"/>
    <w:rsid w:val="0021131B"/>
    <w:rsid w:val="00211682"/>
    <w:rsid w:val="002130EC"/>
    <w:rsid w:val="002145CC"/>
    <w:rsid w:val="0021475F"/>
    <w:rsid w:val="00216E8F"/>
    <w:rsid w:val="00216F00"/>
    <w:rsid w:val="00220135"/>
    <w:rsid w:val="0022074F"/>
    <w:rsid w:val="002210B7"/>
    <w:rsid w:val="00221E17"/>
    <w:rsid w:val="002230DF"/>
    <w:rsid w:val="00223919"/>
    <w:rsid w:val="00223C4E"/>
    <w:rsid w:val="002247B3"/>
    <w:rsid w:val="00225A6F"/>
    <w:rsid w:val="002261E8"/>
    <w:rsid w:val="00226BFA"/>
    <w:rsid w:val="00227074"/>
    <w:rsid w:val="00231487"/>
    <w:rsid w:val="0023220A"/>
    <w:rsid w:val="002330BB"/>
    <w:rsid w:val="00234F51"/>
    <w:rsid w:val="0023718D"/>
    <w:rsid w:val="00240B45"/>
    <w:rsid w:val="002414D4"/>
    <w:rsid w:val="0024308D"/>
    <w:rsid w:val="00243A4A"/>
    <w:rsid w:val="00243AE3"/>
    <w:rsid w:val="00244E6E"/>
    <w:rsid w:val="002461CE"/>
    <w:rsid w:val="002466E1"/>
    <w:rsid w:val="00246CE8"/>
    <w:rsid w:val="0024752A"/>
    <w:rsid w:val="002475AC"/>
    <w:rsid w:val="00250C0C"/>
    <w:rsid w:val="0025497F"/>
    <w:rsid w:val="00254A12"/>
    <w:rsid w:val="00256A48"/>
    <w:rsid w:val="00262B03"/>
    <w:rsid w:val="00262B70"/>
    <w:rsid w:val="00262E7D"/>
    <w:rsid w:val="002633D7"/>
    <w:rsid w:val="00266053"/>
    <w:rsid w:val="0026623D"/>
    <w:rsid w:val="00266323"/>
    <w:rsid w:val="00267556"/>
    <w:rsid w:val="00270069"/>
    <w:rsid w:val="00272BB2"/>
    <w:rsid w:val="00272BFE"/>
    <w:rsid w:val="00272C3C"/>
    <w:rsid w:val="002731C2"/>
    <w:rsid w:val="002735DF"/>
    <w:rsid w:val="00274A66"/>
    <w:rsid w:val="00274F95"/>
    <w:rsid w:val="002764D4"/>
    <w:rsid w:val="0027729C"/>
    <w:rsid w:val="00277485"/>
    <w:rsid w:val="00277AD1"/>
    <w:rsid w:val="00280109"/>
    <w:rsid w:val="00281518"/>
    <w:rsid w:val="00283F52"/>
    <w:rsid w:val="00284500"/>
    <w:rsid w:val="00285680"/>
    <w:rsid w:val="00286F34"/>
    <w:rsid w:val="002878D2"/>
    <w:rsid w:val="00287B74"/>
    <w:rsid w:val="00287D57"/>
    <w:rsid w:val="00290379"/>
    <w:rsid w:val="00290ABC"/>
    <w:rsid w:val="00292B66"/>
    <w:rsid w:val="00293534"/>
    <w:rsid w:val="002937AE"/>
    <w:rsid w:val="002938B3"/>
    <w:rsid w:val="00293CDF"/>
    <w:rsid w:val="002949BC"/>
    <w:rsid w:val="00295F41"/>
    <w:rsid w:val="00297BA3"/>
    <w:rsid w:val="002A0212"/>
    <w:rsid w:val="002A0A99"/>
    <w:rsid w:val="002A1F7A"/>
    <w:rsid w:val="002A25D7"/>
    <w:rsid w:val="002A2A6E"/>
    <w:rsid w:val="002A2C90"/>
    <w:rsid w:val="002A56FF"/>
    <w:rsid w:val="002A6B5D"/>
    <w:rsid w:val="002B3548"/>
    <w:rsid w:val="002B3752"/>
    <w:rsid w:val="002B454A"/>
    <w:rsid w:val="002B7D76"/>
    <w:rsid w:val="002C0FE5"/>
    <w:rsid w:val="002C1560"/>
    <w:rsid w:val="002C2186"/>
    <w:rsid w:val="002C3B34"/>
    <w:rsid w:val="002C5731"/>
    <w:rsid w:val="002C63B7"/>
    <w:rsid w:val="002C6A94"/>
    <w:rsid w:val="002C6F81"/>
    <w:rsid w:val="002C70AF"/>
    <w:rsid w:val="002D1F4A"/>
    <w:rsid w:val="002D26D4"/>
    <w:rsid w:val="002D4124"/>
    <w:rsid w:val="002D7074"/>
    <w:rsid w:val="002D71CE"/>
    <w:rsid w:val="002E0289"/>
    <w:rsid w:val="002E0B66"/>
    <w:rsid w:val="002E18D9"/>
    <w:rsid w:val="002E3F84"/>
    <w:rsid w:val="002E613F"/>
    <w:rsid w:val="002E68B3"/>
    <w:rsid w:val="002E712A"/>
    <w:rsid w:val="002F0D20"/>
    <w:rsid w:val="002F16AD"/>
    <w:rsid w:val="002F20E4"/>
    <w:rsid w:val="002F250B"/>
    <w:rsid w:val="002F374D"/>
    <w:rsid w:val="002F69AA"/>
    <w:rsid w:val="002F6A03"/>
    <w:rsid w:val="002F7BBA"/>
    <w:rsid w:val="002F7E9B"/>
    <w:rsid w:val="00300242"/>
    <w:rsid w:val="00301281"/>
    <w:rsid w:val="003045FE"/>
    <w:rsid w:val="0030477B"/>
    <w:rsid w:val="00305380"/>
    <w:rsid w:val="0030638F"/>
    <w:rsid w:val="0030793E"/>
    <w:rsid w:val="0031035E"/>
    <w:rsid w:val="0031100F"/>
    <w:rsid w:val="003118B3"/>
    <w:rsid w:val="00311D9E"/>
    <w:rsid w:val="00312023"/>
    <w:rsid w:val="003130B0"/>
    <w:rsid w:val="00313310"/>
    <w:rsid w:val="003133C5"/>
    <w:rsid w:val="00313FE1"/>
    <w:rsid w:val="00314635"/>
    <w:rsid w:val="003150D8"/>
    <w:rsid w:val="003160D8"/>
    <w:rsid w:val="00316510"/>
    <w:rsid w:val="00316686"/>
    <w:rsid w:val="00317353"/>
    <w:rsid w:val="00320B4A"/>
    <w:rsid w:val="00321839"/>
    <w:rsid w:val="00321AA3"/>
    <w:rsid w:val="00322AC1"/>
    <w:rsid w:val="00323831"/>
    <w:rsid w:val="00324B2A"/>
    <w:rsid w:val="00325568"/>
    <w:rsid w:val="003256AD"/>
    <w:rsid w:val="00327676"/>
    <w:rsid w:val="0033042F"/>
    <w:rsid w:val="00331853"/>
    <w:rsid w:val="0033257B"/>
    <w:rsid w:val="00332A10"/>
    <w:rsid w:val="00333EE9"/>
    <w:rsid w:val="003373E4"/>
    <w:rsid w:val="003374B0"/>
    <w:rsid w:val="003416A7"/>
    <w:rsid w:val="00341E3E"/>
    <w:rsid w:val="00342418"/>
    <w:rsid w:val="00342420"/>
    <w:rsid w:val="00342E07"/>
    <w:rsid w:val="0034459A"/>
    <w:rsid w:val="00344BBC"/>
    <w:rsid w:val="00344CB8"/>
    <w:rsid w:val="0034592C"/>
    <w:rsid w:val="00346592"/>
    <w:rsid w:val="003515CD"/>
    <w:rsid w:val="00353F43"/>
    <w:rsid w:val="00353F65"/>
    <w:rsid w:val="00354C1D"/>
    <w:rsid w:val="003550C8"/>
    <w:rsid w:val="00355B6C"/>
    <w:rsid w:val="003562B7"/>
    <w:rsid w:val="00362055"/>
    <w:rsid w:val="0036260A"/>
    <w:rsid w:val="003629F1"/>
    <w:rsid w:val="00362BDA"/>
    <w:rsid w:val="00362FA8"/>
    <w:rsid w:val="003631B2"/>
    <w:rsid w:val="00365D2A"/>
    <w:rsid w:val="00372730"/>
    <w:rsid w:val="003728CC"/>
    <w:rsid w:val="003729FB"/>
    <w:rsid w:val="0037321C"/>
    <w:rsid w:val="00375FD9"/>
    <w:rsid w:val="003761E9"/>
    <w:rsid w:val="003763BE"/>
    <w:rsid w:val="00380D37"/>
    <w:rsid w:val="003822FF"/>
    <w:rsid w:val="0038457A"/>
    <w:rsid w:val="0038470A"/>
    <w:rsid w:val="003854F0"/>
    <w:rsid w:val="0038740E"/>
    <w:rsid w:val="0038782B"/>
    <w:rsid w:val="0039012B"/>
    <w:rsid w:val="00390A41"/>
    <w:rsid w:val="00390EDF"/>
    <w:rsid w:val="003919D3"/>
    <w:rsid w:val="00393293"/>
    <w:rsid w:val="00393824"/>
    <w:rsid w:val="003942A5"/>
    <w:rsid w:val="00394BBB"/>
    <w:rsid w:val="00394FB6"/>
    <w:rsid w:val="00395D4E"/>
    <w:rsid w:val="0039640E"/>
    <w:rsid w:val="003970C4"/>
    <w:rsid w:val="003A1621"/>
    <w:rsid w:val="003A1C28"/>
    <w:rsid w:val="003A3DE9"/>
    <w:rsid w:val="003A3F34"/>
    <w:rsid w:val="003A64DD"/>
    <w:rsid w:val="003B0C0D"/>
    <w:rsid w:val="003B12C4"/>
    <w:rsid w:val="003B1831"/>
    <w:rsid w:val="003B1FD3"/>
    <w:rsid w:val="003B20E7"/>
    <w:rsid w:val="003B2606"/>
    <w:rsid w:val="003B2F93"/>
    <w:rsid w:val="003B465E"/>
    <w:rsid w:val="003B56C4"/>
    <w:rsid w:val="003B61A8"/>
    <w:rsid w:val="003B79F4"/>
    <w:rsid w:val="003C04FF"/>
    <w:rsid w:val="003C3705"/>
    <w:rsid w:val="003C3A2D"/>
    <w:rsid w:val="003C3B3E"/>
    <w:rsid w:val="003C4117"/>
    <w:rsid w:val="003C447D"/>
    <w:rsid w:val="003C49CC"/>
    <w:rsid w:val="003C4A01"/>
    <w:rsid w:val="003C4DDA"/>
    <w:rsid w:val="003C5172"/>
    <w:rsid w:val="003C5546"/>
    <w:rsid w:val="003C5EBC"/>
    <w:rsid w:val="003C6609"/>
    <w:rsid w:val="003C6DEC"/>
    <w:rsid w:val="003C7E9B"/>
    <w:rsid w:val="003D08FB"/>
    <w:rsid w:val="003D137E"/>
    <w:rsid w:val="003D51A0"/>
    <w:rsid w:val="003D5ED8"/>
    <w:rsid w:val="003D7FC0"/>
    <w:rsid w:val="003E0D78"/>
    <w:rsid w:val="003E12B6"/>
    <w:rsid w:val="003E1DE7"/>
    <w:rsid w:val="003E464F"/>
    <w:rsid w:val="003E4F26"/>
    <w:rsid w:val="003E54C2"/>
    <w:rsid w:val="003E774D"/>
    <w:rsid w:val="003F0A73"/>
    <w:rsid w:val="003F0B81"/>
    <w:rsid w:val="003F146D"/>
    <w:rsid w:val="003F26CF"/>
    <w:rsid w:val="003F2763"/>
    <w:rsid w:val="003F308F"/>
    <w:rsid w:val="003F39FF"/>
    <w:rsid w:val="003F475D"/>
    <w:rsid w:val="003F4C48"/>
    <w:rsid w:val="003F781A"/>
    <w:rsid w:val="00400BEF"/>
    <w:rsid w:val="00401BD8"/>
    <w:rsid w:val="00401CFB"/>
    <w:rsid w:val="004034FE"/>
    <w:rsid w:val="00403A14"/>
    <w:rsid w:val="004047F9"/>
    <w:rsid w:val="00404E0F"/>
    <w:rsid w:val="0040545C"/>
    <w:rsid w:val="00406036"/>
    <w:rsid w:val="00406514"/>
    <w:rsid w:val="004066F4"/>
    <w:rsid w:val="004076E0"/>
    <w:rsid w:val="004079BE"/>
    <w:rsid w:val="00410AB7"/>
    <w:rsid w:val="004115CF"/>
    <w:rsid w:val="00411C46"/>
    <w:rsid w:val="00412618"/>
    <w:rsid w:val="00413455"/>
    <w:rsid w:val="00414BF7"/>
    <w:rsid w:val="00415355"/>
    <w:rsid w:val="0041696E"/>
    <w:rsid w:val="00416A99"/>
    <w:rsid w:val="00420403"/>
    <w:rsid w:val="004208AD"/>
    <w:rsid w:val="00420ABA"/>
    <w:rsid w:val="00420DA7"/>
    <w:rsid w:val="00425B74"/>
    <w:rsid w:val="0042667B"/>
    <w:rsid w:val="00430528"/>
    <w:rsid w:val="0043066A"/>
    <w:rsid w:val="00430E2D"/>
    <w:rsid w:val="00431592"/>
    <w:rsid w:val="00431A2A"/>
    <w:rsid w:val="004325C1"/>
    <w:rsid w:val="0043416F"/>
    <w:rsid w:val="00436122"/>
    <w:rsid w:val="00440EF2"/>
    <w:rsid w:val="00441653"/>
    <w:rsid w:val="004424D9"/>
    <w:rsid w:val="0044276A"/>
    <w:rsid w:val="00442E00"/>
    <w:rsid w:val="00443240"/>
    <w:rsid w:val="00443258"/>
    <w:rsid w:val="00443B11"/>
    <w:rsid w:val="00443FB7"/>
    <w:rsid w:val="004447DE"/>
    <w:rsid w:val="004449E1"/>
    <w:rsid w:val="00445CB5"/>
    <w:rsid w:val="00446641"/>
    <w:rsid w:val="00446D40"/>
    <w:rsid w:val="0044759D"/>
    <w:rsid w:val="00450890"/>
    <w:rsid w:val="00452A81"/>
    <w:rsid w:val="00452AF2"/>
    <w:rsid w:val="0045319B"/>
    <w:rsid w:val="00454E6A"/>
    <w:rsid w:val="0045517C"/>
    <w:rsid w:val="00455316"/>
    <w:rsid w:val="0045571E"/>
    <w:rsid w:val="00455B9C"/>
    <w:rsid w:val="00456F3D"/>
    <w:rsid w:val="00460606"/>
    <w:rsid w:val="00462579"/>
    <w:rsid w:val="004639DA"/>
    <w:rsid w:val="004642E5"/>
    <w:rsid w:val="00465298"/>
    <w:rsid w:val="00466517"/>
    <w:rsid w:val="00467A7C"/>
    <w:rsid w:val="004702F0"/>
    <w:rsid w:val="004703FC"/>
    <w:rsid w:val="004736DE"/>
    <w:rsid w:val="00474BCE"/>
    <w:rsid w:val="00474E69"/>
    <w:rsid w:val="0047562A"/>
    <w:rsid w:val="00476253"/>
    <w:rsid w:val="00476521"/>
    <w:rsid w:val="004769FC"/>
    <w:rsid w:val="004822A3"/>
    <w:rsid w:val="004833A2"/>
    <w:rsid w:val="00484E4E"/>
    <w:rsid w:val="004877D8"/>
    <w:rsid w:val="00490A4A"/>
    <w:rsid w:val="00492324"/>
    <w:rsid w:val="0049255D"/>
    <w:rsid w:val="00494B31"/>
    <w:rsid w:val="004967EE"/>
    <w:rsid w:val="004A19E2"/>
    <w:rsid w:val="004A2520"/>
    <w:rsid w:val="004A2CD4"/>
    <w:rsid w:val="004A6F0E"/>
    <w:rsid w:val="004B012D"/>
    <w:rsid w:val="004B0CD9"/>
    <w:rsid w:val="004B1541"/>
    <w:rsid w:val="004B1E5E"/>
    <w:rsid w:val="004B26DF"/>
    <w:rsid w:val="004B319D"/>
    <w:rsid w:val="004B32F9"/>
    <w:rsid w:val="004B3A26"/>
    <w:rsid w:val="004B3D75"/>
    <w:rsid w:val="004B55F8"/>
    <w:rsid w:val="004B6F1D"/>
    <w:rsid w:val="004B7366"/>
    <w:rsid w:val="004B7856"/>
    <w:rsid w:val="004B7984"/>
    <w:rsid w:val="004C0818"/>
    <w:rsid w:val="004C095A"/>
    <w:rsid w:val="004C1069"/>
    <w:rsid w:val="004C1FFC"/>
    <w:rsid w:val="004C221F"/>
    <w:rsid w:val="004C24D9"/>
    <w:rsid w:val="004C2D2C"/>
    <w:rsid w:val="004C4DBF"/>
    <w:rsid w:val="004C55A4"/>
    <w:rsid w:val="004C5C57"/>
    <w:rsid w:val="004C7129"/>
    <w:rsid w:val="004C7514"/>
    <w:rsid w:val="004C7B54"/>
    <w:rsid w:val="004D0869"/>
    <w:rsid w:val="004D0FBC"/>
    <w:rsid w:val="004D15C2"/>
    <w:rsid w:val="004D188D"/>
    <w:rsid w:val="004D2251"/>
    <w:rsid w:val="004D22B2"/>
    <w:rsid w:val="004D24B5"/>
    <w:rsid w:val="004D412C"/>
    <w:rsid w:val="004D425F"/>
    <w:rsid w:val="004D4DAA"/>
    <w:rsid w:val="004D508E"/>
    <w:rsid w:val="004D7E5D"/>
    <w:rsid w:val="004E0072"/>
    <w:rsid w:val="004E0E53"/>
    <w:rsid w:val="004E1A00"/>
    <w:rsid w:val="004E1AE2"/>
    <w:rsid w:val="004E1BA4"/>
    <w:rsid w:val="004E38F8"/>
    <w:rsid w:val="004E3CEC"/>
    <w:rsid w:val="004E3CF9"/>
    <w:rsid w:val="004E53CD"/>
    <w:rsid w:val="004E59A8"/>
    <w:rsid w:val="004E6275"/>
    <w:rsid w:val="004E7D7E"/>
    <w:rsid w:val="004F071B"/>
    <w:rsid w:val="004F1FE9"/>
    <w:rsid w:val="004F2833"/>
    <w:rsid w:val="00502A4E"/>
    <w:rsid w:val="00503C29"/>
    <w:rsid w:val="005042DB"/>
    <w:rsid w:val="005044E4"/>
    <w:rsid w:val="005067BF"/>
    <w:rsid w:val="00510AFA"/>
    <w:rsid w:val="00510E54"/>
    <w:rsid w:val="005138B3"/>
    <w:rsid w:val="00514068"/>
    <w:rsid w:val="00515E02"/>
    <w:rsid w:val="00516452"/>
    <w:rsid w:val="005164BB"/>
    <w:rsid w:val="00517991"/>
    <w:rsid w:val="00517D23"/>
    <w:rsid w:val="00517FF6"/>
    <w:rsid w:val="00520F18"/>
    <w:rsid w:val="00521DD8"/>
    <w:rsid w:val="00522670"/>
    <w:rsid w:val="00522F68"/>
    <w:rsid w:val="00523466"/>
    <w:rsid w:val="00523E93"/>
    <w:rsid w:val="00525B6F"/>
    <w:rsid w:val="00525D83"/>
    <w:rsid w:val="00531125"/>
    <w:rsid w:val="00531AE3"/>
    <w:rsid w:val="00531B6F"/>
    <w:rsid w:val="005321C2"/>
    <w:rsid w:val="00532705"/>
    <w:rsid w:val="00533353"/>
    <w:rsid w:val="00533F8A"/>
    <w:rsid w:val="00534554"/>
    <w:rsid w:val="00534563"/>
    <w:rsid w:val="005370D1"/>
    <w:rsid w:val="00537EEF"/>
    <w:rsid w:val="00542156"/>
    <w:rsid w:val="005463C8"/>
    <w:rsid w:val="0054665F"/>
    <w:rsid w:val="005501B7"/>
    <w:rsid w:val="00550D52"/>
    <w:rsid w:val="00550E41"/>
    <w:rsid w:val="00551182"/>
    <w:rsid w:val="0055165C"/>
    <w:rsid w:val="005549C8"/>
    <w:rsid w:val="005562E7"/>
    <w:rsid w:val="005568C5"/>
    <w:rsid w:val="00556BD7"/>
    <w:rsid w:val="00557174"/>
    <w:rsid w:val="00557E55"/>
    <w:rsid w:val="00560DB8"/>
    <w:rsid w:val="005612EB"/>
    <w:rsid w:val="00561388"/>
    <w:rsid w:val="005614BB"/>
    <w:rsid w:val="00562DA9"/>
    <w:rsid w:val="00564F80"/>
    <w:rsid w:val="005712A4"/>
    <w:rsid w:val="005743E5"/>
    <w:rsid w:val="00574594"/>
    <w:rsid w:val="00580C98"/>
    <w:rsid w:val="00583531"/>
    <w:rsid w:val="00584011"/>
    <w:rsid w:val="00584F94"/>
    <w:rsid w:val="00585F3A"/>
    <w:rsid w:val="00587982"/>
    <w:rsid w:val="00590AF5"/>
    <w:rsid w:val="005913F1"/>
    <w:rsid w:val="00591A3B"/>
    <w:rsid w:val="005925DF"/>
    <w:rsid w:val="005935F5"/>
    <w:rsid w:val="00594897"/>
    <w:rsid w:val="00594E2B"/>
    <w:rsid w:val="005952A7"/>
    <w:rsid w:val="00596E6A"/>
    <w:rsid w:val="005A04D7"/>
    <w:rsid w:val="005A06CC"/>
    <w:rsid w:val="005A232B"/>
    <w:rsid w:val="005A2CE0"/>
    <w:rsid w:val="005A32F3"/>
    <w:rsid w:val="005A5A54"/>
    <w:rsid w:val="005A672B"/>
    <w:rsid w:val="005B06D6"/>
    <w:rsid w:val="005B265F"/>
    <w:rsid w:val="005B4FD7"/>
    <w:rsid w:val="005B6034"/>
    <w:rsid w:val="005B7E6D"/>
    <w:rsid w:val="005C0CBC"/>
    <w:rsid w:val="005C117F"/>
    <w:rsid w:val="005C1FE4"/>
    <w:rsid w:val="005C3231"/>
    <w:rsid w:val="005C4397"/>
    <w:rsid w:val="005C6327"/>
    <w:rsid w:val="005C6A80"/>
    <w:rsid w:val="005C6EE2"/>
    <w:rsid w:val="005C743A"/>
    <w:rsid w:val="005C772D"/>
    <w:rsid w:val="005C7F0E"/>
    <w:rsid w:val="005D1174"/>
    <w:rsid w:val="005D5625"/>
    <w:rsid w:val="005D5999"/>
    <w:rsid w:val="005D59EC"/>
    <w:rsid w:val="005D60D3"/>
    <w:rsid w:val="005D6204"/>
    <w:rsid w:val="005E09FF"/>
    <w:rsid w:val="005E0E0A"/>
    <w:rsid w:val="005E1196"/>
    <w:rsid w:val="005E15B6"/>
    <w:rsid w:val="005E18F6"/>
    <w:rsid w:val="005E1C38"/>
    <w:rsid w:val="005E240A"/>
    <w:rsid w:val="005E3F78"/>
    <w:rsid w:val="005E4EA6"/>
    <w:rsid w:val="005E6BAB"/>
    <w:rsid w:val="005E7E66"/>
    <w:rsid w:val="005F09B1"/>
    <w:rsid w:val="005F371E"/>
    <w:rsid w:val="005F3D07"/>
    <w:rsid w:val="005F449A"/>
    <w:rsid w:val="005F6F4C"/>
    <w:rsid w:val="0060048A"/>
    <w:rsid w:val="00601122"/>
    <w:rsid w:val="00601DEC"/>
    <w:rsid w:val="00602D8D"/>
    <w:rsid w:val="0060330A"/>
    <w:rsid w:val="00603C76"/>
    <w:rsid w:val="0060569B"/>
    <w:rsid w:val="006110CB"/>
    <w:rsid w:val="0061208A"/>
    <w:rsid w:val="0061476A"/>
    <w:rsid w:val="006147FA"/>
    <w:rsid w:val="00615A02"/>
    <w:rsid w:val="00616ED4"/>
    <w:rsid w:val="00616ED8"/>
    <w:rsid w:val="00617554"/>
    <w:rsid w:val="006204BD"/>
    <w:rsid w:val="00620A0A"/>
    <w:rsid w:val="006218FB"/>
    <w:rsid w:val="00622A0A"/>
    <w:rsid w:val="00622ECF"/>
    <w:rsid w:val="00623A6C"/>
    <w:rsid w:val="00626ABA"/>
    <w:rsid w:val="0062759B"/>
    <w:rsid w:val="00627B68"/>
    <w:rsid w:val="00627BA8"/>
    <w:rsid w:val="00630255"/>
    <w:rsid w:val="006304BA"/>
    <w:rsid w:val="0063058F"/>
    <w:rsid w:val="0063231C"/>
    <w:rsid w:val="00632590"/>
    <w:rsid w:val="00632C7F"/>
    <w:rsid w:val="00632E30"/>
    <w:rsid w:val="00634A28"/>
    <w:rsid w:val="00635D17"/>
    <w:rsid w:val="00636C40"/>
    <w:rsid w:val="00640591"/>
    <w:rsid w:val="006416DF"/>
    <w:rsid w:val="00645F5D"/>
    <w:rsid w:val="00646403"/>
    <w:rsid w:val="006471EE"/>
    <w:rsid w:val="00650F6B"/>
    <w:rsid w:val="00652082"/>
    <w:rsid w:val="006529E6"/>
    <w:rsid w:val="0065542D"/>
    <w:rsid w:val="0065583C"/>
    <w:rsid w:val="00656C3C"/>
    <w:rsid w:val="0065724E"/>
    <w:rsid w:val="0066295E"/>
    <w:rsid w:val="0066331B"/>
    <w:rsid w:val="006637AD"/>
    <w:rsid w:val="00664E0E"/>
    <w:rsid w:val="00666FD2"/>
    <w:rsid w:val="006702C3"/>
    <w:rsid w:val="00670398"/>
    <w:rsid w:val="00670D2C"/>
    <w:rsid w:val="0067111A"/>
    <w:rsid w:val="0067114E"/>
    <w:rsid w:val="0067200A"/>
    <w:rsid w:val="0067223C"/>
    <w:rsid w:val="006725E8"/>
    <w:rsid w:val="00675015"/>
    <w:rsid w:val="006751B6"/>
    <w:rsid w:val="006755F9"/>
    <w:rsid w:val="006804C4"/>
    <w:rsid w:val="00680CD2"/>
    <w:rsid w:val="00681DA8"/>
    <w:rsid w:val="0068266E"/>
    <w:rsid w:val="006831C9"/>
    <w:rsid w:val="00684ED0"/>
    <w:rsid w:val="006851ED"/>
    <w:rsid w:val="00685345"/>
    <w:rsid w:val="00686E4F"/>
    <w:rsid w:val="00690095"/>
    <w:rsid w:val="0069080D"/>
    <w:rsid w:val="00690A90"/>
    <w:rsid w:val="00691EAB"/>
    <w:rsid w:val="00694192"/>
    <w:rsid w:val="006950F7"/>
    <w:rsid w:val="006963A8"/>
    <w:rsid w:val="006970B4"/>
    <w:rsid w:val="006A0BE9"/>
    <w:rsid w:val="006A150C"/>
    <w:rsid w:val="006A25F4"/>
    <w:rsid w:val="006A27A6"/>
    <w:rsid w:val="006A2BAE"/>
    <w:rsid w:val="006A3B12"/>
    <w:rsid w:val="006A432B"/>
    <w:rsid w:val="006A59AD"/>
    <w:rsid w:val="006A6404"/>
    <w:rsid w:val="006A6440"/>
    <w:rsid w:val="006A6BBC"/>
    <w:rsid w:val="006A7878"/>
    <w:rsid w:val="006B0F14"/>
    <w:rsid w:val="006B1636"/>
    <w:rsid w:val="006B4A20"/>
    <w:rsid w:val="006B4ED3"/>
    <w:rsid w:val="006B53DE"/>
    <w:rsid w:val="006B54A8"/>
    <w:rsid w:val="006B5649"/>
    <w:rsid w:val="006B5C66"/>
    <w:rsid w:val="006B60CD"/>
    <w:rsid w:val="006B63A6"/>
    <w:rsid w:val="006B7423"/>
    <w:rsid w:val="006B7DD8"/>
    <w:rsid w:val="006C0BBD"/>
    <w:rsid w:val="006C1255"/>
    <w:rsid w:val="006C452F"/>
    <w:rsid w:val="006C5EDB"/>
    <w:rsid w:val="006D084A"/>
    <w:rsid w:val="006D102F"/>
    <w:rsid w:val="006D3D49"/>
    <w:rsid w:val="006D5AE1"/>
    <w:rsid w:val="006D7046"/>
    <w:rsid w:val="006E12F8"/>
    <w:rsid w:val="006E1B05"/>
    <w:rsid w:val="006E2410"/>
    <w:rsid w:val="006E24A3"/>
    <w:rsid w:val="006E2B0C"/>
    <w:rsid w:val="006E3019"/>
    <w:rsid w:val="006E3734"/>
    <w:rsid w:val="006E4CC0"/>
    <w:rsid w:val="006E4DAD"/>
    <w:rsid w:val="006E6279"/>
    <w:rsid w:val="006E6CEB"/>
    <w:rsid w:val="006E7C1A"/>
    <w:rsid w:val="006F0E48"/>
    <w:rsid w:val="006F1697"/>
    <w:rsid w:val="006F276D"/>
    <w:rsid w:val="006F355E"/>
    <w:rsid w:val="006F382D"/>
    <w:rsid w:val="006F3D14"/>
    <w:rsid w:val="006F404A"/>
    <w:rsid w:val="006F71B3"/>
    <w:rsid w:val="006F7981"/>
    <w:rsid w:val="00700697"/>
    <w:rsid w:val="007008E0"/>
    <w:rsid w:val="00700BE3"/>
    <w:rsid w:val="00701CBF"/>
    <w:rsid w:val="00701D31"/>
    <w:rsid w:val="00701F02"/>
    <w:rsid w:val="00702AC0"/>
    <w:rsid w:val="00703B63"/>
    <w:rsid w:val="00704C27"/>
    <w:rsid w:val="007050F2"/>
    <w:rsid w:val="0070660C"/>
    <w:rsid w:val="00706743"/>
    <w:rsid w:val="00707124"/>
    <w:rsid w:val="007076BF"/>
    <w:rsid w:val="00707C21"/>
    <w:rsid w:val="007102AF"/>
    <w:rsid w:val="00710A57"/>
    <w:rsid w:val="00711828"/>
    <w:rsid w:val="00711898"/>
    <w:rsid w:val="0071257E"/>
    <w:rsid w:val="00713D7B"/>
    <w:rsid w:val="0071462C"/>
    <w:rsid w:val="00714E49"/>
    <w:rsid w:val="00715003"/>
    <w:rsid w:val="007161AD"/>
    <w:rsid w:val="0072099C"/>
    <w:rsid w:val="00721560"/>
    <w:rsid w:val="00721C34"/>
    <w:rsid w:val="00722BC5"/>
    <w:rsid w:val="00722E0C"/>
    <w:rsid w:val="00726988"/>
    <w:rsid w:val="00727608"/>
    <w:rsid w:val="00730D10"/>
    <w:rsid w:val="00730E3D"/>
    <w:rsid w:val="00731314"/>
    <w:rsid w:val="00732373"/>
    <w:rsid w:val="0073267F"/>
    <w:rsid w:val="007329AE"/>
    <w:rsid w:val="00733857"/>
    <w:rsid w:val="00735EC8"/>
    <w:rsid w:val="00735F26"/>
    <w:rsid w:val="00735FB5"/>
    <w:rsid w:val="007364F0"/>
    <w:rsid w:val="0073762F"/>
    <w:rsid w:val="007413B0"/>
    <w:rsid w:val="00741ED4"/>
    <w:rsid w:val="00743826"/>
    <w:rsid w:val="00743FE6"/>
    <w:rsid w:val="00746907"/>
    <w:rsid w:val="00746A47"/>
    <w:rsid w:val="0075114E"/>
    <w:rsid w:val="007512C7"/>
    <w:rsid w:val="00751370"/>
    <w:rsid w:val="00751888"/>
    <w:rsid w:val="00751D0D"/>
    <w:rsid w:val="00752528"/>
    <w:rsid w:val="007528D1"/>
    <w:rsid w:val="00752CE3"/>
    <w:rsid w:val="0075345D"/>
    <w:rsid w:val="00754C0D"/>
    <w:rsid w:val="007610B9"/>
    <w:rsid w:val="007615EC"/>
    <w:rsid w:val="007617EA"/>
    <w:rsid w:val="00763916"/>
    <w:rsid w:val="007653C9"/>
    <w:rsid w:val="00765641"/>
    <w:rsid w:val="00765833"/>
    <w:rsid w:val="0076641F"/>
    <w:rsid w:val="00767C8C"/>
    <w:rsid w:val="00772868"/>
    <w:rsid w:val="00773F6A"/>
    <w:rsid w:val="00774130"/>
    <w:rsid w:val="007742E5"/>
    <w:rsid w:val="00775A29"/>
    <w:rsid w:val="00777863"/>
    <w:rsid w:val="00777872"/>
    <w:rsid w:val="0078012B"/>
    <w:rsid w:val="00782594"/>
    <w:rsid w:val="007829EE"/>
    <w:rsid w:val="00783572"/>
    <w:rsid w:val="00783617"/>
    <w:rsid w:val="00783F89"/>
    <w:rsid w:val="007842FD"/>
    <w:rsid w:val="00784CB2"/>
    <w:rsid w:val="00785C44"/>
    <w:rsid w:val="00785D58"/>
    <w:rsid w:val="007918C5"/>
    <w:rsid w:val="00792103"/>
    <w:rsid w:val="00792F63"/>
    <w:rsid w:val="00793096"/>
    <w:rsid w:val="00793263"/>
    <w:rsid w:val="00793392"/>
    <w:rsid w:val="00793CE0"/>
    <w:rsid w:val="00794574"/>
    <w:rsid w:val="00796112"/>
    <w:rsid w:val="0079689E"/>
    <w:rsid w:val="00797399"/>
    <w:rsid w:val="0079780F"/>
    <w:rsid w:val="007A0244"/>
    <w:rsid w:val="007A1EA8"/>
    <w:rsid w:val="007A3D61"/>
    <w:rsid w:val="007A4DAE"/>
    <w:rsid w:val="007A6C62"/>
    <w:rsid w:val="007B094C"/>
    <w:rsid w:val="007B0B4A"/>
    <w:rsid w:val="007B1B3C"/>
    <w:rsid w:val="007B645B"/>
    <w:rsid w:val="007C0104"/>
    <w:rsid w:val="007C0610"/>
    <w:rsid w:val="007C0672"/>
    <w:rsid w:val="007C17CC"/>
    <w:rsid w:val="007C4522"/>
    <w:rsid w:val="007C539F"/>
    <w:rsid w:val="007C53D2"/>
    <w:rsid w:val="007C663C"/>
    <w:rsid w:val="007C67F7"/>
    <w:rsid w:val="007C750E"/>
    <w:rsid w:val="007D0570"/>
    <w:rsid w:val="007D0F6D"/>
    <w:rsid w:val="007D1021"/>
    <w:rsid w:val="007D1BF8"/>
    <w:rsid w:val="007D30F1"/>
    <w:rsid w:val="007D36F1"/>
    <w:rsid w:val="007D408A"/>
    <w:rsid w:val="007D53CA"/>
    <w:rsid w:val="007D58AC"/>
    <w:rsid w:val="007D7388"/>
    <w:rsid w:val="007E0B35"/>
    <w:rsid w:val="007E0D2C"/>
    <w:rsid w:val="007E1177"/>
    <w:rsid w:val="007E3BA1"/>
    <w:rsid w:val="007E3DC9"/>
    <w:rsid w:val="007E421F"/>
    <w:rsid w:val="007E4C59"/>
    <w:rsid w:val="007E546A"/>
    <w:rsid w:val="007E662D"/>
    <w:rsid w:val="007E7983"/>
    <w:rsid w:val="007F0FC7"/>
    <w:rsid w:val="007F136D"/>
    <w:rsid w:val="007F2D19"/>
    <w:rsid w:val="007F3ABB"/>
    <w:rsid w:val="007F44E9"/>
    <w:rsid w:val="007F44EC"/>
    <w:rsid w:val="007F4C71"/>
    <w:rsid w:val="007F71E7"/>
    <w:rsid w:val="0080081A"/>
    <w:rsid w:val="00801868"/>
    <w:rsid w:val="008018F1"/>
    <w:rsid w:val="008022B0"/>
    <w:rsid w:val="00803C64"/>
    <w:rsid w:val="008046FF"/>
    <w:rsid w:val="00804B16"/>
    <w:rsid w:val="008057E0"/>
    <w:rsid w:val="0080620F"/>
    <w:rsid w:val="008066E8"/>
    <w:rsid w:val="008078F9"/>
    <w:rsid w:val="00810F77"/>
    <w:rsid w:val="00811B63"/>
    <w:rsid w:val="00814120"/>
    <w:rsid w:val="00814430"/>
    <w:rsid w:val="0081586F"/>
    <w:rsid w:val="008200E0"/>
    <w:rsid w:val="0082057F"/>
    <w:rsid w:val="00820C5E"/>
    <w:rsid w:val="00820EA1"/>
    <w:rsid w:val="0082326E"/>
    <w:rsid w:val="00824590"/>
    <w:rsid w:val="008258B5"/>
    <w:rsid w:val="008262EA"/>
    <w:rsid w:val="00833748"/>
    <w:rsid w:val="008368A3"/>
    <w:rsid w:val="00837B6C"/>
    <w:rsid w:val="00837EF4"/>
    <w:rsid w:val="00837F78"/>
    <w:rsid w:val="008408B1"/>
    <w:rsid w:val="0084184F"/>
    <w:rsid w:val="008421ED"/>
    <w:rsid w:val="00844E69"/>
    <w:rsid w:val="008463DC"/>
    <w:rsid w:val="008463E8"/>
    <w:rsid w:val="00846472"/>
    <w:rsid w:val="00846ADE"/>
    <w:rsid w:val="00851070"/>
    <w:rsid w:val="00851CD5"/>
    <w:rsid w:val="00852BD2"/>
    <w:rsid w:val="00853D40"/>
    <w:rsid w:val="0085419C"/>
    <w:rsid w:val="00855380"/>
    <w:rsid w:val="00855C65"/>
    <w:rsid w:val="00855E4F"/>
    <w:rsid w:val="00857042"/>
    <w:rsid w:val="00860D85"/>
    <w:rsid w:val="00861464"/>
    <w:rsid w:val="00867F42"/>
    <w:rsid w:val="00872014"/>
    <w:rsid w:val="00873026"/>
    <w:rsid w:val="00873AB4"/>
    <w:rsid w:val="0087450A"/>
    <w:rsid w:val="00874632"/>
    <w:rsid w:val="00874EB0"/>
    <w:rsid w:val="00877DCA"/>
    <w:rsid w:val="00881140"/>
    <w:rsid w:val="0088136C"/>
    <w:rsid w:val="00881711"/>
    <w:rsid w:val="00882319"/>
    <w:rsid w:val="008834BD"/>
    <w:rsid w:val="008841FA"/>
    <w:rsid w:val="00885CE0"/>
    <w:rsid w:val="008866BE"/>
    <w:rsid w:val="00886960"/>
    <w:rsid w:val="008871DC"/>
    <w:rsid w:val="00893589"/>
    <w:rsid w:val="00893C84"/>
    <w:rsid w:val="008943CA"/>
    <w:rsid w:val="00895F88"/>
    <w:rsid w:val="00896CCD"/>
    <w:rsid w:val="008972B9"/>
    <w:rsid w:val="00897D27"/>
    <w:rsid w:val="008A1BEC"/>
    <w:rsid w:val="008A21E3"/>
    <w:rsid w:val="008A2C74"/>
    <w:rsid w:val="008A2C86"/>
    <w:rsid w:val="008A36D2"/>
    <w:rsid w:val="008A3E75"/>
    <w:rsid w:val="008A4475"/>
    <w:rsid w:val="008A4D9D"/>
    <w:rsid w:val="008A6FE4"/>
    <w:rsid w:val="008B1FD3"/>
    <w:rsid w:val="008B4959"/>
    <w:rsid w:val="008C2798"/>
    <w:rsid w:val="008C2AA6"/>
    <w:rsid w:val="008C2D62"/>
    <w:rsid w:val="008C32E8"/>
    <w:rsid w:val="008C3CCE"/>
    <w:rsid w:val="008C4BF9"/>
    <w:rsid w:val="008C59B3"/>
    <w:rsid w:val="008C76A2"/>
    <w:rsid w:val="008D0135"/>
    <w:rsid w:val="008D2034"/>
    <w:rsid w:val="008D21A2"/>
    <w:rsid w:val="008D3B59"/>
    <w:rsid w:val="008D4813"/>
    <w:rsid w:val="008D742F"/>
    <w:rsid w:val="008D7D35"/>
    <w:rsid w:val="008E180E"/>
    <w:rsid w:val="008E1826"/>
    <w:rsid w:val="008E1D5B"/>
    <w:rsid w:val="008E3284"/>
    <w:rsid w:val="008E7387"/>
    <w:rsid w:val="008F0D5C"/>
    <w:rsid w:val="008F0FC7"/>
    <w:rsid w:val="008F10C8"/>
    <w:rsid w:val="008F13BA"/>
    <w:rsid w:val="008F1F6F"/>
    <w:rsid w:val="008F3984"/>
    <w:rsid w:val="008F4391"/>
    <w:rsid w:val="008F5DF4"/>
    <w:rsid w:val="008F611E"/>
    <w:rsid w:val="008F64EC"/>
    <w:rsid w:val="008F76B5"/>
    <w:rsid w:val="009002B4"/>
    <w:rsid w:val="00902616"/>
    <w:rsid w:val="00902751"/>
    <w:rsid w:val="009041AE"/>
    <w:rsid w:val="00905DF3"/>
    <w:rsid w:val="0090726F"/>
    <w:rsid w:val="009107CE"/>
    <w:rsid w:val="0091080E"/>
    <w:rsid w:val="0091115C"/>
    <w:rsid w:val="0091116F"/>
    <w:rsid w:val="00912906"/>
    <w:rsid w:val="00912C6C"/>
    <w:rsid w:val="00915437"/>
    <w:rsid w:val="00916FDC"/>
    <w:rsid w:val="00917D58"/>
    <w:rsid w:val="00920E53"/>
    <w:rsid w:val="00921097"/>
    <w:rsid w:val="00921A63"/>
    <w:rsid w:val="009227B2"/>
    <w:rsid w:val="0092495C"/>
    <w:rsid w:val="009250B3"/>
    <w:rsid w:val="009259EE"/>
    <w:rsid w:val="00925AE4"/>
    <w:rsid w:val="009260BD"/>
    <w:rsid w:val="00927804"/>
    <w:rsid w:val="00927CE8"/>
    <w:rsid w:val="0093017A"/>
    <w:rsid w:val="009303A2"/>
    <w:rsid w:val="00930694"/>
    <w:rsid w:val="009309CD"/>
    <w:rsid w:val="009353B5"/>
    <w:rsid w:val="00937745"/>
    <w:rsid w:val="00941A3B"/>
    <w:rsid w:val="009432C8"/>
    <w:rsid w:val="009461AD"/>
    <w:rsid w:val="00946AFC"/>
    <w:rsid w:val="00946B77"/>
    <w:rsid w:val="00946C84"/>
    <w:rsid w:val="009474E9"/>
    <w:rsid w:val="00950B50"/>
    <w:rsid w:val="00951A3A"/>
    <w:rsid w:val="009526C5"/>
    <w:rsid w:val="00953954"/>
    <w:rsid w:val="0095441F"/>
    <w:rsid w:val="0095470C"/>
    <w:rsid w:val="00954A42"/>
    <w:rsid w:val="00954B93"/>
    <w:rsid w:val="0095759B"/>
    <w:rsid w:val="009576C5"/>
    <w:rsid w:val="00957FA4"/>
    <w:rsid w:val="00961299"/>
    <w:rsid w:val="00961640"/>
    <w:rsid w:val="00962357"/>
    <w:rsid w:val="00962441"/>
    <w:rsid w:val="009630B2"/>
    <w:rsid w:val="00963944"/>
    <w:rsid w:val="00964E87"/>
    <w:rsid w:val="00964F9D"/>
    <w:rsid w:val="00964FBB"/>
    <w:rsid w:val="00965143"/>
    <w:rsid w:val="00965276"/>
    <w:rsid w:val="00965568"/>
    <w:rsid w:val="0096580C"/>
    <w:rsid w:val="0096635A"/>
    <w:rsid w:val="00966604"/>
    <w:rsid w:val="00966968"/>
    <w:rsid w:val="00967F58"/>
    <w:rsid w:val="009753CC"/>
    <w:rsid w:val="00975569"/>
    <w:rsid w:val="00975E99"/>
    <w:rsid w:val="0098049E"/>
    <w:rsid w:val="00982583"/>
    <w:rsid w:val="0098360B"/>
    <w:rsid w:val="00983F0C"/>
    <w:rsid w:val="00984D44"/>
    <w:rsid w:val="009854BD"/>
    <w:rsid w:val="00987774"/>
    <w:rsid w:val="00987AAB"/>
    <w:rsid w:val="00987D05"/>
    <w:rsid w:val="00987FE6"/>
    <w:rsid w:val="00990EBE"/>
    <w:rsid w:val="00991336"/>
    <w:rsid w:val="009917C6"/>
    <w:rsid w:val="00993234"/>
    <w:rsid w:val="0099454F"/>
    <w:rsid w:val="00994903"/>
    <w:rsid w:val="0099538D"/>
    <w:rsid w:val="009968E7"/>
    <w:rsid w:val="00997C0F"/>
    <w:rsid w:val="00997F2E"/>
    <w:rsid w:val="009A3C83"/>
    <w:rsid w:val="009A45FC"/>
    <w:rsid w:val="009A5716"/>
    <w:rsid w:val="009A7562"/>
    <w:rsid w:val="009A7844"/>
    <w:rsid w:val="009B0449"/>
    <w:rsid w:val="009B2728"/>
    <w:rsid w:val="009B36AB"/>
    <w:rsid w:val="009B42E3"/>
    <w:rsid w:val="009B5BEA"/>
    <w:rsid w:val="009B5FAD"/>
    <w:rsid w:val="009B6CE2"/>
    <w:rsid w:val="009B6F41"/>
    <w:rsid w:val="009B717F"/>
    <w:rsid w:val="009B79A5"/>
    <w:rsid w:val="009C1971"/>
    <w:rsid w:val="009C1DF8"/>
    <w:rsid w:val="009C204B"/>
    <w:rsid w:val="009C43D0"/>
    <w:rsid w:val="009C5843"/>
    <w:rsid w:val="009C7084"/>
    <w:rsid w:val="009C7280"/>
    <w:rsid w:val="009C7B79"/>
    <w:rsid w:val="009C7C64"/>
    <w:rsid w:val="009D0AD5"/>
    <w:rsid w:val="009D22E7"/>
    <w:rsid w:val="009D2E8C"/>
    <w:rsid w:val="009D4CA3"/>
    <w:rsid w:val="009D50B4"/>
    <w:rsid w:val="009D5A71"/>
    <w:rsid w:val="009D5BEB"/>
    <w:rsid w:val="009D6D99"/>
    <w:rsid w:val="009E1997"/>
    <w:rsid w:val="009E19B2"/>
    <w:rsid w:val="009E2904"/>
    <w:rsid w:val="009E34FC"/>
    <w:rsid w:val="009E5F05"/>
    <w:rsid w:val="009E70C5"/>
    <w:rsid w:val="009F1E8A"/>
    <w:rsid w:val="009F1EB4"/>
    <w:rsid w:val="009F213F"/>
    <w:rsid w:val="009F215F"/>
    <w:rsid w:val="009F2253"/>
    <w:rsid w:val="009F2DEF"/>
    <w:rsid w:val="009F303C"/>
    <w:rsid w:val="009F34BE"/>
    <w:rsid w:val="009F4C13"/>
    <w:rsid w:val="009F63D8"/>
    <w:rsid w:val="009F78D7"/>
    <w:rsid w:val="009F7BFD"/>
    <w:rsid w:val="009F7EC2"/>
    <w:rsid w:val="00A01D9E"/>
    <w:rsid w:val="00A01F38"/>
    <w:rsid w:val="00A02372"/>
    <w:rsid w:val="00A02674"/>
    <w:rsid w:val="00A02790"/>
    <w:rsid w:val="00A041A6"/>
    <w:rsid w:val="00A060A6"/>
    <w:rsid w:val="00A07894"/>
    <w:rsid w:val="00A079E8"/>
    <w:rsid w:val="00A11A2B"/>
    <w:rsid w:val="00A11E3D"/>
    <w:rsid w:val="00A136C6"/>
    <w:rsid w:val="00A1379E"/>
    <w:rsid w:val="00A14122"/>
    <w:rsid w:val="00A15C05"/>
    <w:rsid w:val="00A16E0E"/>
    <w:rsid w:val="00A17DAB"/>
    <w:rsid w:val="00A2064B"/>
    <w:rsid w:val="00A2211E"/>
    <w:rsid w:val="00A22EA3"/>
    <w:rsid w:val="00A2401D"/>
    <w:rsid w:val="00A241A6"/>
    <w:rsid w:val="00A24EAA"/>
    <w:rsid w:val="00A258B1"/>
    <w:rsid w:val="00A3018C"/>
    <w:rsid w:val="00A3211F"/>
    <w:rsid w:val="00A34EAE"/>
    <w:rsid w:val="00A37445"/>
    <w:rsid w:val="00A375DD"/>
    <w:rsid w:val="00A40535"/>
    <w:rsid w:val="00A40593"/>
    <w:rsid w:val="00A416B1"/>
    <w:rsid w:val="00A4172A"/>
    <w:rsid w:val="00A42314"/>
    <w:rsid w:val="00A43368"/>
    <w:rsid w:val="00A438DE"/>
    <w:rsid w:val="00A442ED"/>
    <w:rsid w:val="00A44D8C"/>
    <w:rsid w:val="00A46786"/>
    <w:rsid w:val="00A474C4"/>
    <w:rsid w:val="00A50166"/>
    <w:rsid w:val="00A5024A"/>
    <w:rsid w:val="00A50392"/>
    <w:rsid w:val="00A51449"/>
    <w:rsid w:val="00A51533"/>
    <w:rsid w:val="00A52742"/>
    <w:rsid w:val="00A530EC"/>
    <w:rsid w:val="00A535C0"/>
    <w:rsid w:val="00A53904"/>
    <w:rsid w:val="00A53977"/>
    <w:rsid w:val="00A5436F"/>
    <w:rsid w:val="00A544BF"/>
    <w:rsid w:val="00A54DDF"/>
    <w:rsid w:val="00A55CED"/>
    <w:rsid w:val="00A55F57"/>
    <w:rsid w:val="00A573EE"/>
    <w:rsid w:val="00A60819"/>
    <w:rsid w:val="00A608A3"/>
    <w:rsid w:val="00A622C0"/>
    <w:rsid w:val="00A655CD"/>
    <w:rsid w:val="00A656F6"/>
    <w:rsid w:val="00A65A37"/>
    <w:rsid w:val="00A67268"/>
    <w:rsid w:val="00A6750F"/>
    <w:rsid w:val="00A704E1"/>
    <w:rsid w:val="00A70F53"/>
    <w:rsid w:val="00A719FE"/>
    <w:rsid w:val="00A71F47"/>
    <w:rsid w:val="00A729E3"/>
    <w:rsid w:val="00A74886"/>
    <w:rsid w:val="00A75A3C"/>
    <w:rsid w:val="00A76673"/>
    <w:rsid w:val="00A8029D"/>
    <w:rsid w:val="00A8032D"/>
    <w:rsid w:val="00A80A62"/>
    <w:rsid w:val="00A81CBE"/>
    <w:rsid w:val="00A82B8A"/>
    <w:rsid w:val="00A858E6"/>
    <w:rsid w:val="00A866C0"/>
    <w:rsid w:val="00A87567"/>
    <w:rsid w:val="00A90081"/>
    <w:rsid w:val="00A922F1"/>
    <w:rsid w:val="00A9269B"/>
    <w:rsid w:val="00A93631"/>
    <w:rsid w:val="00A93DD5"/>
    <w:rsid w:val="00A93F6D"/>
    <w:rsid w:val="00A9431B"/>
    <w:rsid w:val="00A943F9"/>
    <w:rsid w:val="00A94AC8"/>
    <w:rsid w:val="00A94CDB"/>
    <w:rsid w:val="00A95BF9"/>
    <w:rsid w:val="00AA04D3"/>
    <w:rsid w:val="00AA1ED3"/>
    <w:rsid w:val="00AA3726"/>
    <w:rsid w:val="00AA3C90"/>
    <w:rsid w:val="00AA3F01"/>
    <w:rsid w:val="00AA4004"/>
    <w:rsid w:val="00AA41CA"/>
    <w:rsid w:val="00AA549D"/>
    <w:rsid w:val="00AA5EE3"/>
    <w:rsid w:val="00AA7A64"/>
    <w:rsid w:val="00AB0193"/>
    <w:rsid w:val="00AB03B9"/>
    <w:rsid w:val="00AB16E1"/>
    <w:rsid w:val="00AB1BE3"/>
    <w:rsid w:val="00AB1C12"/>
    <w:rsid w:val="00AB1C85"/>
    <w:rsid w:val="00AB3222"/>
    <w:rsid w:val="00AB427B"/>
    <w:rsid w:val="00AB4EC0"/>
    <w:rsid w:val="00AB632B"/>
    <w:rsid w:val="00AB677F"/>
    <w:rsid w:val="00AC0253"/>
    <w:rsid w:val="00AC02AA"/>
    <w:rsid w:val="00AC1695"/>
    <w:rsid w:val="00AC288B"/>
    <w:rsid w:val="00AC4F58"/>
    <w:rsid w:val="00AC6DEB"/>
    <w:rsid w:val="00AC71D8"/>
    <w:rsid w:val="00AD036D"/>
    <w:rsid w:val="00AD09FC"/>
    <w:rsid w:val="00AD0AAE"/>
    <w:rsid w:val="00AD1026"/>
    <w:rsid w:val="00AD112D"/>
    <w:rsid w:val="00AD11AB"/>
    <w:rsid w:val="00AD3AE0"/>
    <w:rsid w:val="00AD443D"/>
    <w:rsid w:val="00AD449F"/>
    <w:rsid w:val="00AD6AA1"/>
    <w:rsid w:val="00AD6ADE"/>
    <w:rsid w:val="00AD7BC8"/>
    <w:rsid w:val="00AE1891"/>
    <w:rsid w:val="00AE1C0D"/>
    <w:rsid w:val="00AE1EDA"/>
    <w:rsid w:val="00AE2B0B"/>
    <w:rsid w:val="00AE44B6"/>
    <w:rsid w:val="00AE5ED2"/>
    <w:rsid w:val="00AF0C43"/>
    <w:rsid w:val="00AF222D"/>
    <w:rsid w:val="00AF3747"/>
    <w:rsid w:val="00AF4C4B"/>
    <w:rsid w:val="00AF4D26"/>
    <w:rsid w:val="00AF5785"/>
    <w:rsid w:val="00AF5DE3"/>
    <w:rsid w:val="00AF6026"/>
    <w:rsid w:val="00AF65CC"/>
    <w:rsid w:val="00AF6699"/>
    <w:rsid w:val="00AF6C77"/>
    <w:rsid w:val="00AF6CD9"/>
    <w:rsid w:val="00AF748E"/>
    <w:rsid w:val="00AF76AC"/>
    <w:rsid w:val="00AF7F4D"/>
    <w:rsid w:val="00B00D2B"/>
    <w:rsid w:val="00B01A51"/>
    <w:rsid w:val="00B01F82"/>
    <w:rsid w:val="00B02C6F"/>
    <w:rsid w:val="00B03151"/>
    <w:rsid w:val="00B03A90"/>
    <w:rsid w:val="00B05708"/>
    <w:rsid w:val="00B05835"/>
    <w:rsid w:val="00B05B6D"/>
    <w:rsid w:val="00B05C73"/>
    <w:rsid w:val="00B05E31"/>
    <w:rsid w:val="00B0627D"/>
    <w:rsid w:val="00B06D6E"/>
    <w:rsid w:val="00B07581"/>
    <w:rsid w:val="00B07819"/>
    <w:rsid w:val="00B07A28"/>
    <w:rsid w:val="00B11965"/>
    <w:rsid w:val="00B11F64"/>
    <w:rsid w:val="00B14614"/>
    <w:rsid w:val="00B147D1"/>
    <w:rsid w:val="00B15E37"/>
    <w:rsid w:val="00B17C03"/>
    <w:rsid w:val="00B2067C"/>
    <w:rsid w:val="00B20969"/>
    <w:rsid w:val="00B20DAD"/>
    <w:rsid w:val="00B214F4"/>
    <w:rsid w:val="00B226CA"/>
    <w:rsid w:val="00B23093"/>
    <w:rsid w:val="00B25884"/>
    <w:rsid w:val="00B25B65"/>
    <w:rsid w:val="00B2607F"/>
    <w:rsid w:val="00B26DD5"/>
    <w:rsid w:val="00B26F9A"/>
    <w:rsid w:val="00B27222"/>
    <w:rsid w:val="00B30CE6"/>
    <w:rsid w:val="00B321F8"/>
    <w:rsid w:val="00B3295E"/>
    <w:rsid w:val="00B3360D"/>
    <w:rsid w:val="00B37858"/>
    <w:rsid w:val="00B42CBA"/>
    <w:rsid w:val="00B451F3"/>
    <w:rsid w:val="00B4699C"/>
    <w:rsid w:val="00B47FC6"/>
    <w:rsid w:val="00B50A78"/>
    <w:rsid w:val="00B523FF"/>
    <w:rsid w:val="00B524EB"/>
    <w:rsid w:val="00B53B35"/>
    <w:rsid w:val="00B5435A"/>
    <w:rsid w:val="00B55A31"/>
    <w:rsid w:val="00B565CE"/>
    <w:rsid w:val="00B56753"/>
    <w:rsid w:val="00B57C45"/>
    <w:rsid w:val="00B57D0C"/>
    <w:rsid w:val="00B61E81"/>
    <w:rsid w:val="00B620EC"/>
    <w:rsid w:val="00B623A5"/>
    <w:rsid w:val="00B643CD"/>
    <w:rsid w:val="00B64BCB"/>
    <w:rsid w:val="00B65589"/>
    <w:rsid w:val="00B66466"/>
    <w:rsid w:val="00B727BF"/>
    <w:rsid w:val="00B7300B"/>
    <w:rsid w:val="00B73F64"/>
    <w:rsid w:val="00B7461A"/>
    <w:rsid w:val="00B74BA6"/>
    <w:rsid w:val="00B77166"/>
    <w:rsid w:val="00B7792D"/>
    <w:rsid w:val="00B77D67"/>
    <w:rsid w:val="00B80EB8"/>
    <w:rsid w:val="00B81F8A"/>
    <w:rsid w:val="00B83A14"/>
    <w:rsid w:val="00B83D96"/>
    <w:rsid w:val="00B84420"/>
    <w:rsid w:val="00B84582"/>
    <w:rsid w:val="00B85171"/>
    <w:rsid w:val="00B86D8B"/>
    <w:rsid w:val="00B9023E"/>
    <w:rsid w:val="00B91611"/>
    <w:rsid w:val="00B926A0"/>
    <w:rsid w:val="00B92E30"/>
    <w:rsid w:val="00B93AF5"/>
    <w:rsid w:val="00B94803"/>
    <w:rsid w:val="00B949B6"/>
    <w:rsid w:val="00B95BC2"/>
    <w:rsid w:val="00B96B24"/>
    <w:rsid w:val="00B978AF"/>
    <w:rsid w:val="00B97FF5"/>
    <w:rsid w:val="00BA0D64"/>
    <w:rsid w:val="00BA0E4A"/>
    <w:rsid w:val="00BA2192"/>
    <w:rsid w:val="00BA2582"/>
    <w:rsid w:val="00BA5206"/>
    <w:rsid w:val="00BA534B"/>
    <w:rsid w:val="00BA6201"/>
    <w:rsid w:val="00BB018D"/>
    <w:rsid w:val="00BB1684"/>
    <w:rsid w:val="00BB1EE9"/>
    <w:rsid w:val="00BB233F"/>
    <w:rsid w:val="00BB6385"/>
    <w:rsid w:val="00BB65C5"/>
    <w:rsid w:val="00BB66F4"/>
    <w:rsid w:val="00BC0EA0"/>
    <w:rsid w:val="00BC1F62"/>
    <w:rsid w:val="00BC5329"/>
    <w:rsid w:val="00BC578D"/>
    <w:rsid w:val="00BC5A68"/>
    <w:rsid w:val="00BC5ACC"/>
    <w:rsid w:val="00BC6120"/>
    <w:rsid w:val="00BC6D55"/>
    <w:rsid w:val="00BC6F18"/>
    <w:rsid w:val="00BC7756"/>
    <w:rsid w:val="00BC7BAE"/>
    <w:rsid w:val="00BD0FDD"/>
    <w:rsid w:val="00BD3E7B"/>
    <w:rsid w:val="00BD4E24"/>
    <w:rsid w:val="00BE00A7"/>
    <w:rsid w:val="00BE089D"/>
    <w:rsid w:val="00BE302E"/>
    <w:rsid w:val="00BE30D4"/>
    <w:rsid w:val="00BE3776"/>
    <w:rsid w:val="00BE3DF4"/>
    <w:rsid w:val="00BE48C9"/>
    <w:rsid w:val="00BE4FFA"/>
    <w:rsid w:val="00BE6E51"/>
    <w:rsid w:val="00BF11CE"/>
    <w:rsid w:val="00BF138A"/>
    <w:rsid w:val="00BF1B75"/>
    <w:rsid w:val="00BF2C42"/>
    <w:rsid w:val="00BF37D7"/>
    <w:rsid w:val="00BF4775"/>
    <w:rsid w:val="00BF7318"/>
    <w:rsid w:val="00C001CF"/>
    <w:rsid w:val="00C00332"/>
    <w:rsid w:val="00C008B1"/>
    <w:rsid w:val="00C012CF"/>
    <w:rsid w:val="00C035E7"/>
    <w:rsid w:val="00C0365F"/>
    <w:rsid w:val="00C05844"/>
    <w:rsid w:val="00C05938"/>
    <w:rsid w:val="00C05B6E"/>
    <w:rsid w:val="00C079BE"/>
    <w:rsid w:val="00C13BE5"/>
    <w:rsid w:val="00C14504"/>
    <w:rsid w:val="00C1459C"/>
    <w:rsid w:val="00C14BDA"/>
    <w:rsid w:val="00C14C77"/>
    <w:rsid w:val="00C175F7"/>
    <w:rsid w:val="00C20899"/>
    <w:rsid w:val="00C21AFC"/>
    <w:rsid w:val="00C2248A"/>
    <w:rsid w:val="00C22E65"/>
    <w:rsid w:val="00C23246"/>
    <w:rsid w:val="00C237AF"/>
    <w:rsid w:val="00C24041"/>
    <w:rsid w:val="00C249EB"/>
    <w:rsid w:val="00C2514B"/>
    <w:rsid w:val="00C278C0"/>
    <w:rsid w:val="00C27C12"/>
    <w:rsid w:val="00C30330"/>
    <w:rsid w:val="00C314FA"/>
    <w:rsid w:val="00C31A3B"/>
    <w:rsid w:val="00C31D61"/>
    <w:rsid w:val="00C32ADB"/>
    <w:rsid w:val="00C32F87"/>
    <w:rsid w:val="00C33636"/>
    <w:rsid w:val="00C33950"/>
    <w:rsid w:val="00C3727D"/>
    <w:rsid w:val="00C37C94"/>
    <w:rsid w:val="00C37E7D"/>
    <w:rsid w:val="00C40686"/>
    <w:rsid w:val="00C41165"/>
    <w:rsid w:val="00C4141B"/>
    <w:rsid w:val="00C42E8C"/>
    <w:rsid w:val="00C455F0"/>
    <w:rsid w:val="00C45A73"/>
    <w:rsid w:val="00C47188"/>
    <w:rsid w:val="00C4740E"/>
    <w:rsid w:val="00C475B6"/>
    <w:rsid w:val="00C47846"/>
    <w:rsid w:val="00C505E7"/>
    <w:rsid w:val="00C50B5B"/>
    <w:rsid w:val="00C51180"/>
    <w:rsid w:val="00C5141C"/>
    <w:rsid w:val="00C52147"/>
    <w:rsid w:val="00C5267D"/>
    <w:rsid w:val="00C537D7"/>
    <w:rsid w:val="00C54F3B"/>
    <w:rsid w:val="00C558C4"/>
    <w:rsid w:val="00C56719"/>
    <w:rsid w:val="00C57E36"/>
    <w:rsid w:val="00C6024D"/>
    <w:rsid w:val="00C60DDF"/>
    <w:rsid w:val="00C61C09"/>
    <w:rsid w:val="00C6251C"/>
    <w:rsid w:val="00C6276E"/>
    <w:rsid w:val="00C64190"/>
    <w:rsid w:val="00C64560"/>
    <w:rsid w:val="00C6583C"/>
    <w:rsid w:val="00C67F7D"/>
    <w:rsid w:val="00C71676"/>
    <w:rsid w:val="00C717A8"/>
    <w:rsid w:val="00C72996"/>
    <w:rsid w:val="00C72C44"/>
    <w:rsid w:val="00C733E6"/>
    <w:rsid w:val="00C7351D"/>
    <w:rsid w:val="00C75E6B"/>
    <w:rsid w:val="00C76BDD"/>
    <w:rsid w:val="00C76EEE"/>
    <w:rsid w:val="00C7709B"/>
    <w:rsid w:val="00C77C4E"/>
    <w:rsid w:val="00C77C9B"/>
    <w:rsid w:val="00C80354"/>
    <w:rsid w:val="00C80A6A"/>
    <w:rsid w:val="00C817D5"/>
    <w:rsid w:val="00C82241"/>
    <w:rsid w:val="00C823DD"/>
    <w:rsid w:val="00C8486C"/>
    <w:rsid w:val="00C86418"/>
    <w:rsid w:val="00C86635"/>
    <w:rsid w:val="00C871EC"/>
    <w:rsid w:val="00C939AD"/>
    <w:rsid w:val="00C959AF"/>
    <w:rsid w:val="00C95D8D"/>
    <w:rsid w:val="00C9662B"/>
    <w:rsid w:val="00C96E94"/>
    <w:rsid w:val="00C9761B"/>
    <w:rsid w:val="00C97C64"/>
    <w:rsid w:val="00CA1B63"/>
    <w:rsid w:val="00CA1EBF"/>
    <w:rsid w:val="00CA34D3"/>
    <w:rsid w:val="00CA45A1"/>
    <w:rsid w:val="00CB21B0"/>
    <w:rsid w:val="00CB246E"/>
    <w:rsid w:val="00CB6949"/>
    <w:rsid w:val="00CB7244"/>
    <w:rsid w:val="00CC093F"/>
    <w:rsid w:val="00CC0DE1"/>
    <w:rsid w:val="00CC1FF7"/>
    <w:rsid w:val="00CC230D"/>
    <w:rsid w:val="00CC2453"/>
    <w:rsid w:val="00CC26BF"/>
    <w:rsid w:val="00CC4B96"/>
    <w:rsid w:val="00CC6A34"/>
    <w:rsid w:val="00CD169E"/>
    <w:rsid w:val="00CD20A1"/>
    <w:rsid w:val="00CD32B1"/>
    <w:rsid w:val="00CD366F"/>
    <w:rsid w:val="00CD3E3B"/>
    <w:rsid w:val="00CD4306"/>
    <w:rsid w:val="00CD44A3"/>
    <w:rsid w:val="00CD6068"/>
    <w:rsid w:val="00CD67F8"/>
    <w:rsid w:val="00CE0E18"/>
    <w:rsid w:val="00CE2FFE"/>
    <w:rsid w:val="00CE31FD"/>
    <w:rsid w:val="00CE32A6"/>
    <w:rsid w:val="00CE39B3"/>
    <w:rsid w:val="00CE4090"/>
    <w:rsid w:val="00CE428D"/>
    <w:rsid w:val="00CE5385"/>
    <w:rsid w:val="00CE56F3"/>
    <w:rsid w:val="00CE7E6F"/>
    <w:rsid w:val="00CF2A18"/>
    <w:rsid w:val="00CF303A"/>
    <w:rsid w:val="00CF711D"/>
    <w:rsid w:val="00CF7396"/>
    <w:rsid w:val="00CF74E6"/>
    <w:rsid w:val="00CF78D7"/>
    <w:rsid w:val="00CF7C35"/>
    <w:rsid w:val="00CF7D48"/>
    <w:rsid w:val="00D0036E"/>
    <w:rsid w:val="00D014A9"/>
    <w:rsid w:val="00D01B62"/>
    <w:rsid w:val="00D0432F"/>
    <w:rsid w:val="00D04394"/>
    <w:rsid w:val="00D04D77"/>
    <w:rsid w:val="00D0506E"/>
    <w:rsid w:val="00D0511A"/>
    <w:rsid w:val="00D05AFD"/>
    <w:rsid w:val="00D06444"/>
    <w:rsid w:val="00D10241"/>
    <w:rsid w:val="00D11C4A"/>
    <w:rsid w:val="00D13109"/>
    <w:rsid w:val="00D135E8"/>
    <w:rsid w:val="00D17316"/>
    <w:rsid w:val="00D17A91"/>
    <w:rsid w:val="00D21394"/>
    <w:rsid w:val="00D2371C"/>
    <w:rsid w:val="00D24A29"/>
    <w:rsid w:val="00D25090"/>
    <w:rsid w:val="00D25239"/>
    <w:rsid w:val="00D25F7A"/>
    <w:rsid w:val="00D260B5"/>
    <w:rsid w:val="00D30293"/>
    <w:rsid w:val="00D32C18"/>
    <w:rsid w:val="00D3313D"/>
    <w:rsid w:val="00D35466"/>
    <w:rsid w:val="00D35961"/>
    <w:rsid w:val="00D3625C"/>
    <w:rsid w:val="00D36A88"/>
    <w:rsid w:val="00D3774B"/>
    <w:rsid w:val="00D40381"/>
    <w:rsid w:val="00D40A9F"/>
    <w:rsid w:val="00D416EF"/>
    <w:rsid w:val="00D41B8D"/>
    <w:rsid w:val="00D430D8"/>
    <w:rsid w:val="00D43254"/>
    <w:rsid w:val="00D45203"/>
    <w:rsid w:val="00D45276"/>
    <w:rsid w:val="00D45C8F"/>
    <w:rsid w:val="00D46060"/>
    <w:rsid w:val="00D475D0"/>
    <w:rsid w:val="00D47D40"/>
    <w:rsid w:val="00D52357"/>
    <w:rsid w:val="00D53638"/>
    <w:rsid w:val="00D53751"/>
    <w:rsid w:val="00D53CD6"/>
    <w:rsid w:val="00D54E6D"/>
    <w:rsid w:val="00D55AAE"/>
    <w:rsid w:val="00D5717E"/>
    <w:rsid w:val="00D57C8D"/>
    <w:rsid w:val="00D611A1"/>
    <w:rsid w:val="00D615D3"/>
    <w:rsid w:val="00D629AB"/>
    <w:rsid w:val="00D62E9A"/>
    <w:rsid w:val="00D63238"/>
    <w:rsid w:val="00D63600"/>
    <w:rsid w:val="00D63D10"/>
    <w:rsid w:val="00D64D1D"/>
    <w:rsid w:val="00D66757"/>
    <w:rsid w:val="00D66FED"/>
    <w:rsid w:val="00D71B01"/>
    <w:rsid w:val="00D7389B"/>
    <w:rsid w:val="00D7419E"/>
    <w:rsid w:val="00D74B53"/>
    <w:rsid w:val="00D75E66"/>
    <w:rsid w:val="00D80C1A"/>
    <w:rsid w:val="00D80E65"/>
    <w:rsid w:val="00D8106C"/>
    <w:rsid w:val="00D8316C"/>
    <w:rsid w:val="00D83509"/>
    <w:rsid w:val="00D836E5"/>
    <w:rsid w:val="00D83770"/>
    <w:rsid w:val="00D83E0E"/>
    <w:rsid w:val="00D83F3D"/>
    <w:rsid w:val="00D8440F"/>
    <w:rsid w:val="00D847C8"/>
    <w:rsid w:val="00D849FE"/>
    <w:rsid w:val="00D84B79"/>
    <w:rsid w:val="00D84D28"/>
    <w:rsid w:val="00D85FFD"/>
    <w:rsid w:val="00D87DB5"/>
    <w:rsid w:val="00D92192"/>
    <w:rsid w:val="00D931C9"/>
    <w:rsid w:val="00D932AA"/>
    <w:rsid w:val="00D93993"/>
    <w:rsid w:val="00D93DDF"/>
    <w:rsid w:val="00D9405E"/>
    <w:rsid w:val="00D942F5"/>
    <w:rsid w:val="00D949DD"/>
    <w:rsid w:val="00D94F97"/>
    <w:rsid w:val="00D97A0F"/>
    <w:rsid w:val="00DA04DE"/>
    <w:rsid w:val="00DA0540"/>
    <w:rsid w:val="00DA0842"/>
    <w:rsid w:val="00DA1E60"/>
    <w:rsid w:val="00DA23F3"/>
    <w:rsid w:val="00DA33A7"/>
    <w:rsid w:val="00DA35A3"/>
    <w:rsid w:val="00DA379C"/>
    <w:rsid w:val="00DA379D"/>
    <w:rsid w:val="00DA5E38"/>
    <w:rsid w:val="00DA75A0"/>
    <w:rsid w:val="00DB3972"/>
    <w:rsid w:val="00DB3A75"/>
    <w:rsid w:val="00DC042A"/>
    <w:rsid w:val="00DC40EC"/>
    <w:rsid w:val="00DC5D47"/>
    <w:rsid w:val="00DC6C98"/>
    <w:rsid w:val="00DC6DCF"/>
    <w:rsid w:val="00DC761B"/>
    <w:rsid w:val="00DD1C94"/>
    <w:rsid w:val="00DD2B32"/>
    <w:rsid w:val="00DD38C0"/>
    <w:rsid w:val="00DD4998"/>
    <w:rsid w:val="00DD4DDC"/>
    <w:rsid w:val="00DD5886"/>
    <w:rsid w:val="00DD595C"/>
    <w:rsid w:val="00DD6457"/>
    <w:rsid w:val="00DD692A"/>
    <w:rsid w:val="00DE1BF3"/>
    <w:rsid w:val="00DE236B"/>
    <w:rsid w:val="00DE2444"/>
    <w:rsid w:val="00DE3A86"/>
    <w:rsid w:val="00DE3E63"/>
    <w:rsid w:val="00DE4327"/>
    <w:rsid w:val="00DE7EFE"/>
    <w:rsid w:val="00DF1D65"/>
    <w:rsid w:val="00DF441E"/>
    <w:rsid w:val="00DF5AF0"/>
    <w:rsid w:val="00DF6C90"/>
    <w:rsid w:val="00DF70F1"/>
    <w:rsid w:val="00DF7CC4"/>
    <w:rsid w:val="00E017E1"/>
    <w:rsid w:val="00E01824"/>
    <w:rsid w:val="00E018ED"/>
    <w:rsid w:val="00E0211F"/>
    <w:rsid w:val="00E0298E"/>
    <w:rsid w:val="00E038FF"/>
    <w:rsid w:val="00E050E5"/>
    <w:rsid w:val="00E0566F"/>
    <w:rsid w:val="00E05718"/>
    <w:rsid w:val="00E069AA"/>
    <w:rsid w:val="00E106F7"/>
    <w:rsid w:val="00E10883"/>
    <w:rsid w:val="00E11121"/>
    <w:rsid w:val="00E1219D"/>
    <w:rsid w:val="00E143E0"/>
    <w:rsid w:val="00E14835"/>
    <w:rsid w:val="00E15ADE"/>
    <w:rsid w:val="00E15DDA"/>
    <w:rsid w:val="00E164E8"/>
    <w:rsid w:val="00E167A4"/>
    <w:rsid w:val="00E20B5C"/>
    <w:rsid w:val="00E213B7"/>
    <w:rsid w:val="00E2202F"/>
    <w:rsid w:val="00E2242D"/>
    <w:rsid w:val="00E229C0"/>
    <w:rsid w:val="00E230EE"/>
    <w:rsid w:val="00E233AB"/>
    <w:rsid w:val="00E24D31"/>
    <w:rsid w:val="00E25414"/>
    <w:rsid w:val="00E26536"/>
    <w:rsid w:val="00E276B2"/>
    <w:rsid w:val="00E30A95"/>
    <w:rsid w:val="00E317FC"/>
    <w:rsid w:val="00E32303"/>
    <w:rsid w:val="00E33738"/>
    <w:rsid w:val="00E34B1B"/>
    <w:rsid w:val="00E34CE1"/>
    <w:rsid w:val="00E35EEF"/>
    <w:rsid w:val="00E367A2"/>
    <w:rsid w:val="00E36FD2"/>
    <w:rsid w:val="00E37094"/>
    <w:rsid w:val="00E37314"/>
    <w:rsid w:val="00E37CC4"/>
    <w:rsid w:val="00E40990"/>
    <w:rsid w:val="00E41062"/>
    <w:rsid w:val="00E41C4C"/>
    <w:rsid w:val="00E4268E"/>
    <w:rsid w:val="00E430B3"/>
    <w:rsid w:val="00E44D23"/>
    <w:rsid w:val="00E45CB7"/>
    <w:rsid w:val="00E46E9D"/>
    <w:rsid w:val="00E479F7"/>
    <w:rsid w:val="00E47BB9"/>
    <w:rsid w:val="00E52919"/>
    <w:rsid w:val="00E52EC9"/>
    <w:rsid w:val="00E5365A"/>
    <w:rsid w:val="00E53FCA"/>
    <w:rsid w:val="00E56F19"/>
    <w:rsid w:val="00E60EAA"/>
    <w:rsid w:val="00E61074"/>
    <w:rsid w:val="00E612F9"/>
    <w:rsid w:val="00E6175F"/>
    <w:rsid w:val="00E63C80"/>
    <w:rsid w:val="00E65E15"/>
    <w:rsid w:val="00E66B90"/>
    <w:rsid w:val="00E7070D"/>
    <w:rsid w:val="00E707E6"/>
    <w:rsid w:val="00E71B92"/>
    <w:rsid w:val="00E742E0"/>
    <w:rsid w:val="00E74D70"/>
    <w:rsid w:val="00E76188"/>
    <w:rsid w:val="00E77E02"/>
    <w:rsid w:val="00E82BCA"/>
    <w:rsid w:val="00E85CA4"/>
    <w:rsid w:val="00E864B1"/>
    <w:rsid w:val="00E868E4"/>
    <w:rsid w:val="00E87C0B"/>
    <w:rsid w:val="00E90A09"/>
    <w:rsid w:val="00E90D1D"/>
    <w:rsid w:val="00E91330"/>
    <w:rsid w:val="00E91E09"/>
    <w:rsid w:val="00E948E1"/>
    <w:rsid w:val="00E94E9D"/>
    <w:rsid w:val="00E95CC6"/>
    <w:rsid w:val="00E964CA"/>
    <w:rsid w:val="00EA15EB"/>
    <w:rsid w:val="00EA1D5A"/>
    <w:rsid w:val="00EA1E30"/>
    <w:rsid w:val="00EA26A2"/>
    <w:rsid w:val="00EA3DF0"/>
    <w:rsid w:val="00EA46F3"/>
    <w:rsid w:val="00EA6035"/>
    <w:rsid w:val="00EA6D8E"/>
    <w:rsid w:val="00EA7821"/>
    <w:rsid w:val="00EA7F6B"/>
    <w:rsid w:val="00EB0E37"/>
    <w:rsid w:val="00EB37C1"/>
    <w:rsid w:val="00EB4EAE"/>
    <w:rsid w:val="00EB4F55"/>
    <w:rsid w:val="00EB52EA"/>
    <w:rsid w:val="00EC15A8"/>
    <w:rsid w:val="00EC2A5C"/>
    <w:rsid w:val="00EC3936"/>
    <w:rsid w:val="00EC4C13"/>
    <w:rsid w:val="00EC5FD2"/>
    <w:rsid w:val="00EC66A8"/>
    <w:rsid w:val="00EC6EF3"/>
    <w:rsid w:val="00EC7753"/>
    <w:rsid w:val="00ED008E"/>
    <w:rsid w:val="00ED15F6"/>
    <w:rsid w:val="00ED1D3B"/>
    <w:rsid w:val="00ED2082"/>
    <w:rsid w:val="00ED210D"/>
    <w:rsid w:val="00ED22A8"/>
    <w:rsid w:val="00ED37CE"/>
    <w:rsid w:val="00ED4A49"/>
    <w:rsid w:val="00ED57F0"/>
    <w:rsid w:val="00ED63A2"/>
    <w:rsid w:val="00ED6997"/>
    <w:rsid w:val="00ED79CD"/>
    <w:rsid w:val="00EE0EC2"/>
    <w:rsid w:val="00EE11A1"/>
    <w:rsid w:val="00EE11CF"/>
    <w:rsid w:val="00EE26FA"/>
    <w:rsid w:val="00EE2E5C"/>
    <w:rsid w:val="00EE45E5"/>
    <w:rsid w:val="00EE4C37"/>
    <w:rsid w:val="00EE507E"/>
    <w:rsid w:val="00EE52AC"/>
    <w:rsid w:val="00EE759C"/>
    <w:rsid w:val="00EF1FC9"/>
    <w:rsid w:val="00EF380C"/>
    <w:rsid w:val="00EF4161"/>
    <w:rsid w:val="00EF48BB"/>
    <w:rsid w:val="00EF4F70"/>
    <w:rsid w:val="00EF53CA"/>
    <w:rsid w:val="00EF5B7D"/>
    <w:rsid w:val="00EF5F1A"/>
    <w:rsid w:val="00F008DF"/>
    <w:rsid w:val="00F00EB8"/>
    <w:rsid w:val="00F02BA7"/>
    <w:rsid w:val="00F03FDA"/>
    <w:rsid w:val="00F04458"/>
    <w:rsid w:val="00F05411"/>
    <w:rsid w:val="00F05CE5"/>
    <w:rsid w:val="00F066F3"/>
    <w:rsid w:val="00F06EF4"/>
    <w:rsid w:val="00F07211"/>
    <w:rsid w:val="00F07FA2"/>
    <w:rsid w:val="00F1134E"/>
    <w:rsid w:val="00F11950"/>
    <w:rsid w:val="00F11AD9"/>
    <w:rsid w:val="00F12031"/>
    <w:rsid w:val="00F12417"/>
    <w:rsid w:val="00F12B4C"/>
    <w:rsid w:val="00F138CC"/>
    <w:rsid w:val="00F13D41"/>
    <w:rsid w:val="00F150B2"/>
    <w:rsid w:val="00F16B59"/>
    <w:rsid w:val="00F1773A"/>
    <w:rsid w:val="00F206CD"/>
    <w:rsid w:val="00F217A0"/>
    <w:rsid w:val="00F2426E"/>
    <w:rsid w:val="00F2532D"/>
    <w:rsid w:val="00F26E89"/>
    <w:rsid w:val="00F27D23"/>
    <w:rsid w:val="00F30145"/>
    <w:rsid w:val="00F30BFA"/>
    <w:rsid w:val="00F31ED6"/>
    <w:rsid w:val="00F322CF"/>
    <w:rsid w:val="00F34B58"/>
    <w:rsid w:val="00F3518D"/>
    <w:rsid w:val="00F357EE"/>
    <w:rsid w:val="00F36179"/>
    <w:rsid w:val="00F37CCA"/>
    <w:rsid w:val="00F40775"/>
    <w:rsid w:val="00F40834"/>
    <w:rsid w:val="00F428A4"/>
    <w:rsid w:val="00F43426"/>
    <w:rsid w:val="00F43C23"/>
    <w:rsid w:val="00F46A24"/>
    <w:rsid w:val="00F46CFA"/>
    <w:rsid w:val="00F4730B"/>
    <w:rsid w:val="00F47BCD"/>
    <w:rsid w:val="00F503E7"/>
    <w:rsid w:val="00F5190A"/>
    <w:rsid w:val="00F521DD"/>
    <w:rsid w:val="00F5226F"/>
    <w:rsid w:val="00F5351B"/>
    <w:rsid w:val="00F53FF7"/>
    <w:rsid w:val="00F547C0"/>
    <w:rsid w:val="00F54D9A"/>
    <w:rsid w:val="00F55B47"/>
    <w:rsid w:val="00F57354"/>
    <w:rsid w:val="00F60ACD"/>
    <w:rsid w:val="00F62F04"/>
    <w:rsid w:val="00F63305"/>
    <w:rsid w:val="00F64D1D"/>
    <w:rsid w:val="00F704BD"/>
    <w:rsid w:val="00F71737"/>
    <w:rsid w:val="00F73DBB"/>
    <w:rsid w:val="00F74692"/>
    <w:rsid w:val="00F75B1D"/>
    <w:rsid w:val="00F77A87"/>
    <w:rsid w:val="00F77DD6"/>
    <w:rsid w:val="00F803C2"/>
    <w:rsid w:val="00F80DFD"/>
    <w:rsid w:val="00F81FE0"/>
    <w:rsid w:val="00F845D9"/>
    <w:rsid w:val="00F8529A"/>
    <w:rsid w:val="00F85880"/>
    <w:rsid w:val="00F87486"/>
    <w:rsid w:val="00F903CF"/>
    <w:rsid w:val="00F90DC6"/>
    <w:rsid w:val="00F90E72"/>
    <w:rsid w:val="00F93071"/>
    <w:rsid w:val="00F933D7"/>
    <w:rsid w:val="00F93842"/>
    <w:rsid w:val="00F943D0"/>
    <w:rsid w:val="00F95FA6"/>
    <w:rsid w:val="00F9713E"/>
    <w:rsid w:val="00F97F57"/>
    <w:rsid w:val="00FA024C"/>
    <w:rsid w:val="00FA04D1"/>
    <w:rsid w:val="00FA0524"/>
    <w:rsid w:val="00FA0898"/>
    <w:rsid w:val="00FA4EC9"/>
    <w:rsid w:val="00FA5486"/>
    <w:rsid w:val="00FA6B47"/>
    <w:rsid w:val="00FA6C6C"/>
    <w:rsid w:val="00FA6ECA"/>
    <w:rsid w:val="00FA7FB0"/>
    <w:rsid w:val="00FB00C0"/>
    <w:rsid w:val="00FB1529"/>
    <w:rsid w:val="00FB18D3"/>
    <w:rsid w:val="00FB1928"/>
    <w:rsid w:val="00FB1AB0"/>
    <w:rsid w:val="00FB2856"/>
    <w:rsid w:val="00FB2ABB"/>
    <w:rsid w:val="00FB5B33"/>
    <w:rsid w:val="00FB64DE"/>
    <w:rsid w:val="00FB72F9"/>
    <w:rsid w:val="00FC0352"/>
    <w:rsid w:val="00FC0475"/>
    <w:rsid w:val="00FC151D"/>
    <w:rsid w:val="00FC1A05"/>
    <w:rsid w:val="00FC28FE"/>
    <w:rsid w:val="00FC3217"/>
    <w:rsid w:val="00FC3825"/>
    <w:rsid w:val="00FC4C34"/>
    <w:rsid w:val="00FC630A"/>
    <w:rsid w:val="00FC6F78"/>
    <w:rsid w:val="00FC7505"/>
    <w:rsid w:val="00FD055E"/>
    <w:rsid w:val="00FD0A20"/>
    <w:rsid w:val="00FD0E96"/>
    <w:rsid w:val="00FD2736"/>
    <w:rsid w:val="00FD2AE6"/>
    <w:rsid w:val="00FD37A8"/>
    <w:rsid w:val="00FD41FE"/>
    <w:rsid w:val="00FD555D"/>
    <w:rsid w:val="00FD59A1"/>
    <w:rsid w:val="00FD5FF7"/>
    <w:rsid w:val="00FD633A"/>
    <w:rsid w:val="00FD6E5E"/>
    <w:rsid w:val="00FD7A76"/>
    <w:rsid w:val="00FD7A85"/>
    <w:rsid w:val="00FE1207"/>
    <w:rsid w:val="00FE1F13"/>
    <w:rsid w:val="00FE27E9"/>
    <w:rsid w:val="00FE2EC3"/>
    <w:rsid w:val="00FE3141"/>
    <w:rsid w:val="00FE3191"/>
    <w:rsid w:val="00FE5CB3"/>
    <w:rsid w:val="00FE777C"/>
    <w:rsid w:val="00FE7EA9"/>
    <w:rsid w:val="00FF03E4"/>
    <w:rsid w:val="00FF0A1F"/>
    <w:rsid w:val="00FF228B"/>
    <w:rsid w:val="00FF38C6"/>
    <w:rsid w:val="00FF3A83"/>
    <w:rsid w:val="00FF4119"/>
    <w:rsid w:val="00FF5492"/>
    <w:rsid w:val="00FF585F"/>
    <w:rsid w:val="00FF680A"/>
    <w:rsid w:val="00FF6BB4"/>
    <w:rsid w:val="00FF6DE5"/>
    <w:rsid w:val="00FF75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18849"/>
  <w15:docId w15:val="{F540B173-5B8F-4D3B-A298-543DA0EDB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06CC"/>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styleId="Heading3">
    <w:name w:val="heading 3"/>
    <w:basedOn w:val="Normal"/>
    <w:link w:val="Heading3Char"/>
    <w:uiPriority w:val="9"/>
    <w:qFormat/>
    <w:rsid w:val="00785C44"/>
    <w:pPr>
      <w:spacing w:before="100" w:beforeAutospacing="1" w:after="100" w:afterAutospacing="1"/>
      <w:outlineLvl w:val="2"/>
    </w:pPr>
    <w:rPr>
      <w:b/>
      <w:bCs/>
      <w:sz w:val="27"/>
      <w:szCs w:val="27"/>
    </w:rPr>
  </w:style>
  <w:style w:type="paragraph" w:styleId="Heading5">
    <w:name w:val="heading 5"/>
    <w:basedOn w:val="Normal"/>
    <w:next w:val="Normal"/>
    <w:link w:val="Heading5Char"/>
    <w:uiPriority w:val="9"/>
    <w:semiHidden/>
    <w:unhideWhenUsed/>
    <w:qFormat/>
    <w:rsid w:val="009250B3"/>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styleId="Header">
    <w:name w:val="header"/>
    <w:pPr>
      <w:tabs>
        <w:tab w:val="center" w:pos="4680"/>
        <w:tab w:val="right" w:pos="9360"/>
      </w:tabs>
    </w:pPr>
    <w:rPr>
      <w:rFonts w:ascii="Avenir Next Regular" w:hAnsi="Avenir Next Regular" w:cs="Arial Unicode MS"/>
      <w:color w:val="000000"/>
      <w:sz w:val="24"/>
      <w:szCs w:val="24"/>
      <w:u w:color="000000"/>
    </w:rPr>
  </w:style>
  <w:style w:type="paragraph" w:styleId="Footer">
    <w:name w:val="footer"/>
    <w:link w:val="FooterChar"/>
    <w:pPr>
      <w:tabs>
        <w:tab w:val="center" w:pos="4680"/>
        <w:tab w:val="right" w:pos="9360"/>
      </w:tabs>
    </w:pPr>
    <w:rPr>
      <w:rFonts w:ascii="Avenir Next Regular" w:hAnsi="Avenir Next Regular" w:cs="Arial Unicode MS"/>
      <w:color w:val="000000"/>
      <w:sz w:val="24"/>
      <w:szCs w:val="24"/>
      <w:u w:color="000000"/>
    </w:rPr>
  </w:style>
  <w:style w:type="paragraph" w:customStyle="1" w:styleId="BodyA">
    <w:name w:val="Body A"/>
    <w:rPr>
      <w:rFonts w:cs="Arial Unicode MS"/>
      <w:color w:val="000000"/>
      <w:sz w:val="24"/>
      <w:szCs w:val="24"/>
      <w:u w:color="000000"/>
      <w14:textOutline w14:w="12700" w14:cap="flat" w14:cmpd="sng" w14:algn="ctr">
        <w14:noFill/>
        <w14:prstDash w14:val="solid"/>
        <w14:miter w14:lim="400000"/>
      </w14:textOutline>
    </w:rPr>
  </w:style>
  <w:style w:type="paragraph" w:customStyle="1" w:styleId="BodyB">
    <w:name w:val="Body B"/>
    <w:rPr>
      <w:rFonts w:ascii="Avenir Next Regular" w:eastAsia="Avenir Next Regular" w:hAnsi="Avenir Next Regular" w:cs="Avenir Next Regular"/>
      <w:color w:val="000000"/>
      <w:sz w:val="24"/>
      <w:szCs w:val="24"/>
      <w:u w:color="000000"/>
      <w14:textOutline w14:w="12700" w14:cap="flat" w14:cmpd="sng" w14:algn="ctr">
        <w14:noFill/>
        <w14:prstDash w14:val="solid"/>
        <w14:miter w14:lim="400000"/>
      </w14:textOutline>
    </w:rPr>
  </w:style>
  <w:style w:type="paragraph" w:styleId="ListParagraph">
    <w:name w:val="List Paragraph"/>
    <w:aliases w:val="Header 1"/>
    <w:uiPriority w:val="34"/>
    <w:qFormat/>
    <w:pPr>
      <w:ind w:left="720"/>
      <w:jc w:val="center"/>
    </w:pPr>
    <w:rPr>
      <w:rFonts w:ascii="Calibri" w:hAnsi="Calibri" w:cs="Arial Unicode MS"/>
      <w:color w:val="000000"/>
      <w:sz w:val="24"/>
      <w:szCs w:val="24"/>
      <w:u w:color="000000"/>
    </w:rPr>
  </w:style>
  <w:style w:type="numbering" w:customStyle="1" w:styleId="ImportedStyle1">
    <w:name w:val="Imported Style 1"/>
    <w:pPr>
      <w:numPr>
        <w:numId w:val="1"/>
      </w:numPr>
    </w:pPr>
  </w:style>
  <w:style w:type="numbering" w:customStyle="1" w:styleId="ImportedStyle3">
    <w:name w:val="Imported Style 3"/>
    <w:pPr>
      <w:numPr>
        <w:numId w:val="2"/>
      </w:numPr>
    </w:pPr>
  </w:style>
  <w:style w:type="numbering" w:customStyle="1" w:styleId="ImportedStyle2">
    <w:name w:val="Imported Style 2"/>
    <w:pPr>
      <w:numPr>
        <w:numId w:val="3"/>
      </w:numPr>
    </w:pPr>
  </w:style>
  <w:style w:type="numbering" w:customStyle="1" w:styleId="ImportedStyle30">
    <w:name w:val="Imported Style 3.0"/>
    <w:pPr>
      <w:numPr>
        <w:numId w:val="4"/>
      </w:numPr>
    </w:pPr>
  </w:style>
  <w:style w:type="paragraph" w:customStyle="1" w:styleId="Default">
    <w:name w:val="Default"/>
    <w:rPr>
      <w:rFonts w:ascii="Helvetica Neue" w:eastAsia="Helvetica Neue" w:hAnsi="Helvetica Neue" w:cs="Helvetica Neue"/>
      <w:color w:val="000000"/>
      <w:sz w:val="22"/>
      <w:szCs w:val="22"/>
      <w:u w:color="000000"/>
      <w14:textOutline w14:w="12700" w14:cap="flat" w14:cmpd="sng" w14:algn="ctr">
        <w14:noFill/>
        <w14:prstDash w14:val="solid"/>
        <w14:miter w14:lim="400000"/>
      </w14:textOutline>
    </w:rPr>
  </w:style>
  <w:style w:type="numbering" w:customStyle="1" w:styleId="ImportedStyle10">
    <w:name w:val="Imported Style 1.0"/>
    <w:pPr>
      <w:numPr>
        <w:numId w:val="5"/>
      </w:numPr>
    </w:pPr>
  </w:style>
  <w:style w:type="paragraph" w:customStyle="1" w:styleId="BodyAA">
    <w:name w:val="Body A A"/>
    <w:rPr>
      <w:rFonts w:ascii="Avenir Next Regular" w:eastAsia="Avenir Next Regular" w:hAnsi="Avenir Next Regular" w:cs="Avenir Next Regular"/>
      <w:color w:val="000000"/>
      <w:sz w:val="22"/>
      <w:szCs w:val="22"/>
      <w:u w:color="000000"/>
      <w14:textOutline w14:w="12700" w14:cap="flat" w14:cmpd="sng" w14:algn="ctr">
        <w14:noFill/>
        <w14:prstDash w14:val="solid"/>
        <w14:miter w14:lim="400000"/>
      </w14:textOutline>
    </w:rPr>
  </w:style>
  <w:style w:type="paragraph" w:customStyle="1" w:styleId="BodyAB">
    <w:name w:val="Body A B"/>
    <w:rPr>
      <w:rFonts w:cs="Arial Unicode MS"/>
      <w:color w:val="000000"/>
      <w:sz w:val="24"/>
      <w:szCs w:val="24"/>
      <w:u w:color="000000"/>
      <w:lang w:val="fr-FR"/>
      <w14:textOutline w14:w="12700" w14:cap="flat" w14:cmpd="sng" w14:algn="ctr">
        <w14:noFill/>
        <w14:prstDash w14:val="solid"/>
        <w14:miter w14:lim="400000"/>
      </w14:textOutline>
    </w:rPr>
  </w:style>
  <w:style w:type="numbering" w:customStyle="1" w:styleId="ImportedStyle20">
    <w:name w:val="Imported Style 2.0"/>
    <w:pPr>
      <w:numPr>
        <w:numId w:val="6"/>
      </w:numPr>
    </w:pPr>
  </w:style>
  <w:style w:type="numbering" w:customStyle="1" w:styleId="ImportedStyle31">
    <w:name w:val="Imported Style 3.1"/>
    <w:pPr>
      <w:numPr>
        <w:numId w:val="7"/>
      </w:numPr>
    </w:pPr>
  </w:style>
  <w:style w:type="numbering" w:customStyle="1" w:styleId="ImportedStyle4">
    <w:name w:val="Imported Style 4"/>
    <w:pPr>
      <w:numPr>
        <w:numId w:val="9"/>
      </w:numPr>
    </w:pPr>
  </w:style>
  <w:style w:type="numbering" w:customStyle="1" w:styleId="ImportedStyle5">
    <w:name w:val="Imported Style 5"/>
    <w:pPr>
      <w:numPr>
        <w:numId w:val="10"/>
      </w:numPr>
    </w:pPr>
  </w:style>
  <w:style w:type="numbering" w:customStyle="1" w:styleId="ImportedStyle6">
    <w:name w:val="Imported Style 6"/>
    <w:pPr>
      <w:numPr>
        <w:numId w:val="11"/>
      </w:numPr>
    </w:pPr>
  </w:style>
  <w:style w:type="numbering" w:customStyle="1" w:styleId="ImportedStyle7">
    <w:name w:val="Imported Style 7"/>
    <w:pPr>
      <w:numPr>
        <w:numId w:val="12"/>
      </w:numPr>
    </w:pPr>
  </w:style>
  <w:style w:type="numbering" w:customStyle="1" w:styleId="ImportedStyle50">
    <w:name w:val="Imported Style 5.0"/>
    <w:pPr>
      <w:numPr>
        <w:numId w:val="13"/>
      </w:numPr>
    </w:pPr>
  </w:style>
  <w:style w:type="numbering" w:customStyle="1" w:styleId="ImportedStyle8">
    <w:name w:val="Imported Style 8"/>
    <w:pPr>
      <w:numPr>
        <w:numId w:val="15"/>
      </w:numPr>
    </w:pPr>
  </w:style>
  <w:style w:type="numbering" w:customStyle="1" w:styleId="ImportedStyle500">
    <w:name w:val="Imported Style 5.0.0"/>
    <w:pPr>
      <w:numPr>
        <w:numId w:val="16"/>
      </w:numPr>
    </w:pPr>
  </w:style>
  <w:style w:type="numbering" w:customStyle="1" w:styleId="ImportedStyle40">
    <w:name w:val="Imported Style 4.0"/>
    <w:pPr>
      <w:numPr>
        <w:numId w:val="17"/>
      </w:numPr>
    </w:pPr>
  </w:style>
  <w:style w:type="numbering" w:customStyle="1" w:styleId="ImportedStyle60">
    <w:name w:val="Imported Style 6.0"/>
    <w:pPr>
      <w:numPr>
        <w:numId w:val="19"/>
      </w:numPr>
    </w:pPr>
  </w:style>
  <w:style w:type="numbering" w:customStyle="1" w:styleId="ImportedStyle9">
    <w:name w:val="Imported Style 9"/>
    <w:pPr>
      <w:numPr>
        <w:numId w:val="21"/>
      </w:numPr>
    </w:pPr>
  </w:style>
  <w:style w:type="paragraph" w:customStyle="1" w:styleId="BodyC">
    <w:name w:val="Body C"/>
    <w:rPr>
      <w:rFonts w:cs="Arial Unicode MS"/>
      <w:color w:val="000000"/>
      <w:sz w:val="24"/>
      <w:szCs w:val="24"/>
      <w:u w:color="000000"/>
      <w:lang w:val="da-DK"/>
      <w14:textOutline w14:w="12700" w14:cap="flat" w14:cmpd="sng" w14:algn="ctr">
        <w14:noFill/>
        <w14:prstDash w14:val="solid"/>
        <w14:miter w14:lim="400000"/>
      </w14:textOutline>
    </w:rPr>
  </w:style>
  <w:style w:type="numbering" w:customStyle="1" w:styleId="ImportedStyle80">
    <w:name w:val="Imported Style 8.0"/>
    <w:pPr>
      <w:numPr>
        <w:numId w:val="22"/>
      </w:numPr>
    </w:pPr>
  </w:style>
  <w:style w:type="numbering" w:customStyle="1" w:styleId="ImportedStyle600">
    <w:name w:val="Imported Style 6.0.0"/>
    <w:pPr>
      <w:numPr>
        <w:numId w:val="23"/>
      </w:numPr>
    </w:pPr>
  </w:style>
  <w:style w:type="paragraph" w:customStyle="1" w:styleId="BodyBA">
    <w:name w:val="Body B A"/>
    <w:rPr>
      <w:rFonts w:eastAsia="Times New Roman"/>
      <w:color w:val="000000"/>
      <w:sz w:val="24"/>
      <w:szCs w:val="24"/>
      <w:u w:color="000000"/>
      <w14:textOutline w14:w="12700" w14:cap="flat" w14:cmpd="sng" w14:algn="ctr">
        <w14:noFill/>
        <w14:prstDash w14:val="solid"/>
        <w14:miter w14:lim="400000"/>
      </w14:textOutline>
    </w:rPr>
  </w:style>
  <w:style w:type="numbering" w:customStyle="1" w:styleId="ImportedStyle11">
    <w:name w:val="Imported Style 11"/>
    <w:pPr>
      <w:numPr>
        <w:numId w:val="24"/>
      </w:numPr>
    </w:pPr>
  </w:style>
  <w:style w:type="numbering" w:customStyle="1" w:styleId="ImportedStyle70">
    <w:name w:val="Imported Style 7.0"/>
    <w:pPr>
      <w:numPr>
        <w:numId w:val="25"/>
      </w:numPr>
    </w:pPr>
  </w:style>
  <w:style w:type="numbering" w:customStyle="1" w:styleId="ImportedStyle12">
    <w:name w:val="Imported Style 12"/>
    <w:pPr>
      <w:numPr>
        <w:numId w:val="26"/>
      </w:numPr>
    </w:pPr>
  </w:style>
  <w:style w:type="numbering" w:customStyle="1" w:styleId="ImportedStyle800">
    <w:name w:val="Imported Style 8.0.0"/>
    <w:pPr>
      <w:numPr>
        <w:numId w:val="27"/>
      </w:numPr>
    </w:pPr>
  </w:style>
  <w:style w:type="numbering" w:customStyle="1" w:styleId="ImportedStyle13">
    <w:name w:val="Imported Style 13"/>
    <w:pPr>
      <w:numPr>
        <w:numId w:val="29"/>
      </w:numPr>
    </w:pPr>
  </w:style>
  <w:style w:type="paragraph" w:customStyle="1" w:styleId="Heading">
    <w:name w:val="Heading"/>
    <w:next w:val="BodyA"/>
    <w:pPr>
      <w:keepNext/>
      <w:keepLines/>
      <w:spacing w:before="240"/>
      <w:outlineLvl w:val="0"/>
    </w:pPr>
    <w:rPr>
      <w:rFonts w:ascii="Helvetica Neue" w:hAnsi="Helvetica Neue" w:cs="Arial Unicode MS"/>
      <w:color w:val="2F5496"/>
      <w:sz w:val="32"/>
      <w:szCs w:val="32"/>
      <w:u w:color="2F5496"/>
      <w14:textOutline w14:w="12700" w14:cap="flat" w14:cmpd="sng" w14:algn="ctr">
        <w14:noFill/>
        <w14:prstDash w14:val="solid"/>
        <w14:miter w14:lim="400000"/>
      </w14:textOutline>
    </w:rPr>
  </w:style>
  <w:style w:type="numbering" w:customStyle="1" w:styleId="ImportedStyle14">
    <w:name w:val="Imported Style 14"/>
    <w:pPr>
      <w:numPr>
        <w:numId w:val="30"/>
      </w:numPr>
    </w:pPr>
  </w:style>
  <w:style w:type="numbering" w:customStyle="1" w:styleId="ImportedStyle15">
    <w:name w:val="Imported Style 15"/>
    <w:pPr>
      <w:numPr>
        <w:numId w:val="31"/>
      </w:numPr>
    </w:pPr>
  </w:style>
  <w:style w:type="numbering" w:customStyle="1" w:styleId="ImportedStyle16">
    <w:name w:val="Imported Style 16"/>
    <w:pPr>
      <w:numPr>
        <w:numId w:val="32"/>
      </w:numPr>
    </w:pPr>
  </w:style>
  <w:style w:type="numbering" w:customStyle="1" w:styleId="ImportedStyle100">
    <w:name w:val="Imported Style 10.0"/>
    <w:pPr>
      <w:numPr>
        <w:numId w:val="33"/>
      </w:numPr>
    </w:pPr>
  </w:style>
  <w:style w:type="numbering" w:customStyle="1" w:styleId="ImportedStyle110">
    <w:name w:val="Imported Style 11.0"/>
    <w:pPr>
      <w:numPr>
        <w:numId w:val="35"/>
      </w:numPr>
    </w:pPr>
  </w:style>
  <w:style w:type="paragraph" w:styleId="BalloonText">
    <w:name w:val="Balloon Text"/>
    <w:basedOn w:val="Normal"/>
    <w:link w:val="BalloonTextChar"/>
    <w:uiPriority w:val="99"/>
    <w:semiHidden/>
    <w:unhideWhenUsed/>
    <w:rsid w:val="008F1F6F"/>
    <w:rPr>
      <w:sz w:val="18"/>
      <w:szCs w:val="18"/>
    </w:rPr>
  </w:style>
  <w:style w:type="character" w:customStyle="1" w:styleId="BalloonTextChar">
    <w:name w:val="Balloon Text Char"/>
    <w:basedOn w:val="DefaultParagraphFont"/>
    <w:link w:val="BalloonText"/>
    <w:uiPriority w:val="99"/>
    <w:semiHidden/>
    <w:rsid w:val="008F1F6F"/>
    <w:rPr>
      <w:sz w:val="18"/>
      <w:szCs w:val="18"/>
    </w:rPr>
  </w:style>
  <w:style w:type="character" w:styleId="CommentReference">
    <w:name w:val="annotation reference"/>
    <w:basedOn w:val="DefaultParagraphFont"/>
    <w:uiPriority w:val="99"/>
    <w:semiHidden/>
    <w:unhideWhenUsed/>
    <w:rsid w:val="00A136C6"/>
    <w:rPr>
      <w:sz w:val="16"/>
      <w:szCs w:val="16"/>
    </w:rPr>
  </w:style>
  <w:style w:type="paragraph" w:styleId="CommentText">
    <w:name w:val="annotation text"/>
    <w:basedOn w:val="Normal"/>
    <w:link w:val="CommentTextChar"/>
    <w:unhideWhenUsed/>
    <w:rsid w:val="00A136C6"/>
    <w:rPr>
      <w:sz w:val="20"/>
      <w:szCs w:val="20"/>
    </w:rPr>
  </w:style>
  <w:style w:type="character" w:customStyle="1" w:styleId="CommentTextChar">
    <w:name w:val="Comment Text Char"/>
    <w:basedOn w:val="DefaultParagraphFont"/>
    <w:link w:val="CommentText"/>
    <w:rsid w:val="00A136C6"/>
  </w:style>
  <w:style w:type="paragraph" w:styleId="CommentSubject">
    <w:name w:val="annotation subject"/>
    <w:basedOn w:val="CommentText"/>
    <w:next w:val="CommentText"/>
    <w:link w:val="CommentSubjectChar"/>
    <w:uiPriority w:val="99"/>
    <w:semiHidden/>
    <w:unhideWhenUsed/>
    <w:rsid w:val="00A136C6"/>
    <w:rPr>
      <w:b/>
      <w:bCs/>
    </w:rPr>
  </w:style>
  <w:style w:type="character" w:customStyle="1" w:styleId="CommentSubjectChar">
    <w:name w:val="Comment Subject Char"/>
    <w:basedOn w:val="CommentTextChar"/>
    <w:link w:val="CommentSubject"/>
    <w:uiPriority w:val="99"/>
    <w:semiHidden/>
    <w:rsid w:val="00A136C6"/>
    <w:rPr>
      <w:b/>
      <w:bCs/>
    </w:rPr>
  </w:style>
  <w:style w:type="paragraph" w:customStyle="1" w:styleId="first-line-none">
    <w:name w:val="first-line-none"/>
    <w:basedOn w:val="Normal"/>
    <w:rsid w:val="00BC7BAE"/>
    <w:pPr>
      <w:spacing w:before="100" w:beforeAutospacing="1" w:after="100" w:afterAutospacing="1"/>
    </w:pPr>
  </w:style>
  <w:style w:type="character" w:customStyle="1" w:styleId="text">
    <w:name w:val="text"/>
    <w:basedOn w:val="DefaultParagraphFont"/>
    <w:rsid w:val="00BC7BAE"/>
  </w:style>
  <w:style w:type="character" w:customStyle="1" w:styleId="chapternum">
    <w:name w:val="chapternum"/>
    <w:basedOn w:val="DefaultParagraphFont"/>
    <w:rsid w:val="00BC7BAE"/>
  </w:style>
  <w:style w:type="paragraph" w:styleId="NormalWeb">
    <w:name w:val="Normal (Web)"/>
    <w:basedOn w:val="Normal"/>
    <w:uiPriority w:val="99"/>
    <w:unhideWhenUsed/>
    <w:rsid w:val="00BC7BAE"/>
    <w:pPr>
      <w:spacing w:before="100" w:beforeAutospacing="1" w:after="100" w:afterAutospacing="1"/>
    </w:pPr>
  </w:style>
  <w:style w:type="character" w:customStyle="1" w:styleId="woj">
    <w:name w:val="woj"/>
    <w:basedOn w:val="DefaultParagraphFont"/>
    <w:rsid w:val="00BC7BAE"/>
  </w:style>
  <w:style w:type="paragraph" w:customStyle="1" w:styleId="line">
    <w:name w:val="line"/>
    <w:basedOn w:val="Normal"/>
    <w:rsid w:val="00BC7BAE"/>
    <w:pPr>
      <w:spacing w:before="100" w:beforeAutospacing="1" w:after="100" w:afterAutospacing="1"/>
    </w:pPr>
  </w:style>
  <w:style w:type="character" w:customStyle="1" w:styleId="small-caps">
    <w:name w:val="small-caps"/>
    <w:basedOn w:val="DefaultParagraphFont"/>
    <w:rsid w:val="00BC7BAE"/>
  </w:style>
  <w:style w:type="character" w:customStyle="1" w:styleId="indent-1-breaks">
    <w:name w:val="indent-1-breaks"/>
    <w:basedOn w:val="DefaultParagraphFont"/>
    <w:rsid w:val="00BC7BAE"/>
  </w:style>
  <w:style w:type="paragraph" w:customStyle="1" w:styleId="top-1">
    <w:name w:val="top-1"/>
    <w:basedOn w:val="Normal"/>
    <w:rsid w:val="00BC7BAE"/>
    <w:pPr>
      <w:spacing w:before="100" w:beforeAutospacing="1" w:after="100" w:afterAutospacing="1"/>
    </w:pPr>
  </w:style>
  <w:style w:type="paragraph" w:customStyle="1" w:styleId="Body">
    <w:name w:val="Body"/>
    <w:rsid w:val="005B06D6"/>
    <w:pPr>
      <w:pBdr>
        <w:top w:val="none" w:sz="0" w:space="0" w:color="auto"/>
        <w:left w:val="none" w:sz="0" w:space="0" w:color="auto"/>
        <w:bottom w:val="none" w:sz="0" w:space="0" w:color="auto"/>
        <w:right w:val="none" w:sz="0" w:space="0" w:color="auto"/>
        <w:between w:val="none" w:sz="0" w:space="0" w:color="auto"/>
        <w:bar w:val="none" w:sz="0" w:color="auto"/>
      </w:pBdr>
    </w:pPr>
    <w:rPr>
      <w:rFonts w:ascii="Avenir Next" w:hAnsi="Avenir Next" w:cs="Arial Unicode MS"/>
      <w:color w:val="000000"/>
      <w:sz w:val="24"/>
      <w:szCs w:val="24"/>
      <w:u w:color="000000"/>
      <w:bdr w:val="none" w:sz="0" w:space="0" w:color="auto"/>
      <w14:textOutline w14:w="0" w14:cap="flat" w14:cmpd="sng" w14:algn="ctr">
        <w14:noFill/>
        <w14:prstDash w14:val="solid"/>
        <w14:bevel/>
      </w14:textOutline>
    </w:rPr>
  </w:style>
  <w:style w:type="character" w:styleId="Emphasis">
    <w:name w:val="Emphasis"/>
    <w:basedOn w:val="DefaultParagraphFont"/>
    <w:uiPriority w:val="20"/>
    <w:qFormat/>
    <w:rsid w:val="00785C44"/>
    <w:rPr>
      <w:i/>
      <w:iCs/>
    </w:rPr>
  </w:style>
  <w:style w:type="character" w:customStyle="1" w:styleId="Heading3Char">
    <w:name w:val="Heading 3 Char"/>
    <w:basedOn w:val="DefaultParagraphFont"/>
    <w:link w:val="Heading3"/>
    <w:uiPriority w:val="9"/>
    <w:rsid w:val="00785C44"/>
    <w:rPr>
      <w:rFonts w:eastAsia="Times New Roman"/>
      <w:b/>
      <w:bCs/>
      <w:sz w:val="27"/>
      <w:szCs w:val="27"/>
      <w:bdr w:val="none" w:sz="0" w:space="0" w:color="auto"/>
    </w:rPr>
  </w:style>
  <w:style w:type="character" w:customStyle="1" w:styleId="s1">
    <w:name w:val="s1"/>
    <w:basedOn w:val="DefaultParagraphFont"/>
    <w:rsid w:val="00785C44"/>
  </w:style>
  <w:style w:type="paragraph" w:customStyle="1" w:styleId="p2">
    <w:name w:val="p2"/>
    <w:basedOn w:val="Normal"/>
    <w:rsid w:val="00785C44"/>
    <w:pPr>
      <w:spacing w:before="100" w:beforeAutospacing="1" w:after="100" w:afterAutospacing="1"/>
    </w:pPr>
  </w:style>
  <w:style w:type="character" w:styleId="Strong">
    <w:name w:val="Strong"/>
    <w:aliases w:val="Heading C"/>
    <w:basedOn w:val="DefaultParagraphFont"/>
    <w:uiPriority w:val="22"/>
    <w:qFormat/>
    <w:rsid w:val="009250B3"/>
    <w:rPr>
      <w:b/>
      <w:bCs/>
    </w:rPr>
  </w:style>
  <w:style w:type="character" w:customStyle="1" w:styleId="Heading5Char">
    <w:name w:val="Heading 5 Char"/>
    <w:basedOn w:val="DefaultParagraphFont"/>
    <w:link w:val="Heading5"/>
    <w:uiPriority w:val="9"/>
    <w:semiHidden/>
    <w:rsid w:val="009250B3"/>
    <w:rPr>
      <w:rFonts w:asciiTheme="majorHAnsi" w:eastAsiaTheme="majorEastAsia" w:hAnsiTheme="majorHAnsi" w:cstheme="majorBidi"/>
      <w:color w:val="365F91" w:themeColor="accent1" w:themeShade="BF"/>
      <w:sz w:val="24"/>
      <w:szCs w:val="24"/>
    </w:rPr>
  </w:style>
  <w:style w:type="paragraph" w:styleId="Revision">
    <w:name w:val="Revision"/>
    <w:hidden/>
    <w:uiPriority w:val="99"/>
    <w:semiHidden/>
    <w:rsid w:val="0073762F"/>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numbering" w:customStyle="1" w:styleId="ImportedStyle41">
    <w:name w:val="Imported Style 4.1"/>
    <w:rsid w:val="00450890"/>
    <w:pPr>
      <w:numPr>
        <w:numId w:val="37"/>
      </w:numPr>
    </w:pPr>
  </w:style>
  <w:style w:type="paragraph" w:customStyle="1" w:styleId="BodyAAA">
    <w:name w:val="Body A A A"/>
    <w:rsid w:val="001846B1"/>
    <w:rPr>
      <w:rFonts w:ascii="Avenir Next Regular" w:hAnsi="Avenir Next Regular" w:cs="Arial Unicode MS"/>
      <w:color w:val="000000"/>
      <w:sz w:val="22"/>
      <w:szCs w:val="22"/>
      <w:u w:color="000000"/>
      <w14:textOutline w14:w="12700" w14:cap="flat" w14:cmpd="sng" w14:algn="ctr">
        <w14:noFill/>
        <w14:prstDash w14:val="solid"/>
        <w14:miter w14:lim="400000"/>
      </w14:textOutline>
    </w:rPr>
  </w:style>
  <w:style w:type="numbering" w:customStyle="1" w:styleId="ImportedStyle51">
    <w:name w:val="Imported Style 5.1"/>
    <w:rsid w:val="001846B1"/>
    <w:pPr>
      <w:numPr>
        <w:numId w:val="38"/>
      </w:numPr>
    </w:pPr>
  </w:style>
  <w:style w:type="numbering" w:customStyle="1" w:styleId="ImportedStyle90">
    <w:name w:val="Imported Style 9.0"/>
    <w:rsid w:val="001846B1"/>
    <w:pPr>
      <w:numPr>
        <w:numId w:val="39"/>
      </w:numPr>
    </w:pPr>
  </w:style>
  <w:style w:type="numbering" w:customStyle="1" w:styleId="ImportedStyle61">
    <w:name w:val="Imported Style 6.1"/>
    <w:rsid w:val="003C3A2D"/>
    <w:pPr>
      <w:numPr>
        <w:numId w:val="40"/>
      </w:numPr>
    </w:pPr>
  </w:style>
  <w:style w:type="numbering" w:customStyle="1" w:styleId="ImportedStyle81">
    <w:name w:val="Imported Style 8.1"/>
    <w:rsid w:val="005321C2"/>
    <w:pPr>
      <w:numPr>
        <w:numId w:val="41"/>
      </w:numPr>
    </w:pPr>
  </w:style>
  <w:style w:type="character" w:customStyle="1" w:styleId="None">
    <w:name w:val="None"/>
    <w:rsid w:val="00F30145"/>
  </w:style>
  <w:style w:type="paragraph" w:customStyle="1" w:styleId="BodyAC">
    <w:name w:val="Body A C"/>
    <w:rsid w:val="00D2371C"/>
    <w:rPr>
      <w:rFonts w:cs="Arial Unicode MS"/>
      <w:color w:val="000000"/>
      <w:sz w:val="24"/>
      <w:szCs w:val="24"/>
      <w:u w:color="000000"/>
      <w14:textOutline w14:w="12700" w14:cap="flat" w14:cmpd="sng" w14:algn="ctr">
        <w14:noFill/>
        <w14:prstDash w14:val="solid"/>
        <w14:miter w14:lim="400000"/>
      </w14:textOutline>
    </w:rPr>
  </w:style>
  <w:style w:type="paragraph" w:styleId="Title">
    <w:name w:val="Title"/>
    <w:basedOn w:val="Normal"/>
    <w:next w:val="Normal"/>
    <w:link w:val="TitleChar"/>
    <w:uiPriority w:val="10"/>
    <w:qFormat/>
    <w:rsid w:val="001E5B85"/>
    <w:pPr>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1E5B85"/>
    <w:rPr>
      <w:rFonts w:asciiTheme="majorHAnsi" w:eastAsiaTheme="majorEastAsia" w:hAnsiTheme="majorHAnsi" w:cstheme="majorBidi"/>
      <w:b/>
      <w:bCs/>
      <w:spacing w:val="-7"/>
      <w:sz w:val="48"/>
      <w:szCs w:val="48"/>
      <w:bdr w:val="none" w:sz="0" w:space="0" w:color="auto"/>
    </w:rPr>
  </w:style>
  <w:style w:type="paragraph" w:customStyle="1" w:styleId="gmail-p1">
    <w:name w:val="gmail-p1"/>
    <w:basedOn w:val="Normal"/>
    <w:rsid w:val="001E5B85"/>
    <w:pPr>
      <w:spacing w:before="100" w:beforeAutospacing="1" w:after="100" w:afterAutospacing="1"/>
    </w:pPr>
    <w:rPr>
      <w:rFonts w:ascii="Calibri" w:eastAsiaTheme="minorHAnsi" w:hAnsi="Calibri" w:cs="Calibri"/>
      <w:sz w:val="22"/>
      <w:szCs w:val="22"/>
    </w:rPr>
  </w:style>
  <w:style w:type="paragraph" w:customStyle="1" w:styleId="BodyBAA">
    <w:name w:val="Body B A A"/>
    <w:rsid w:val="00054401"/>
    <w:rPr>
      <w:rFonts w:cs="Arial Unicode MS"/>
      <w:color w:val="000000"/>
      <w:sz w:val="24"/>
      <w:szCs w:val="24"/>
      <w:u w:color="000000"/>
      <w14:textOutline w14:w="12700" w14:cap="flat" w14:cmpd="sng" w14:algn="ctr">
        <w14:noFill/>
        <w14:prstDash w14:val="solid"/>
        <w14:miter w14:lim="400000"/>
      </w14:textOutline>
    </w:rPr>
  </w:style>
  <w:style w:type="character" w:customStyle="1" w:styleId="apple-tab-span">
    <w:name w:val="apple-tab-span"/>
    <w:basedOn w:val="DefaultParagraphFont"/>
    <w:rsid w:val="000265E1"/>
  </w:style>
  <w:style w:type="paragraph" w:styleId="EndnoteText">
    <w:name w:val="endnote text"/>
    <w:basedOn w:val="Normal"/>
    <w:link w:val="EndnoteTextChar"/>
    <w:uiPriority w:val="99"/>
    <w:unhideWhenUsed/>
    <w:rsid w:val="00B27222"/>
    <w:rPr>
      <w:sz w:val="20"/>
      <w:szCs w:val="20"/>
    </w:rPr>
  </w:style>
  <w:style w:type="character" w:customStyle="1" w:styleId="EndnoteTextChar">
    <w:name w:val="Endnote Text Char"/>
    <w:basedOn w:val="DefaultParagraphFont"/>
    <w:link w:val="EndnoteText"/>
    <w:uiPriority w:val="99"/>
    <w:rsid w:val="00B27222"/>
  </w:style>
  <w:style w:type="character" w:styleId="EndnoteReference">
    <w:name w:val="endnote reference"/>
    <w:basedOn w:val="DefaultParagraphFont"/>
    <w:uiPriority w:val="99"/>
    <w:semiHidden/>
    <w:unhideWhenUsed/>
    <w:rsid w:val="00B27222"/>
    <w:rPr>
      <w:vertAlign w:val="superscript"/>
    </w:rPr>
  </w:style>
  <w:style w:type="character" w:customStyle="1" w:styleId="apple-converted-space">
    <w:name w:val="apple-converted-space"/>
    <w:basedOn w:val="DefaultParagraphFont"/>
    <w:rsid w:val="006D3D49"/>
  </w:style>
  <w:style w:type="character" w:customStyle="1" w:styleId="N-VIDEO">
    <w:name w:val="N-VIDEO"/>
    <w:basedOn w:val="DefaultParagraphFont"/>
    <w:uiPriority w:val="1"/>
    <w:qFormat/>
    <w:rsid w:val="00AD6ADE"/>
    <w:rPr>
      <w:rFonts w:ascii="Roboto" w:hAnsi="Roboto"/>
      <w:b/>
      <w:color w:val="FFFFFF" w:themeColor="background1"/>
      <w:shd w:val="clear" w:color="auto" w:fill="E9DC62"/>
    </w:rPr>
  </w:style>
  <w:style w:type="paragraph" w:customStyle="1" w:styleId="WHATtime">
    <w:name w:val="WHAT time"/>
    <w:basedOn w:val="Normal"/>
    <w:qFormat/>
    <w:rsid w:val="00AD6ADE"/>
    <w:pPr>
      <w:shd w:val="clear" w:color="auto" w:fill="595959" w:themeFill="text1" w:themeFillTint="A6"/>
      <w:autoSpaceDE w:val="0"/>
      <w:autoSpaceDN w:val="0"/>
      <w:adjustRightInd w:val="0"/>
      <w:spacing w:after="240" w:line="288" w:lineRule="auto"/>
      <w:jc w:val="center"/>
      <w:textAlignment w:val="center"/>
    </w:pPr>
    <w:rPr>
      <w:rFonts w:ascii="Roboto" w:eastAsiaTheme="minorHAnsi" w:hAnsi="Roboto" w:cs="Roboto Condensed"/>
      <w:bCs/>
      <w:i/>
      <w:iCs/>
      <w:color w:val="FFFFFF"/>
      <w:sz w:val="28"/>
      <w:szCs w:val="30"/>
    </w:rPr>
  </w:style>
  <w:style w:type="character" w:customStyle="1" w:styleId="N-ACTIVITY">
    <w:name w:val="N-ACTIVITY"/>
    <w:basedOn w:val="DefaultParagraphFont"/>
    <w:uiPriority w:val="1"/>
    <w:qFormat/>
    <w:rsid w:val="00810F77"/>
    <w:rPr>
      <w:rFonts w:ascii="Roboto" w:hAnsi="Roboto"/>
      <w:b/>
      <w:color w:val="FFFFFF" w:themeColor="background1"/>
      <w:shd w:val="clear" w:color="auto" w:fill="64C0A1"/>
    </w:rPr>
  </w:style>
  <w:style w:type="character" w:customStyle="1" w:styleId="N-PRAYER">
    <w:name w:val="N-PRAYER"/>
    <w:basedOn w:val="DefaultParagraphFont"/>
    <w:uiPriority w:val="1"/>
    <w:qFormat/>
    <w:rsid w:val="00810F77"/>
    <w:rPr>
      <w:rFonts w:ascii="Roboto" w:hAnsi="Roboto"/>
      <w:b/>
      <w:color w:val="FFFFFF" w:themeColor="background1"/>
      <w:shd w:val="clear" w:color="auto" w:fill="DF4B7D"/>
    </w:rPr>
  </w:style>
  <w:style w:type="character" w:customStyle="1" w:styleId="N-OBJLESSON">
    <w:name w:val="N-OBJLESSON"/>
    <w:basedOn w:val="DefaultParagraphFont"/>
    <w:uiPriority w:val="1"/>
    <w:qFormat/>
    <w:rsid w:val="00810F77"/>
    <w:rPr>
      <w:rFonts w:ascii="Roboto" w:hAnsi="Roboto"/>
      <w:b/>
      <w:color w:val="FFFFFF" w:themeColor="background1"/>
      <w:shd w:val="clear" w:color="auto" w:fill="7EBE4E"/>
    </w:rPr>
  </w:style>
  <w:style w:type="character" w:customStyle="1" w:styleId="N-REFLECTION">
    <w:name w:val="N-REFLECTION"/>
    <w:basedOn w:val="DefaultParagraphFont"/>
    <w:uiPriority w:val="1"/>
    <w:qFormat/>
    <w:rsid w:val="00810F77"/>
    <w:rPr>
      <w:rFonts w:ascii="Roboto" w:hAnsi="Roboto"/>
      <w:b/>
      <w:color w:val="FFFFFF" w:themeColor="background1"/>
      <w:shd w:val="clear" w:color="auto" w:fill="D4A7CA"/>
    </w:rPr>
  </w:style>
  <w:style w:type="character" w:customStyle="1" w:styleId="N-BIBLESTORY">
    <w:name w:val="N-BIBLESTORY"/>
    <w:basedOn w:val="DefaultParagraphFont"/>
    <w:uiPriority w:val="1"/>
    <w:qFormat/>
    <w:rsid w:val="00810F77"/>
    <w:rPr>
      <w:rFonts w:ascii="Roboto" w:hAnsi="Roboto"/>
      <w:b/>
      <w:color w:val="FFFFFF" w:themeColor="background1"/>
      <w:shd w:val="clear" w:color="auto" w:fill="DD4A4D"/>
    </w:rPr>
  </w:style>
  <w:style w:type="character" w:customStyle="1" w:styleId="FooterChar">
    <w:name w:val="Footer Char"/>
    <w:basedOn w:val="DefaultParagraphFont"/>
    <w:link w:val="Footer"/>
    <w:rsid w:val="00FD055E"/>
    <w:rPr>
      <w:rFonts w:ascii="Avenir Next Regular" w:hAnsi="Avenir Next Regular" w:cs="Arial Unicode MS"/>
      <w:color w:val="000000"/>
      <w:sz w:val="24"/>
      <w:szCs w:val="24"/>
      <w:u w:color="000000"/>
    </w:rPr>
  </w:style>
  <w:style w:type="paragraph" w:customStyle="1" w:styleId="paragraph">
    <w:name w:val="paragraph"/>
    <w:basedOn w:val="Normal"/>
    <w:rsid w:val="000375B4"/>
    <w:pPr>
      <w:spacing w:before="100" w:beforeAutospacing="1" w:after="100" w:afterAutospacing="1"/>
    </w:pPr>
  </w:style>
  <w:style w:type="character" w:customStyle="1" w:styleId="normaltextrun">
    <w:name w:val="normaltextrun"/>
    <w:basedOn w:val="DefaultParagraphFont"/>
    <w:rsid w:val="000375B4"/>
  </w:style>
  <w:style w:type="character" w:styleId="FollowedHyperlink">
    <w:name w:val="FollowedHyperlink"/>
    <w:basedOn w:val="DefaultParagraphFont"/>
    <w:uiPriority w:val="99"/>
    <w:semiHidden/>
    <w:unhideWhenUsed/>
    <w:rsid w:val="00872014"/>
    <w:rPr>
      <w:color w:val="FF00FF" w:themeColor="followedHyperlink"/>
      <w:u w:val="single"/>
    </w:rPr>
  </w:style>
  <w:style w:type="paragraph" w:customStyle="1" w:styleId="image">
    <w:name w:val="image"/>
    <w:basedOn w:val="Normal"/>
    <w:rsid w:val="00B30CE6"/>
    <w:pPr>
      <w:spacing w:before="100" w:beforeAutospacing="1" w:after="100" w:afterAutospacing="1"/>
    </w:pPr>
  </w:style>
  <w:style w:type="paragraph" w:customStyle="1" w:styleId="pf0">
    <w:name w:val="pf0"/>
    <w:basedOn w:val="Normal"/>
    <w:rsid w:val="004B7856"/>
    <w:pPr>
      <w:spacing w:before="100" w:beforeAutospacing="1" w:after="100" w:afterAutospacing="1"/>
    </w:pPr>
  </w:style>
  <w:style w:type="character" w:customStyle="1" w:styleId="cf01">
    <w:name w:val="cf01"/>
    <w:basedOn w:val="DefaultParagraphFont"/>
    <w:rsid w:val="004B7856"/>
    <w:rPr>
      <w:rFonts w:ascii="Segoe UI" w:hAnsi="Segoe UI" w:cs="Segoe UI" w:hint="default"/>
      <w:i/>
      <w:iCs/>
      <w:sz w:val="24"/>
      <w:szCs w:val="24"/>
    </w:rPr>
  </w:style>
  <w:style w:type="character" w:customStyle="1" w:styleId="cf11">
    <w:name w:val="cf11"/>
    <w:basedOn w:val="DefaultParagraphFont"/>
    <w:rsid w:val="004B7856"/>
    <w:rPr>
      <w:rFonts w:ascii="Segoe UI" w:hAnsi="Segoe UI" w:cs="Segoe UI" w:hint="default"/>
      <w:i/>
      <w:iCs/>
      <w:sz w:val="24"/>
      <w:szCs w:val="24"/>
      <w:u w:val="single"/>
    </w:rPr>
  </w:style>
  <w:style w:type="paragraph" w:styleId="FootnoteText">
    <w:name w:val="footnote text"/>
    <w:basedOn w:val="Normal"/>
    <w:link w:val="FootnoteTextChar"/>
    <w:uiPriority w:val="99"/>
    <w:semiHidden/>
    <w:unhideWhenUsed/>
    <w:rsid w:val="00E40990"/>
    <w:rPr>
      <w:sz w:val="20"/>
      <w:szCs w:val="20"/>
    </w:rPr>
  </w:style>
  <w:style w:type="character" w:customStyle="1" w:styleId="FootnoteTextChar">
    <w:name w:val="Footnote Text Char"/>
    <w:basedOn w:val="DefaultParagraphFont"/>
    <w:link w:val="FootnoteText"/>
    <w:uiPriority w:val="99"/>
    <w:semiHidden/>
    <w:rsid w:val="00E40990"/>
    <w:rPr>
      <w:rFonts w:eastAsia="Times New Roman"/>
      <w:bdr w:val="none" w:sz="0" w:space="0" w:color="auto"/>
      <w:lang w:eastAsia="zh-CN"/>
    </w:rPr>
  </w:style>
  <w:style w:type="character" w:styleId="FootnoteReference">
    <w:name w:val="footnote reference"/>
    <w:basedOn w:val="DefaultParagraphFont"/>
    <w:uiPriority w:val="99"/>
    <w:semiHidden/>
    <w:unhideWhenUsed/>
    <w:rsid w:val="00E40990"/>
    <w:rPr>
      <w:vertAlign w:val="superscript"/>
    </w:rPr>
  </w:style>
  <w:style w:type="table" w:styleId="TableGrid">
    <w:name w:val="Table Grid"/>
    <w:basedOn w:val="TableNormal"/>
    <w:uiPriority w:val="39"/>
    <w:rsid w:val="00052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76673"/>
    <w:rPr>
      <w:color w:val="605E5C"/>
      <w:shd w:val="clear" w:color="auto" w:fill="E1DFDD"/>
    </w:rPr>
  </w:style>
  <w:style w:type="paragraph" w:customStyle="1" w:styleId="hang-1">
    <w:name w:val="hang-1"/>
    <w:basedOn w:val="Normal"/>
    <w:rsid w:val="0084184F"/>
    <w:pPr>
      <w:spacing w:before="100" w:beforeAutospacing="1" w:after="100" w:afterAutospacing="1"/>
    </w:pPr>
  </w:style>
  <w:style w:type="character" w:styleId="PageNumber">
    <w:name w:val="page number"/>
    <w:basedOn w:val="DefaultParagraphFont"/>
    <w:uiPriority w:val="99"/>
    <w:semiHidden/>
    <w:unhideWhenUsed/>
    <w:rsid w:val="00B15E37"/>
  </w:style>
  <w:style w:type="paragraph" w:customStyle="1" w:styleId="Normal1">
    <w:name w:val="Normal1"/>
    <w:qFormat/>
    <w:rsid w:val="00155760"/>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Calibri" w:eastAsia="Calibri" w:hAnsi="Calibri" w:cs="Calibri"/>
      <w:sz w:val="24"/>
      <w:szCs w:val="24"/>
      <w:bdr w:val="none" w:sz="0" w:space="0" w:color="auto"/>
    </w:rPr>
  </w:style>
  <w:style w:type="character" w:styleId="SubtleEmphasis">
    <w:name w:val="Subtle Emphasis"/>
    <w:aliases w:val="Heading B"/>
    <w:basedOn w:val="DefaultParagraphFont"/>
    <w:uiPriority w:val="19"/>
    <w:qFormat/>
    <w:rsid w:val="00646403"/>
    <w:rPr>
      <w:rFonts w:ascii="Calibri" w:hAnsi="Calibri"/>
      <w:b/>
      <w:i w:val="0"/>
      <w:iCs/>
      <w:color w:val="404040" w:themeColor="text1" w:themeTint="BF"/>
      <w:sz w:val="36"/>
    </w:rPr>
  </w:style>
  <w:style w:type="paragraph" w:customStyle="1" w:styleId="normal10">
    <w:name w:val="normal1"/>
    <w:basedOn w:val="Normal"/>
    <w:rsid w:val="005A06CC"/>
    <w:pPr>
      <w:spacing w:before="100" w:beforeAutospacing="1" w:after="100" w:afterAutospacing="1"/>
    </w:pPr>
  </w:style>
  <w:style w:type="character" w:customStyle="1" w:styleId="eop">
    <w:name w:val="eop"/>
    <w:basedOn w:val="DefaultParagraphFont"/>
    <w:rsid w:val="001755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16330">
      <w:bodyDiv w:val="1"/>
      <w:marLeft w:val="0"/>
      <w:marRight w:val="0"/>
      <w:marTop w:val="0"/>
      <w:marBottom w:val="0"/>
      <w:divBdr>
        <w:top w:val="none" w:sz="0" w:space="0" w:color="auto"/>
        <w:left w:val="none" w:sz="0" w:space="0" w:color="auto"/>
        <w:bottom w:val="none" w:sz="0" w:space="0" w:color="auto"/>
        <w:right w:val="none" w:sz="0" w:space="0" w:color="auto"/>
      </w:divBdr>
    </w:div>
    <w:div w:id="132451762">
      <w:bodyDiv w:val="1"/>
      <w:marLeft w:val="0"/>
      <w:marRight w:val="0"/>
      <w:marTop w:val="0"/>
      <w:marBottom w:val="0"/>
      <w:divBdr>
        <w:top w:val="none" w:sz="0" w:space="0" w:color="auto"/>
        <w:left w:val="none" w:sz="0" w:space="0" w:color="auto"/>
        <w:bottom w:val="none" w:sz="0" w:space="0" w:color="auto"/>
        <w:right w:val="none" w:sz="0" w:space="0" w:color="auto"/>
      </w:divBdr>
    </w:div>
    <w:div w:id="158541764">
      <w:bodyDiv w:val="1"/>
      <w:marLeft w:val="0"/>
      <w:marRight w:val="0"/>
      <w:marTop w:val="0"/>
      <w:marBottom w:val="0"/>
      <w:divBdr>
        <w:top w:val="none" w:sz="0" w:space="0" w:color="auto"/>
        <w:left w:val="none" w:sz="0" w:space="0" w:color="auto"/>
        <w:bottom w:val="none" w:sz="0" w:space="0" w:color="auto"/>
        <w:right w:val="none" w:sz="0" w:space="0" w:color="auto"/>
      </w:divBdr>
    </w:div>
    <w:div w:id="193075712">
      <w:bodyDiv w:val="1"/>
      <w:marLeft w:val="0"/>
      <w:marRight w:val="0"/>
      <w:marTop w:val="0"/>
      <w:marBottom w:val="0"/>
      <w:divBdr>
        <w:top w:val="none" w:sz="0" w:space="0" w:color="auto"/>
        <w:left w:val="none" w:sz="0" w:space="0" w:color="auto"/>
        <w:bottom w:val="none" w:sz="0" w:space="0" w:color="auto"/>
        <w:right w:val="none" w:sz="0" w:space="0" w:color="auto"/>
      </w:divBdr>
    </w:div>
    <w:div w:id="207499581">
      <w:bodyDiv w:val="1"/>
      <w:marLeft w:val="0"/>
      <w:marRight w:val="0"/>
      <w:marTop w:val="0"/>
      <w:marBottom w:val="0"/>
      <w:divBdr>
        <w:top w:val="none" w:sz="0" w:space="0" w:color="auto"/>
        <w:left w:val="none" w:sz="0" w:space="0" w:color="auto"/>
        <w:bottom w:val="none" w:sz="0" w:space="0" w:color="auto"/>
        <w:right w:val="none" w:sz="0" w:space="0" w:color="auto"/>
      </w:divBdr>
    </w:div>
    <w:div w:id="250705231">
      <w:bodyDiv w:val="1"/>
      <w:marLeft w:val="0"/>
      <w:marRight w:val="0"/>
      <w:marTop w:val="0"/>
      <w:marBottom w:val="0"/>
      <w:divBdr>
        <w:top w:val="none" w:sz="0" w:space="0" w:color="auto"/>
        <w:left w:val="none" w:sz="0" w:space="0" w:color="auto"/>
        <w:bottom w:val="none" w:sz="0" w:space="0" w:color="auto"/>
        <w:right w:val="none" w:sz="0" w:space="0" w:color="auto"/>
      </w:divBdr>
      <w:divsChild>
        <w:div w:id="2084183656">
          <w:marLeft w:val="0"/>
          <w:marRight w:val="0"/>
          <w:marTop w:val="0"/>
          <w:marBottom w:val="0"/>
          <w:divBdr>
            <w:top w:val="none" w:sz="0" w:space="0" w:color="auto"/>
            <w:left w:val="none" w:sz="0" w:space="0" w:color="auto"/>
            <w:bottom w:val="none" w:sz="0" w:space="0" w:color="auto"/>
            <w:right w:val="none" w:sz="0" w:space="0" w:color="auto"/>
          </w:divBdr>
          <w:divsChild>
            <w:div w:id="452528822">
              <w:marLeft w:val="0"/>
              <w:marRight w:val="0"/>
              <w:marTop w:val="0"/>
              <w:marBottom w:val="0"/>
              <w:divBdr>
                <w:top w:val="none" w:sz="0" w:space="0" w:color="auto"/>
                <w:left w:val="none" w:sz="0" w:space="0" w:color="auto"/>
                <w:bottom w:val="none" w:sz="0" w:space="0" w:color="auto"/>
                <w:right w:val="none" w:sz="0" w:space="0" w:color="auto"/>
              </w:divBdr>
              <w:divsChild>
                <w:div w:id="1871717439">
                  <w:marLeft w:val="0"/>
                  <w:marRight w:val="0"/>
                  <w:marTop w:val="0"/>
                  <w:marBottom w:val="0"/>
                  <w:divBdr>
                    <w:top w:val="none" w:sz="0" w:space="0" w:color="auto"/>
                    <w:left w:val="none" w:sz="0" w:space="0" w:color="auto"/>
                    <w:bottom w:val="none" w:sz="0" w:space="0" w:color="auto"/>
                    <w:right w:val="none" w:sz="0" w:space="0" w:color="auto"/>
                  </w:divBdr>
                  <w:divsChild>
                    <w:div w:id="187754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8728228">
      <w:bodyDiv w:val="1"/>
      <w:marLeft w:val="0"/>
      <w:marRight w:val="0"/>
      <w:marTop w:val="0"/>
      <w:marBottom w:val="0"/>
      <w:divBdr>
        <w:top w:val="none" w:sz="0" w:space="0" w:color="auto"/>
        <w:left w:val="none" w:sz="0" w:space="0" w:color="auto"/>
        <w:bottom w:val="none" w:sz="0" w:space="0" w:color="auto"/>
        <w:right w:val="none" w:sz="0" w:space="0" w:color="auto"/>
      </w:divBdr>
    </w:div>
    <w:div w:id="467213245">
      <w:bodyDiv w:val="1"/>
      <w:marLeft w:val="0"/>
      <w:marRight w:val="0"/>
      <w:marTop w:val="0"/>
      <w:marBottom w:val="0"/>
      <w:divBdr>
        <w:top w:val="none" w:sz="0" w:space="0" w:color="auto"/>
        <w:left w:val="none" w:sz="0" w:space="0" w:color="auto"/>
        <w:bottom w:val="none" w:sz="0" w:space="0" w:color="auto"/>
        <w:right w:val="none" w:sz="0" w:space="0" w:color="auto"/>
      </w:divBdr>
    </w:div>
    <w:div w:id="561020904">
      <w:bodyDiv w:val="1"/>
      <w:marLeft w:val="0"/>
      <w:marRight w:val="0"/>
      <w:marTop w:val="0"/>
      <w:marBottom w:val="0"/>
      <w:divBdr>
        <w:top w:val="none" w:sz="0" w:space="0" w:color="auto"/>
        <w:left w:val="none" w:sz="0" w:space="0" w:color="auto"/>
        <w:bottom w:val="none" w:sz="0" w:space="0" w:color="auto"/>
        <w:right w:val="none" w:sz="0" w:space="0" w:color="auto"/>
      </w:divBdr>
      <w:divsChild>
        <w:div w:id="2076976019">
          <w:marLeft w:val="240"/>
          <w:marRight w:val="0"/>
          <w:marTop w:val="240"/>
          <w:marBottom w:val="240"/>
          <w:divBdr>
            <w:top w:val="none" w:sz="0" w:space="0" w:color="auto"/>
            <w:left w:val="none" w:sz="0" w:space="0" w:color="auto"/>
            <w:bottom w:val="none" w:sz="0" w:space="0" w:color="auto"/>
            <w:right w:val="none" w:sz="0" w:space="0" w:color="auto"/>
          </w:divBdr>
        </w:div>
        <w:div w:id="1498493950">
          <w:marLeft w:val="240"/>
          <w:marRight w:val="0"/>
          <w:marTop w:val="240"/>
          <w:marBottom w:val="240"/>
          <w:divBdr>
            <w:top w:val="none" w:sz="0" w:space="0" w:color="auto"/>
            <w:left w:val="none" w:sz="0" w:space="0" w:color="auto"/>
            <w:bottom w:val="none" w:sz="0" w:space="0" w:color="auto"/>
            <w:right w:val="none" w:sz="0" w:space="0" w:color="auto"/>
          </w:divBdr>
        </w:div>
      </w:divsChild>
    </w:div>
    <w:div w:id="668170145">
      <w:bodyDiv w:val="1"/>
      <w:marLeft w:val="0"/>
      <w:marRight w:val="0"/>
      <w:marTop w:val="0"/>
      <w:marBottom w:val="0"/>
      <w:divBdr>
        <w:top w:val="none" w:sz="0" w:space="0" w:color="auto"/>
        <w:left w:val="none" w:sz="0" w:space="0" w:color="auto"/>
        <w:bottom w:val="none" w:sz="0" w:space="0" w:color="auto"/>
        <w:right w:val="none" w:sz="0" w:space="0" w:color="auto"/>
      </w:divBdr>
    </w:div>
    <w:div w:id="706761955">
      <w:bodyDiv w:val="1"/>
      <w:marLeft w:val="0"/>
      <w:marRight w:val="0"/>
      <w:marTop w:val="0"/>
      <w:marBottom w:val="0"/>
      <w:divBdr>
        <w:top w:val="none" w:sz="0" w:space="0" w:color="auto"/>
        <w:left w:val="none" w:sz="0" w:space="0" w:color="auto"/>
        <w:bottom w:val="none" w:sz="0" w:space="0" w:color="auto"/>
        <w:right w:val="none" w:sz="0" w:space="0" w:color="auto"/>
      </w:divBdr>
    </w:div>
    <w:div w:id="821044847">
      <w:bodyDiv w:val="1"/>
      <w:marLeft w:val="0"/>
      <w:marRight w:val="0"/>
      <w:marTop w:val="0"/>
      <w:marBottom w:val="0"/>
      <w:divBdr>
        <w:top w:val="none" w:sz="0" w:space="0" w:color="auto"/>
        <w:left w:val="none" w:sz="0" w:space="0" w:color="auto"/>
        <w:bottom w:val="none" w:sz="0" w:space="0" w:color="auto"/>
        <w:right w:val="none" w:sz="0" w:space="0" w:color="auto"/>
      </w:divBdr>
      <w:divsChild>
        <w:div w:id="691955887">
          <w:marLeft w:val="0"/>
          <w:marRight w:val="0"/>
          <w:marTop w:val="450"/>
          <w:marBottom w:val="0"/>
          <w:divBdr>
            <w:top w:val="none" w:sz="0" w:space="0" w:color="auto"/>
            <w:left w:val="none" w:sz="0" w:space="0" w:color="auto"/>
            <w:bottom w:val="none" w:sz="0" w:space="0" w:color="auto"/>
            <w:right w:val="none" w:sz="0" w:space="0" w:color="auto"/>
          </w:divBdr>
          <w:divsChild>
            <w:div w:id="189756569">
              <w:marLeft w:val="-225"/>
              <w:marRight w:val="-225"/>
              <w:marTop w:val="0"/>
              <w:marBottom w:val="0"/>
              <w:divBdr>
                <w:top w:val="none" w:sz="0" w:space="0" w:color="auto"/>
                <w:left w:val="none" w:sz="0" w:space="0" w:color="auto"/>
                <w:bottom w:val="none" w:sz="0" w:space="0" w:color="auto"/>
                <w:right w:val="none" w:sz="0" w:space="0" w:color="auto"/>
              </w:divBdr>
              <w:divsChild>
                <w:div w:id="2026977648">
                  <w:marLeft w:val="0"/>
                  <w:marRight w:val="0"/>
                  <w:marTop w:val="0"/>
                  <w:marBottom w:val="0"/>
                  <w:divBdr>
                    <w:top w:val="none" w:sz="0" w:space="0" w:color="auto"/>
                    <w:left w:val="none" w:sz="0" w:space="0" w:color="auto"/>
                    <w:bottom w:val="none" w:sz="0" w:space="0" w:color="auto"/>
                    <w:right w:val="none" w:sz="0" w:space="0" w:color="auto"/>
                  </w:divBdr>
                  <w:divsChild>
                    <w:div w:id="1852142980">
                      <w:marLeft w:val="0"/>
                      <w:marRight w:val="0"/>
                      <w:marTop w:val="0"/>
                      <w:marBottom w:val="300"/>
                      <w:divBdr>
                        <w:top w:val="single" w:sz="6" w:space="12" w:color="F7BD43"/>
                        <w:left w:val="none" w:sz="0" w:space="0" w:color="auto"/>
                        <w:bottom w:val="single" w:sz="6" w:space="12" w:color="F7BD43"/>
                        <w:right w:val="none" w:sz="0" w:space="0" w:color="auto"/>
                      </w:divBdr>
                    </w:div>
                  </w:divsChild>
                </w:div>
              </w:divsChild>
            </w:div>
          </w:divsChild>
        </w:div>
      </w:divsChild>
    </w:div>
    <w:div w:id="874927834">
      <w:bodyDiv w:val="1"/>
      <w:marLeft w:val="0"/>
      <w:marRight w:val="0"/>
      <w:marTop w:val="0"/>
      <w:marBottom w:val="0"/>
      <w:divBdr>
        <w:top w:val="none" w:sz="0" w:space="0" w:color="auto"/>
        <w:left w:val="none" w:sz="0" w:space="0" w:color="auto"/>
        <w:bottom w:val="none" w:sz="0" w:space="0" w:color="auto"/>
        <w:right w:val="none" w:sz="0" w:space="0" w:color="auto"/>
      </w:divBdr>
    </w:div>
    <w:div w:id="880749622">
      <w:bodyDiv w:val="1"/>
      <w:marLeft w:val="0"/>
      <w:marRight w:val="0"/>
      <w:marTop w:val="0"/>
      <w:marBottom w:val="0"/>
      <w:divBdr>
        <w:top w:val="none" w:sz="0" w:space="0" w:color="auto"/>
        <w:left w:val="none" w:sz="0" w:space="0" w:color="auto"/>
        <w:bottom w:val="none" w:sz="0" w:space="0" w:color="auto"/>
        <w:right w:val="none" w:sz="0" w:space="0" w:color="auto"/>
      </w:divBdr>
    </w:div>
    <w:div w:id="1029796168">
      <w:bodyDiv w:val="1"/>
      <w:marLeft w:val="0"/>
      <w:marRight w:val="0"/>
      <w:marTop w:val="0"/>
      <w:marBottom w:val="0"/>
      <w:divBdr>
        <w:top w:val="none" w:sz="0" w:space="0" w:color="auto"/>
        <w:left w:val="none" w:sz="0" w:space="0" w:color="auto"/>
        <w:bottom w:val="none" w:sz="0" w:space="0" w:color="auto"/>
        <w:right w:val="none" w:sz="0" w:space="0" w:color="auto"/>
      </w:divBdr>
      <w:divsChild>
        <w:div w:id="606810767">
          <w:marLeft w:val="0"/>
          <w:marRight w:val="0"/>
          <w:marTop w:val="0"/>
          <w:marBottom w:val="0"/>
          <w:divBdr>
            <w:top w:val="none" w:sz="0" w:space="0" w:color="auto"/>
            <w:left w:val="none" w:sz="0" w:space="0" w:color="auto"/>
            <w:bottom w:val="none" w:sz="0" w:space="0" w:color="auto"/>
            <w:right w:val="none" w:sz="0" w:space="0" w:color="auto"/>
          </w:divBdr>
          <w:divsChild>
            <w:div w:id="517083215">
              <w:marLeft w:val="0"/>
              <w:marRight w:val="0"/>
              <w:marTop w:val="0"/>
              <w:marBottom w:val="0"/>
              <w:divBdr>
                <w:top w:val="none" w:sz="0" w:space="0" w:color="auto"/>
                <w:left w:val="none" w:sz="0" w:space="0" w:color="auto"/>
                <w:bottom w:val="none" w:sz="0" w:space="0" w:color="auto"/>
                <w:right w:val="none" w:sz="0" w:space="0" w:color="auto"/>
              </w:divBdr>
              <w:divsChild>
                <w:div w:id="57234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0377958">
      <w:bodyDiv w:val="1"/>
      <w:marLeft w:val="0"/>
      <w:marRight w:val="0"/>
      <w:marTop w:val="0"/>
      <w:marBottom w:val="0"/>
      <w:divBdr>
        <w:top w:val="none" w:sz="0" w:space="0" w:color="auto"/>
        <w:left w:val="none" w:sz="0" w:space="0" w:color="auto"/>
        <w:bottom w:val="none" w:sz="0" w:space="0" w:color="auto"/>
        <w:right w:val="none" w:sz="0" w:space="0" w:color="auto"/>
      </w:divBdr>
    </w:div>
    <w:div w:id="1052730903">
      <w:bodyDiv w:val="1"/>
      <w:marLeft w:val="0"/>
      <w:marRight w:val="0"/>
      <w:marTop w:val="0"/>
      <w:marBottom w:val="0"/>
      <w:divBdr>
        <w:top w:val="none" w:sz="0" w:space="0" w:color="auto"/>
        <w:left w:val="none" w:sz="0" w:space="0" w:color="auto"/>
        <w:bottom w:val="none" w:sz="0" w:space="0" w:color="auto"/>
        <w:right w:val="none" w:sz="0" w:space="0" w:color="auto"/>
      </w:divBdr>
    </w:div>
    <w:div w:id="1077551938">
      <w:bodyDiv w:val="1"/>
      <w:marLeft w:val="0"/>
      <w:marRight w:val="0"/>
      <w:marTop w:val="0"/>
      <w:marBottom w:val="0"/>
      <w:divBdr>
        <w:top w:val="none" w:sz="0" w:space="0" w:color="auto"/>
        <w:left w:val="none" w:sz="0" w:space="0" w:color="auto"/>
        <w:bottom w:val="none" w:sz="0" w:space="0" w:color="auto"/>
        <w:right w:val="none" w:sz="0" w:space="0" w:color="auto"/>
      </w:divBdr>
    </w:div>
    <w:div w:id="1377200426">
      <w:bodyDiv w:val="1"/>
      <w:marLeft w:val="0"/>
      <w:marRight w:val="0"/>
      <w:marTop w:val="0"/>
      <w:marBottom w:val="0"/>
      <w:divBdr>
        <w:top w:val="none" w:sz="0" w:space="0" w:color="auto"/>
        <w:left w:val="none" w:sz="0" w:space="0" w:color="auto"/>
        <w:bottom w:val="none" w:sz="0" w:space="0" w:color="auto"/>
        <w:right w:val="none" w:sz="0" w:space="0" w:color="auto"/>
      </w:divBdr>
    </w:div>
    <w:div w:id="1442453806">
      <w:bodyDiv w:val="1"/>
      <w:marLeft w:val="0"/>
      <w:marRight w:val="0"/>
      <w:marTop w:val="0"/>
      <w:marBottom w:val="0"/>
      <w:divBdr>
        <w:top w:val="none" w:sz="0" w:space="0" w:color="auto"/>
        <w:left w:val="none" w:sz="0" w:space="0" w:color="auto"/>
        <w:bottom w:val="none" w:sz="0" w:space="0" w:color="auto"/>
        <w:right w:val="none" w:sz="0" w:space="0" w:color="auto"/>
      </w:divBdr>
    </w:div>
    <w:div w:id="1463617727">
      <w:bodyDiv w:val="1"/>
      <w:marLeft w:val="0"/>
      <w:marRight w:val="0"/>
      <w:marTop w:val="0"/>
      <w:marBottom w:val="0"/>
      <w:divBdr>
        <w:top w:val="none" w:sz="0" w:space="0" w:color="auto"/>
        <w:left w:val="none" w:sz="0" w:space="0" w:color="auto"/>
        <w:bottom w:val="none" w:sz="0" w:space="0" w:color="auto"/>
        <w:right w:val="none" w:sz="0" w:space="0" w:color="auto"/>
      </w:divBdr>
    </w:div>
    <w:div w:id="1561746606">
      <w:bodyDiv w:val="1"/>
      <w:marLeft w:val="0"/>
      <w:marRight w:val="0"/>
      <w:marTop w:val="0"/>
      <w:marBottom w:val="0"/>
      <w:divBdr>
        <w:top w:val="none" w:sz="0" w:space="0" w:color="auto"/>
        <w:left w:val="none" w:sz="0" w:space="0" w:color="auto"/>
        <w:bottom w:val="none" w:sz="0" w:space="0" w:color="auto"/>
        <w:right w:val="none" w:sz="0" w:space="0" w:color="auto"/>
      </w:divBdr>
    </w:div>
    <w:div w:id="1575551098">
      <w:bodyDiv w:val="1"/>
      <w:marLeft w:val="0"/>
      <w:marRight w:val="0"/>
      <w:marTop w:val="0"/>
      <w:marBottom w:val="0"/>
      <w:divBdr>
        <w:top w:val="none" w:sz="0" w:space="0" w:color="auto"/>
        <w:left w:val="none" w:sz="0" w:space="0" w:color="auto"/>
        <w:bottom w:val="none" w:sz="0" w:space="0" w:color="auto"/>
        <w:right w:val="none" w:sz="0" w:space="0" w:color="auto"/>
      </w:divBdr>
      <w:divsChild>
        <w:div w:id="40715855">
          <w:marLeft w:val="0"/>
          <w:marRight w:val="0"/>
          <w:marTop w:val="0"/>
          <w:marBottom w:val="0"/>
          <w:divBdr>
            <w:top w:val="none" w:sz="0" w:space="0" w:color="auto"/>
            <w:left w:val="none" w:sz="0" w:space="0" w:color="auto"/>
            <w:bottom w:val="none" w:sz="0" w:space="0" w:color="auto"/>
            <w:right w:val="none" w:sz="0" w:space="0" w:color="auto"/>
          </w:divBdr>
          <w:divsChild>
            <w:div w:id="165218058">
              <w:marLeft w:val="0"/>
              <w:marRight w:val="0"/>
              <w:marTop w:val="0"/>
              <w:marBottom w:val="0"/>
              <w:divBdr>
                <w:top w:val="none" w:sz="0" w:space="0" w:color="auto"/>
                <w:left w:val="none" w:sz="0" w:space="0" w:color="auto"/>
                <w:bottom w:val="none" w:sz="0" w:space="0" w:color="auto"/>
                <w:right w:val="none" w:sz="0" w:space="0" w:color="auto"/>
              </w:divBdr>
              <w:divsChild>
                <w:div w:id="1541746918">
                  <w:marLeft w:val="0"/>
                  <w:marRight w:val="0"/>
                  <w:marTop w:val="0"/>
                  <w:marBottom w:val="0"/>
                  <w:divBdr>
                    <w:top w:val="none" w:sz="0" w:space="0" w:color="auto"/>
                    <w:left w:val="none" w:sz="0" w:space="0" w:color="auto"/>
                    <w:bottom w:val="none" w:sz="0" w:space="0" w:color="auto"/>
                    <w:right w:val="none" w:sz="0" w:space="0" w:color="auto"/>
                  </w:divBdr>
                  <w:divsChild>
                    <w:div w:id="90186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401595">
      <w:bodyDiv w:val="1"/>
      <w:marLeft w:val="0"/>
      <w:marRight w:val="0"/>
      <w:marTop w:val="0"/>
      <w:marBottom w:val="0"/>
      <w:divBdr>
        <w:top w:val="none" w:sz="0" w:space="0" w:color="auto"/>
        <w:left w:val="none" w:sz="0" w:space="0" w:color="auto"/>
        <w:bottom w:val="none" w:sz="0" w:space="0" w:color="auto"/>
        <w:right w:val="none" w:sz="0" w:space="0" w:color="auto"/>
      </w:divBdr>
    </w:div>
    <w:div w:id="1758209657">
      <w:bodyDiv w:val="1"/>
      <w:marLeft w:val="0"/>
      <w:marRight w:val="0"/>
      <w:marTop w:val="0"/>
      <w:marBottom w:val="0"/>
      <w:divBdr>
        <w:top w:val="none" w:sz="0" w:space="0" w:color="auto"/>
        <w:left w:val="none" w:sz="0" w:space="0" w:color="auto"/>
        <w:bottom w:val="none" w:sz="0" w:space="0" w:color="auto"/>
        <w:right w:val="none" w:sz="0" w:space="0" w:color="auto"/>
      </w:divBdr>
      <w:divsChild>
        <w:div w:id="1608002062">
          <w:marLeft w:val="0"/>
          <w:marRight w:val="0"/>
          <w:marTop w:val="0"/>
          <w:marBottom w:val="0"/>
          <w:divBdr>
            <w:top w:val="none" w:sz="0" w:space="0" w:color="auto"/>
            <w:left w:val="none" w:sz="0" w:space="0" w:color="auto"/>
            <w:bottom w:val="none" w:sz="0" w:space="0" w:color="auto"/>
            <w:right w:val="none" w:sz="0" w:space="0" w:color="auto"/>
          </w:divBdr>
          <w:divsChild>
            <w:div w:id="119110333">
              <w:marLeft w:val="0"/>
              <w:marRight w:val="0"/>
              <w:marTop w:val="0"/>
              <w:marBottom w:val="0"/>
              <w:divBdr>
                <w:top w:val="none" w:sz="0" w:space="0" w:color="auto"/>
                <w:left w:val="none" w:sz="0" w:space="0" w:color="auto"/>
                <w:bottom w:val="none" w:sz="0" w:space="0" w:color="auto"/>
                <w:right w:val="none" w:sz="0" w:space="0" w:color="auto"/>
              </w:divBdr>
              <w:divsChild>
                <w:div w:id="1382173441">
                  <w:marLeft w:val="0"/>
                  <w:marRight w:val="0"/>
                  <w:marTop w:val="0"/>
                  <w:marBottom w:val="0"/>
                  <w:divBdr>
                    <w:top w:val="none" w:sz="0" w:space="0" w:color="auto"/>
                    <w:left w:val="none" w:sz="0" w:space="0" w:color="auto"/>
                    <w:bottom w:val="none" w:sz="0" w:space="0" w:color="auto"/>
                    <w:right w:val="none" w:sz="0" w:space="0" w:color="auto"/>
                  </w:divBdr>
                  <w:divsChild>
                    <w:div w:id="15199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071118">
      <w:bodyDiv w:val="1"/>
      <w:marLeft w:val="0"/>
      <w:marRight w:val="0"/>
      <w:marTop w:val="0"/>
      <w:marBottom w:val="0"/>
      <w:divBdr>
        <w:top w:val="none" w:sz="0" w:space="0" w:color="auto"/>
        <w:left w:val="none" w:sz="0" w:space="0" w:color="auto"/>
        <w:bottom w:val="none" w:sz="0" w:space="0" w:color="auto"/>
        <w:right w:val="none" w:sz="0" w:space="0" w:color="auto"/>
      </w:divBdr>
      <w:divsChild>
        <w:div w:id="397170477">
          <w:marLeft w:val="0"/>
          <w:marRight w:val="0"/>
          <w:marTop w:val="0"/>
          <w:marBottom w:val="0"/>
          <w:divBdr>
            <w:top w:val="none" w:sz="0" w:space="0" w:color="auto"/>
            <w:left w:val="none" w:sz="0" w:space="0" w:color="auto"/>
            <w:bottom w:val="none" w:sz="0" w:space="0" w:color="auto"/>
            <w:right w:val="none" w:sz="0" w:space="0" w:color="auto"/>
          </w:divBdr>
          <w:divsChild>
            <w:div w:id="42646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740888">
      <w:bodyDiv w:val="1"/>
      <w:marLeft w:val="0"/>
      <w:marRight w:val="0"/>
      <w:marTop w:val="0"/>
      <w:marBottom w:val="0"/>
      <w:divBdr>
        <w:top w:val="none" w:sz="0" w:space="0" w:color="auto"/>
        <w:left w:val="none" w:sz="0" w:space="0" w:color="auto"/>
        <w:bottom w:val="none" w:sz="0" w:space="0" w:color="auto"/>
        <w:right w:val="none" w:sz="0" w:space="0" w:color="auto"/>
      </w:divBdr>
      <w:divsChild>
        <w:div w:id="748042947">
          <w:marLeft w:val="0"/>
          <w:marRight w:val="0"/>
          <w:marTop w:val="0"/>
          <w:marBottom w:val="0"/>
          <w:divBdr>
            <w:top w:val="none" w:sz="0" w:space="0" w:color="auto"/>
            <w:left w:val="none" w:sz="0" w:space="0" w:color="auto"/>
            <w:bottom w:val="none" w:sz="0" w:space="0" w:color="auto"/>
            <w:right w:val="none" w:sz="0" w:space="0" w:color="auto"/>
          </w:divBdr>
          <w:divsChild>
            <w:div w:id="1179268731">
              <w:marLeft w:val="0"/>
              <w:marRight w:val="0"/>
              <w:marTop w:val="0"/>
              <w:marBottom w:val="0"/>
              <w:divBdr>
                <w:top w:val="none" w:sz="0" w:space="0" w:color="auto"/>
                <w:left w:val="none" w:sz="0" w:space="0" w:color="auto"/>
                <w:bottom w:val="none" w:sz="0" w:space="0" w:color="auto"/>
                <w:right w:val="none" w:sz="0" w:space="0" w:color="auto"/>
              </w:divBdr>
              <w:divsChild>
                <w:div w:id="2105874615">
                  <w:marLeft w:val="0"/>
                  <w:marRight w:val="0"/>
                  <w:marTop w:val="0"/>
                  <w:marBottom w:val="0"/>
                  <w:divBdr>
                    <w:top w:val="none" w:sz="0" w:space="0" w:color="auto"/>
                    <w:left w:val="none" w:sz="0" w:space="0" w:color="auto"/>
                    <w:bottom w:val="none" w:sz="0" w:space="0" w:color="auto"/>
                    <w:right w:val="none" w:sz="0" w:space="0" w:color="auto"/>
                  </w:divBdr>
                  <w:divsChild>
                    <w:div w:id="189596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4776116">
      <w:bodyDiv w:val="1"/>
      <w:marLeft w:val="0"/>
      <w:marRight w:val="0"/>
      <w:marTop w:val="0"/>
      <w:marBottom w:val="0"/>
      <w:divBdr>
        <w:top w:val="none" w:sz="0" w:space="0" w:color="auto"/>
        <w:left w:val="none" w:sz="0" w:space="0" w:color="auto"/>
        <w:bottom w:val="none" w:sz="0" w:space="0" w:color="auto"/>
        <w:right w:val="none" w:sz="0" w:space="0" w:color="auto"/>
      </w:divBdr>
    </w:div>
    <w:div w:id="2100981568">
      <w:bodyDiv w:val="1"/>
      <w:marLeft w:val="0"/>
      <w:marRight w:val="0"/>
      <w:marTop w:val="0"/>
      <w:marBottom w:val="0"/>
      <w:divBdr>
        <w:top w:val="none" w:sz="0" w:space="0" w:color="auto"/>
        <w:left w:val="none" w:sz="0" w:space="0" w:color="auto"/>
        <w:bottom w:val="none" w:sz="0" w:space="0" w:color="auto"/>
        <w:right w:val="none" w:sz="0" w:space="0" w:color="auto"/>
      </w:divBdr>
      <w:divsChild>
        <w:div w:id="1056667379">
          <w:marLeft w:val="0"/>
          <w:marRight w:val="0"/>
          <w:marTop w:val="0"/>
          <w:marBottom w:val="0"/>
          <w:divBdr>
            <w:top w:val="none" w:sz="0" w:space="0" w:color="auto"/>
            <w:left w:val="none" w:sz="0" w:space="0" w:color="auto"/>
            <w:bottom w:val="none" w:sz="0" w:space="0" w:color="auto"/>
            <w:right w:val="none" w:sz="0" w:space="0" w:color="auto"/>
          </w:divBdr>
        </w:div>
        <w:div w:id="2109691442">
          <w:marLeft w:val="0"/>
          <w:marRight w:val="0"/>
          <w:marTop w:val="0"/>
          <w:marBottom w:val="0"/>
          <w:divBdr>
            <w:top w:val="none" w:sz="0" w:space="0" w:color="auto"/>
            <w:left w:val="none" w:sz="0" w:space="0" w:color="auto"/>
            <w:bottom w:val="none" w:sz="0" w:space="0" w:color="auto"/>
            <w:right w:val="none" w:sz="0" w:space="0" w:color="auto"/>
          </w:divBdr>
        </w:div>
        <w:div w:id="1574656831">
          <w:marLeft w:val="0"/>
          <w:marRight w:val="0"/>
          <w:marTop w:val="0"/>
          <w:marBottom w:val="0"/>
          <w:divBdr>
            <w:top w:val="none" w:sz="0" w:space="0" w:color="auto"/>
            <w:left w:val="none" w:sz="0" w:space="0" w:color="auto"/>
            <w:bottom w:val="none" w:sz="0" w:space="0" w:color="auto"/>
            <w:right w:val="none" w:sz="0" w:space="0" w:color="auto"/>
          </w:divBdr>
        </w:div>
        <w:div w:id="759183692">
          <w:marLeft w:val="0"/>
          <w:marRight w:val="0"/>
          <w:marTop w:val="0"/>
          <w:marBottom w:val="0"/>
          <w:divBdr>
            <w:top w:val="none" w:sz="0" w:space="0" w:color="auto"/>
            <w:left w:val="none" w:sz="0" w:space="0" w:color="auto"/>
            <w:bottom w:val="none" w:sz="0" w:space="0" w:color="auto"/>
            <w:right w:val="none" w:sz="0" w:space="0" w:color="auto"/>
          </w:divBdr>
        </w:div>
        <w:div w:id="594751306">
          <w:marLeft w:val="0"/>
          <w:marRight w:val="0"/>
          <w:marTop w:val="0"/>
          <w:marBottom w:val="0"/>
          <w:divBdr>
            <w:top w:val="none" w:sz="0" w:space="0" w:color="auto"/>
            <w:left w:val="none" w:sz="0" w:space="0" w:color="auto"/>
            <w:bottom w:val="none" w:sz="0" w:space="0" w:color="auto"/>
            <w:right w:val="none" w:sz="0" w:space="0" w:color="auto"/>
          </w:divBdr>
        </w:div>
        <w:div w:id="1309630101">
          <w:marLeft w:val="0"/>
          <w:marRight w:val="0"/>
          <w:marTop w:val="0"/>
          <w:marBottom w:val="0"/>
          <w:divBdr>
            <w:top w:val="none" w:sz="0" w:space="0" w:color="auto"/>
            <w:left w:val="none" w:sz="0" w:space="0" w:color="auto"/>
            <w:bottom w:val="none" w:sz="0" w:space="0" w:color="auto"/>
            <w:right w:val="none" w:sz="0" w:space="0" w:color="auto"/>
          </w:divBdr>
        </w:div>
        <w:div w:id="750810169">
          <w:marLeft w:val="0"/>
          <w:marRight w:val="0"/>
          <w:marTop w:val="0"/>
          <w:marBottom w:val="0"/>
          <w:divBdr>
            <w:top w:val="none" w:sz="0" w:space="0" w:color="auto"/>
            <w:left w:val="none" w:sz="0" w:space="0" w:color="auto"/>
            <w:bottom w:val="none" w:sz="0" w:space="0" w:color="auto"/>
            <w:right w:val="none" w:sz="0" w:space="0" w:color="auto"/>
          </w:divBdr>
        </w:div>
        <w:div w:id="1657873761">
          <w:marLeft w:val="0"/>
          <w:marRight w:val="0"/>
          <w:marTop w:val="0"/>
          <w:marBottom w:val="0"/>
          <w:divBdr>
            <w:top w:val="none" w:sz="0" w:space="0" w:color="auto"/>
            <w:left w:val="none" w:sz="0" w:space="0" w:color="auto"/>
            <w:bottom w:val="none" w:sz="0" w:space="0" w:color="auto"/>
            <w:right w:val="none" w:sz="0" w:space="0" w:color="auto"/>
          </w:divBdr>
        </w:div>
        <w:div w:id="26025042">
          <w:marLeft w:val="0"/>
          <w:marRight w:val="0"/>
          <w:marTop w:val="0"/>
          <w:marBottom w:val="0"/>
          <w:divBdr>
            <w:top w:val="none" w:sz="0" w:space="0" w:color="auto"/>
            <w:left w:val="none" w:sz="0" w:space="0" w:color="auto"/>
            <w:bottom w:val="none" w:sz="0" w:space="0" w:color="auto"/>
            <w:right w:val="none" w:sz="0" w:space="0" w:color="auto"/>
          </w:divBdr>
        </w:div>
        <w:div w:id="2143619777">
          <w:marLeft w:val="0"/>
          <w:marRight w:val="0"/>
          <w:marTop w:val="0"/>
          <w:marBottom w:val="0"/>
          <w:divBdr>
            <w:top w:val="none" w:sz="0" w:space="0" w:color="auto"/>
            <w:left w:val="none" w:sz="0" w:space="0" w:color="auto"/>
            <w:bottom w:val="none" w:sz="0" w:space="0" w:color="auto"/>
            <w:right w:val="none" w:sz="0" w:space="0" w:color="auto"/>
          </w:divBdr>
        </w:div>
        <w:div w:id="325012041">
          <w:marLeft w:val="0"/>
          <w:marRight w:val="0"/>
          <w:marTop w:val="0"/>
          <w:marBottom w:val="0"/>
          <w:divBdr>
            <w:top w:val="none" w:sz="0" w:space="0" w:color="auto"/>
            <w:left w:val="none" w:sz="0" w:space="0" w:color="auto"/>
            <w:bottom w:val="none" w:sz="0" w:space="0" w:color="auto"/>
            <w:right w:val="none" w:sz="0" w:space="0" w:color="auto"/>
          </w:divBdr>
        </w:div>
        <w:div w:id="1782453420">
          <w:marLeft w:val="0"/>
          <w:marRight w:val="0"/>
          <w:marTop w:val="0"/>
          <w:marBottom w:val="0"/>
          <w:divBdr>
            <w:top w:val="none" w:sz="0" w:space="0" w:color="auto"/>
            <w:left w:val="none" w:sz="0" w:space="0" w:color="auto"/>
            <w:bottom w:val="none" w:sz="0" w:space="0" w:color="auto"/>
            <w:right w:val="none" w:sz="0" w:space="0" w:color="auto"/>
          </w:divBdr>
        </w:div>
        <w:div w:id="231937718">
          <w:marLeft w:val="0"/>
          <w:marRight w:val="0"/>
          <w:marTop w:val="0"/>
          <w:marBottom w:val="0"/>
          <w:divBdr>
            <w:top w:val="none" w:sz="0" w:space="0" w:color="auto"/>
            <w:left w:val="none" w:sz="0" w:space="0" w:color="auto"/>
            <w:bottom w:val="none" w:sz="0" w:space="0" w:color="auto"/>
            <w:right w:val="none" w:sz="0" w:space="0" w:color="auto"/>
          </w:divBdr>
        </w:div>
        <w:div w:id="1457872736">
          <w:marLeft w:val="0"/>
          <w:marRight w:val="0"/>
          <w:marTop w:val="0"/>
          <w:marBottom w:val="0"/>
          <w:divBdr>
            <w:top w:val="none" w:sz="0" w:space="0" w:color="auto"/>
            <w:left w:val="none" w:sz="0" w:space="0" w:color="auto"/>
            <w:bottom w:val="none" w:sz="0" w:space="0" w:color="auto"/>
            <w:right w:val="none" w:sz="0" w:space="0" w:color="auto"/>
          </w:divBdr>
        </w:div>
        <w:div w:id="421224148">
          <w:marLeft w:val="0"/>
          <w:marRight w:val="0"/>
          <w:marTop w:val="0"/>
          <w:marBottom w:val="0"/>
          <w:divBdr>
            <w:top w:val="none" w:sz="0" w:space="0" w:color="auto"/>
            <w:left w:val="none" w:sz="0" w:space="0" w:color="auto"/>
            <w:bottom w:val="none" w:sz="0" w:space="0" w:color="auto"/>
            <w:right w:val="none" w:sz="0" w:space="0" w:color="auto"/>
          </w:divBdr>
        </w:div>
        <w:div w:id="506287163">
          <w:marLeft w:val="0"/>
          <w:marRight w:val="0"/>
          <w:marTop w:val="0"/>
          <w:marBottom w:val="0"/>
          <w:divBdr>
            <w:top w:val="none" w:sz="0" w:space="0" w:color="auto"/>
            <w:left w:val="none" w:sz="0" w:space="0" w:color="auto"/>
            <w:bottom w:val="none" w:sz="0" w:space="0" w:color="auto"/>
            <w:right w:val="none" w:sz="0" w:space="0" w:color="auto"/>
          </w:divBdr>
        </w:div>
        <w:div w:id="2040858586">
          <w:marLeft w:val="0"/>
          <w:marRight w:val="0"/>
          <w:marTop w:val="0"/>
          <w:marBottom w:val="0"/>
          <w:divBdr>
            <w:top w:val="none" w:sz="0" w:space="0" w:color="auto"/>
            <w:left w:val="none" w:sz="0" w:space="0" w:color="auto"/>
            <w:bottom w:val="none" w:sz="0" w:space="0" w:color="auto"/>
            <w:right w:val="none" w:sz="0" w:space="0" w:color="auto"/>
          </w:divBdr>
        </w:div>
        <w:div w:id="1040981246">
          <w:marLeft w:val="0"/>
          <w:marRight w:val="0"/>
          <w:marTop w:val="0"/>
          <w:marBottom w:val="0"/>
          <w:divBdr>
            <w:top w:val="none" w:sz="0" w:space="0" w:color="auto"/>
            <w:left w:val="none" w:sz="0" w:space="0" w:color="auto"/>
            <w:bottom w:val="none" w:sz="0" w:space="0" w:color="auto"/>
            <w:right w:val="none" w:sz="0" w:space="0" w:color="auto"/>
          </w:divBdr>
        </w:div>
        <w:div w:id="975374003">
          <w:marLeft w:val="0"/>
          <w:marRight w:val="0"/>
          <w:marTop w:val="0"/>
          <w:marBottom w:val="0"/>
          <w:divBdr>
            <w:top w:val="none" w:sz="0" w:space="0" w:color="auto"/>
            <w:left w:val="none" w:sz="0" w:space="0" w:color="auto"/>
            <w:bottom w:val="none" w:sz="0" w:space="0" w:color="auto"/>
            <w:right w:val="none" w:sz="0" w:space="0" w:color="auto"/>
          </w:divBdr>
        </w:div>
        <w:div w:id="12928553">
          <w:marLeft w:val="0"/>
          <w:marRight w:val="0"/>
          <w:marTop w:val="0"/>
          <w:marBottom w:val="0"/>
          <w:divBdr>
            <w:top w:val="none" w:sz="0" w:space="0" w:color="auto"/>
            <w:left w:val="none" w:sz="0" w:space="0" w:color="auto"/>
            <w:bottom w:val="none" w:sz="0" w:space="0" w:color="auto"/>
            <w:right w:val="none" w:sz="0" w:space="0" w:color="auto"/>
          </w:divBdr>
        </w:div>
        <w:div w:id="1000546490">
          <w:marLeft w:val="0"/>
          <w:marRight w:val="0"/>
          <w:marTop w:val="0"/>
          <w:marBottom w:val="0"/>
          <w:divBdr>
            <w:top w:val="none" w:sz="0" w:space="0" w:color="auto"/>
            <w:left w:val="none" w:sz="0" w:space="0" w:color="auto"/>
            <w:bottom w:val="none" w:sz="0" w:space="0" w:color="auto"/>
            <w:right w:val="none" w:sz="0" w:space="0" w:color="auto"/>
          </w:divBdr>
        </w:div>
        <w:div w:id="400753904">
          <w:marLeft w:val="0"/>
          <w:marRight w:val="0"/>
          <w:marTop w:val="0"/>
          <w:marBottom w:val="0"/>
          <w:divBdr>
            <w:top w:val="none" w:sz="0" w:space="0" w:color="auto"/>
            <w:left w:val="none" w:sz="0" w:space="0" w:color="auto"/>
            <w:bottom w:val="none" w:sz="0" w:space="0" w:color="auto"/>
            <w:right w:val="none" w:sz="0" w:space="0" w:color="auto"/>
          </w:divBdr>
        </w:div>
        <w:div w:id="1747411455">
          <w:marLeft w:val="0"/>
          <w:marRight w:val="0"/>
          <w:marTop w:val="0"/>
          <w:marBottom w:val="0"/>
          <w:divBdr>
            <w:top w:val="none" w:sz="0" w:space="0" w:color="auto"/>
            <w:left w:val="none" w:sz="0" w:space="0" w:color="auto"/>
            <w:bottom w:val="none" w:sz="0" w:space="0" w:color="auto"/>
            <w:right w:val="none" w:sz="0" w:space="0" w:color="auto"/>
          </w:divBdr>
        </w:div>
        <w:div w:id="316686035">
          <w:marLeft w:val="0"/>
          <w:marRight w:val="0"/>
          <w:marTop w:val="0"/>
          <w:marBottom w:val="0"/>
          <w:divBdr>
            <w:top w:val="none" w:sz="0" w:space="0" w:color="auto"/>
            <w:left w:val="none" w:sz="0" w:space="0" w:color="auto"/>
            <w:bottom w:val="none" w:sz="0" w:space="0" w:color="auto"/>
            <w:right w:val="none" w:sz="0" w:space="0" w:color="auto"/>
          </w:divBdr>
        </w:div>
        <w:div w:id="1289504557">
          <w:marLeft w:val="0"/>
          <w:marRight w:val="0"/>
          <w:marTop w:val="0"/>
          <w:marBottom w:val="0"/>
          <w:divBdr>
            <w:top w:val="none" w:sz="0" w:space="0" w:color="auto"/>
            <w:left w:val="none" w:sz="0" w:space="0" w:color="auto"/>
            <w:bottom w:val="none" w:sz="0" w:space="0" w:color="auto"/>
            <w:right w:val="none" w:sz="0" w:space="0" w:color="auto"/>
          </w:divBdr>
        </w:div>
        <w:div w:id="930311722">
          <w:marLeft w:val="0"/>
          <w:marRight w:val="0"/>
          <w:marTop w:val="0"/>
          <w:marBottom w:val="0"/>
          <w:divBdr>
            <w:top w:val="none" w:sz="0" w:space="0" w:color="auto"/>
            <w:left w:val="none" w:sz="0" w:space="0" w:color="auto"/>
            <w:bottom w:val="none" w:sz="0" w:space="0" w:color="auto"/>
            <w:right w:val="none" w:sz="0" w:space="0" w:color="auto"/>
          </w:divBdr>
        </w:div>
        <w:div w:id="1892185704">
          <w:marLeft w:val="0"/>
          <w:marRight w:val="0"/>
          <w:marTop w:val="0"/>
          <w:marBottom w:val="0"/>
          <w:divBdr>
            <w:top w:val="none" w:sz="0" w:space="0" w:color="auto"/>
            <w:left w:val="none" w:sz="0" w:space="0" w:color="auto"/>
            <w:bottom w:val="none" w:sz="0" w:space="0" w:color="auto"/>
            <w:right w:val="none" w:sz="0" w:space="0" w:color="auto"/>
          </w:divBdr>
        </w:div>
        <w:div w:id="259142276">
          <w:marLeft w:val="0"/>
          <w:marRight w:val="0"/>
          <w:marTop w:val="0"/>
          <w:marBottom w:val="0"/>
          <w:divBdr>
            <w:top w:val="none" w:sz="0" w:space="0" w:color="auto"/>
            <w:left w:val="none" w:sz="0" w:space="0" w:color="auto"/>
            <w:bottom w:val="none" w:sz="0" w:space="0" w:color="auto"/>
            <w:right w:val="none" w:sz="0" w:space="0" w:color="auto"/>
          </w:divBdr>
        </w:div>
        <w:div w:id="189034104">
          <w:marLeft w:val="0"/>
          <w:marRight w:val="0"/>
          <w:marTop w:val="0"/>
          <w:marBottom w:val="0"/>
          <w:divBdr>
            <w:top w:val="none" w:sz="0" w:space="0" w:color="auto"/>
            <w:left w:val="none" w:sz="0" w:space="0" w:color="auto"/>
            <w:bottom w:val="none" w:sz="0" w:space="0" w:color="auto"/>
            <w:right w:val="none" w:sz="0" w:space="0" w:color="auto"/>
          </w:divBdr>
        </w:div>
        <w:div w:id="340162825">
          <w:marLeft w:val="0"/>
          <w:marRight w:val="0"/>
          <w:marTop w:val="0"/>
          <w:marBottom w:val="0"/>
          <w:divBdr>
            <w:top w:val="none" w:sz="0" w:space="0" w:color="auto"/>
            <w:left w:val="none" w:sz="0" w:space="0" w:color="auto"/>
            <w:bottom w:val="none" w:sz="0" w:space="0" w:color="auto"/>
            <w:right w:val="none" w:sz="0" w:space="0" w:color="auto"/>
          </w:divBdr>
        </w:div>
        <w:div w:id="1982072034">
          <w:marLeft w:val="0"/>
          <w:marRight w:val="0"/>
          <w:marTop w:val="0"/>
          <w:marBottom w:val="0"/>
          <w:divBdr>
            <w:top w:val="none" w:sz="0" w:space="0" w:color="auto"/>
            <w:left w:val="none" w:sz="0" w:space="0" w:color="auto"/>
            <w:bottom w:val="none" w:sz="0" w:space="0" w:color="auto"/>
            <w:right w:val="none" w:sz="0" w:space="0" w:color="auto"/>
          </w:divBdr>
        </w:div>
        <w:div w:id="1688554336">
          <w:marLeft w:val="0"/>
          <w:marRight w:val="0"/>
          <w:marTop w:val="0"/>
          <w:marBottom w:val="0"/>
          <w:divBdr>
            <w:top w:val="none" w:sz="0" w:space="0" w:color="auto"/>
            <w:left w:val="none" w:sz="0" w:space="0" w:color="auto"/>
            <w:bottom w:val="none" w:sz="0" w:space="0" w:color="auto"/>
            <w:right w:val="none" w:sz="0" w:space="0" w:color="auto"/>
          </w:divBdr>
        </w:div>
        <w:div w:id="1204715485">
          <w:marLeft w:val="0"/>
          <w:marRight w:val="0"/>
          <w:marTop w:val="0"/>
          <w:marBottom w:val="0"/>
          <w:divBdr>
            <w:top w:val="none" w:sz="0" w:space="0" w:color="auto"/>
            <w:left w:val="none" w:sz="0" w:space="0" w:color="auto"/>
            <w:bottom w:val="none" w:sz="0" w:space="0" w:color="auto"/>
            <w:right w:val="none" w:sz="0" w:space="0" w:color="auto"/>
          </w:divBdr>
        </w:div>
        <w:div w:id="2071923727">
          <w:marLeft w:val="0"/>
          <w:marRight w:val="0"/>
          <w:marTop w:val="0"/>
          <w:marBottom w:val="0"/>
          <w:divBdr>
            <w:top w:val="none" w:sz="0" w:space="0" w:color="auto"/>
            <w:left w:val="none" w:sz="0" w:space="0" w:color="auto"/>
            <w:bottom w:val="none" w:sz="0" w:space="0" w:color="auto"/>
            <w:right w:val="none" w:sz="0" w:space="0" w:color="auto"/>
          </w:divBdr>
        </w:div>
        <w:div w:id="428426026">
          <w:marLeft w:val="0"/>
          <w:marRight w:val="0"/>
          <w:marTop w:val="0"/>
          <w:marBottom w:val="0"/>
          <w:divBdr>
            <w:top w:val="none" w:sz="0" w:space="0" w:color="auto"/>
            <w:left w:val="none" w:sz="0" w:space="0" w:color="auto"/>
            <w:bottom w:val="none" w:sz="0" w:space="0" w:color="auto"/>
            <w:right w:val="none" w:sz="0" w:space="0" w:color="auto"/>
          </w:divBdr>
        </w:div>
        <w:div w:id="937057236">
          <w:marLeft w:val="0"/>
          <w:marRight w:val="0"/>
          <w:marTop w:val="0"/>
          <w:marBottom w:val="0"/>
          <w:divBdr>
            <w:top w:val="none" w:sz="0" w:space="0" w:color="auto"/>
            <w:left w:val="none" w:sz="0" w:space="0" w:color="auto"/>
            <w:bottom w:val="none" w:sz="0" w:space="0" w:color="auto"/>
            <w:right w:val="none" w:sz="0" w:space="0" w:color="auto"/>
          </w:divBdr>
        </w:div>
        <w:div w:id="1787654109">
          <w:marLeft w:val="0"/>
          <w:marRight w:val="0"/>
          <w:marTop w:val="0"/>
          <w:marBottom w:val="0"/>
          <w:divBdr>
            <w:top w:val="none" w:sz="0" w:space="0" w:color="auto"/>
            <w:left w:val="none" w:sz="0" w:space="0" w:color="auto"/>
            <w:bottom w:val="none" w:sz="0" w:space="0" w:color="auto"/>
            <w:right w:val="none" w:sz="0" w:space="0" w:color="auto"/>
          </w:divBdr>
        </w:div>
        <w:div w:id="613902414">
          <w:marLeft w:val="0"/>
          <w:marRight w:val="0"/>
          <w:marTop w:val="0"/>
          <w:marBottom w:val="0"/>
          <w:divBdr>
            <w:top w:val="none" w:sz="0" w:space="0" w:color="auto"/>
            <w:left w:val="none" w:sz="0" w:space="0" w:color="auto"/>
            <w:bottom w:val="none" w:sz="0" w:space="0" w:color="auto"/>
            <w:right w:val="none" w:sz="0" w:space="0" w:color="auto"/>
          </w:divBdr>
        </w:div>
        <w:div w:id="685978657">
          <w:marLeft w:val="0"/>
          <w:marRight w:val="0"/>
          <w:marTop w:val="0"/>
          <w:marBottom w:val="0"/>
          <w:divBdr>
            <w:top w:val="none" w:sz="0" w:space="0" w:color="auto"/>
            <w:left w:val="none" w:sz="0" w:space="0" w:color="auto"/>
            <w:bottom w:val="none" w:sz="0" w:space="0" w:color="auto"/>
            <w:right w:val="none" w:sz="0" w:space="0" w:color="auto"/>
          </w:divBdr>
        </w:div>
        <w:div w:id="1923562915">
          <w:marLeft w:val="0"/>
          <w:marRight w:val="0"/>
          <w:marTop w:val="0"/>
          <w:marBottom w:val="0"/>
          <w:divBdr>
            <w:top w:val="none" w:sz="0" w:space="0" w:color="auto"/>
            <w:left w:val="none" w:sz="0" w:space="0" w:color="auto"/>
            <w:bottom w:val="none" w:sz="0" w:space="0" w:color="auto"/>
            <w:right w:val="none" w:sz="0" w:space="0" w:color="auto"/>
          </w:divBdr>
        </w:div>
        <w:div w:id="926883316">
          <w:marLeft w:val="0"/>
          <w:marRight w:val="0"/>
          <w:marTop w:val="0"/>
          <w:marBottom w:val="0"/>
          <w:divBdr>
            <w:top w:val="none" w:sz="0" w:space="0" w:color="auto"/>
            <w:left w:val="none" w:sz="0" w:space="0" w:color="auto"/>
            <w:bottom w:val="none" w:sz="0" w:space="0" w:color="auto"/>
            <w:right w:val="none" w:sz="0" w:space="0" w:color="auto"/>
          </w:divBdr>
        </w:div>
        <w:div w:id="451872612">
          <w:marLeft w:val="0"/>
          <w:marRight w:val="0"/>
          <w:marTop w:val="0"/>
          <w:marBottom w:val="0"/>
          <w:divBdr>
            <w:top w:val="none" w:sz="0" w:space="0" w:color="auto"/>
            <w:left w:val="none" w:sz="0" w:space="0" w:color="auto"/>
            <w:bottom w:val="none" w:sz="0" w:space="0" w:color="auto"/>
            <w:right w:val="none" w:sz="0" w:space="0" w:color="auto"/>
          </w:divBdr>
        </w:div>
        <w:div w:id="549877644">
          <w:marLeft w:val="0"/>
          <w:marRight w:val="0"/>
          <w:marTop w:val="0"/>
          <w:marBottom w:val="0"/>
          <w:divBdr>
            <w:top w:val="none" w:sz="0" w:space="0" w:color="auto"/>
            <w:left w:val="none" w:sz="0" w:space="0" w:color="auto"/>
            <w:bottom w:val="none" w:sz="0" w:space="0" w:color="auto"/>
            <w:right w:val="none" w:sz="0" w:space="0" w:color="auto"/>
          </w:divBdr>
        </w:div>
        <w:div w:id="1358462208">
          <w:marLeft w:val="0"/>
          <w:marRight w:val="0"/>
          <w:marTop w:val="0"/>
          <w:marBottom w:val="0"/>
          <w:divBdr>
            <w:top w:val="none" w:sz="0" w:space="0" w:color="auto"/>
            <w:left w:val="none" w:sz="0" w:space="0" w:color="auto"/>
            <w:bottom w:val="none" w:sz="0" w:space="0" w:color="auto"/>
            <w:right w:val="none" w:sz="0" w:space="0" w:color="auto"/>
          </w:divBdr>
        </w:div>
        <w:div w:id="344747684">
          <w:marLeft w:val="0"/>
          <w:marRight w:val="0"/>
          <w:marTop w:val="0"/>
          <w:marBottom w:val="0"/>
          <w:divBdr>
            <w:top w:val="none" w:sz="0" w:space="0" w:color="auto"/>
            <w:left w:val="none" w:sz="0" w:space="0" w:color="auto"/>
            <w:bottom w:val="none" w:sz="0" w:space="0" w:color="auto"/>
            <w:right w:val="none" w:sz="0" w:space="0" w:color="auto"/>
          </w:divBdr>
        </w:div>
        <w:div w:id="889683062">
          <w:marLeft w:val="0"/>
          <w:marRight w:val="0"/>
          <w:marTop w:val="0"/>
          <w:marBottom w:val="0"/>
          <w:divBdr>
            <w:top w:val="none" w:sz="0" w:space="0" w:color="auto"/>
            <w:left w:val="none" w:sz="0" w:space="0" w:color="auto"/>
            <w:bottom w:val="none" w:sz="0" w:space="0" w:color="auto"/>
            <w:right w:val="none" w:sz="0" w:space="0" w:color="auto"/>
          </w:divBdr>
        </w:div>
        <w:div w:id="1516262986">
          <w:marLeft w:val="0"/>
          <w:marRight w:val="0"/>
          <w:marTop w:val="0"/>
          <w:marBottom w:val="0"/>
          <w:divBdr>
            <w:top w:val="none" w:sz="0" w:space="0" w:color="auto"/>
            <w:left w:val="none" w:sz="0" w:space="0" w:color="auto"/>
            <w:bottom w:val="none" w:sz="0" w:space="0" w:color="auto"/>
            <w:right w:val="none" w:sz="0" w:space="0" w:color="auto"/>
          </w:divBdr>
        </w:div>
        <w:div w:id="1975527631">
          <w:marLeft w:val="0"/>
          <w:marRight w:val="0"/>
          <w:marTop w:val="0"/>
          <w:marBottom w:val="0"/>
          <w:divBdr>
            <w:top w:val="none" w:sz="0" w:space="0" w:color="auto"/>
            <w:left w:val="none" w:sz="0" w:space="0" w:color="auto"/>
            <w:bottom w:val="none" w:sz="0" w:space="0" w:color="auto"/>
            <w:right w:val="none" w:sz="0" w:space="0" w:color="auto"/>
          </w:divBdr>
        </w:div>
        <w:div w:id="376780168">
          <w:marLeft w:val="0"/>
          <w:marRight w:val="0"/>
          <w:marTop w:val="0"/>
          <w:marBottom w:val="0"/>
          <w:divBdr>
            <w:top w:val="none" w:sz="0" w:space="0" w:color="auto"/>
            <w:left w:val="none" w:sz="0" w:space="0" w:color="auto"/>
            <w:bottom w:val="none" w:sz="0" w:space="0" w:color="auto"/>
            <w:right w:val="none" w:sz="0" w:space="0" w:color="auto"/>
          </w:divBdr>
        </w:div>
        <w:div w:id="1270963547">
          <w:marLeft w:val="0"/>
          <w:marRight w:val="0"/>
          <w:marTop w:val="0"/>
          <w:marBottom w:val="0"/>
          <w:divBdr>
            <w:top w:val="none" w:sz="0" w:space="0" w:color="auto"/>
            <w:left w:val="none" w:sz="0" w:space="0" w:color="auto"/>
            <w:bottom w:val="none" w:sz="0" w:space="0" w:color="auto"/>
            <w:right w:val="none" w:sz="0" w:space="0" w:color="auto"/>
          </w:divBdr>
        </w:div>
        <w:div w:id="72049786">
          <w:marLeft w:val="0"/>
          <w:marRight w:val="0"/>
          <w:marTop w:val="0"/>
          <w:marBottom w:val="0"/>
          <w:divBdr>
            <w:top w:val="none" w:sz="0" w:space="0" w:color="auto"/>
            <w:left w:val="none" w:sz="0" w:space="0" w:color="auto"/>
            <w:bottom w:val="none" w:sz="0" w:space="0" w:color="auto"/>
            <w:right w:val="none" w:sz="0" w:space="0" w:color="auto"/>
          </w:divBdr>
        </w:div>
        <w:div w:id="1068963998">
          <w:marLeft w:val="0"/>
          <w:marRight w:val="0"/>
          <w:marTop w:val="0"/>
          <w:marBottom w:val="0"/>
          <w:divBdr>
            <w:top w:val="none" w:sz="0" w:space="0" w:color="auto"/>
            <w:left w:val="none" w:sz="0" w:space="0" w:color="auto"/>
            <w:bottom w:val="none" w:sz="0" w:space="0" w:color="auto"/>
            <w:right w:val="none" w:sz="0" w:space="0" w:color="auto"/>
          </w:divBdr>
        </w:div>
        <w:div w:id="2034915211">
          <w:marLeft w:val="0"/>
          <w:marRight w:val="0"/>
          <w:marTop w:val="0"/>
          <w:marBottom w:val="0"/>
          <w:divBdr>
            <w:top w:val="none" w:sz="0" w:space="0" w:color="auto"/>
            <w:left w:val="none" w:sz="0" w:space="0" w:color="auto"/>
            <w:bottom w:val="none" w:sz="0" w:space="0" w:color="auto"/>
            <w:right w:val="none" w:sz="0" w:space="0" w:color="auto"/>
          </w:divBdr>
        </w:div>
        <w:div w:id="128866596">
          <w:marLeft w:val="0"/>
          <w:marRight w:val="0"/>
          <w:marTop w:val="0"/>
          <w:marBottom w:val="0"/>
          <w:divBdr>
            <w:top w:val="none" w:sz="0" w:space="0" w:color="auto"/>
            <w:left w:val="none" w:sz="0" w:space="0" w:color="auto"/>
            <w:bottom w:val="none" w:sz="0" w:space="0" w:color="auto"/>
            <w:right w:val="none" w:sz="0" w:space="0" w:color="auto"/>
          </w:divBdr>
        </w:div>
        <w:div w:id="1788037105">
          <w:marLeft w:val="0"/>
          <w:marRight w:val="0"/>
          <w:marTop w:val="0"/>
          <w:marBottom w:val="0"/>
          <w:divBdr>
            <w:top w:val="none" w:sz="0" w:space="0" w:color="auto"/>
            <w:left w:val="none" w:sz="0" w:space="0" w:color="auto"/>
            <w:bottom w:val="none" w:sz="0" w:space="0" w:color="auto"/>
            <w:right w:val="none" w:sz="0" w:space="0" w:color="auto"/>
          </w:divBdr>
        </w:div>
        <w:div w:id="415594985">
          <w:marLeft w:val="0"/>
          <w:marRight w:val="0"/>
          <w:marTop w:val="0"/>
          <w:marBottom w:val="0"/>
          <w:divBdr>
            <w:top w:val="none" w:sz="0" w:space="0" w:color="auto"/>
            <w:left w:val="none" w:sz="0" w:space="0" w:color="auto"/>
            <w:bottom w:val="none" w:sz="0" w:space="0" w:color="auto"/>
            <w:right w:val="none" w:sz="0" w:space="0" w:color="auto"/>
          </w:divBdr>
        </w:div>
        <w:div w:id="519976356">
          <w:marLeft w:val="0"/>
          <w:marRight w:val="0"/>
          <w:marTop w:val="0"/>
          <w:marBottom w:val="0"/>
          <w:divBdr>
            <w:top w:val="none" w:sz="0" w:space="0" w:color="auto"/>
            <w:left w:val="none" w:sz="0" w:space="0" w:color="auto"/>
            <w:bottom w:val="none" w:sz="0" w:space="0" w:color="auto"/>
            <w:right w:val="none" w:sz="0" w:space="0" w:color="auto"/>
          </w:divBdr>
        </w:div>
        <w:div w:id="1731658706">
          <w:marLeft w:val="0"/>
          <w:marRight w:val="0"/>
          <w:marTop w:val="0"/>
          <w:marBottom w:val="0"/>
          <w:divBdr>
            <w:top w:val="none" w:sz="0" w:space="0" w:color="auto"/>
            <w:left w:val="none" w:sz="0" w:space="0" w:color="auto"/>
            <w:bottom w:val="none" w:sz="0" w:space="0" w:color="auto"/>
            <w:right w:val="none" w:sz="0" w:space="0" w:color="auto"/>
          </w:divBdr>
        </w:div>
        <w:div w:id="331841401">
          <w:marLeft w:val="0"/>
          <w:marRight w:val="0"/>
          <w:marTop w:val="0"/>
          <w:marBottom w:val="0"/>
          <w:divBdr>
            <w:top w:val="none" w:sz="0" w:space="0" w:color="auto"/>
            <w:left w:val="none" w:sz="0" w:space="0" w:color="auto"/>
            <w:bottom w:val="none" w:sz="0" w:space="0" w:color="auto"/>
            <w:right w:val="none" w:sz="0" w:space="0" w:color="auto"/>
          </w:divBdr>
        </w:div>
        <w:div w:id="2026668025">
          <w:marLeft w:val="0"/>
          <w:marRight w:val="0"/>
          <w:marTop w:val="0"/>
          <w:marBottom w:val="0"/>
          <w:divBdr>
            <w:top w:val="none" w:sz="0" w:space="0" w:color="auto"/>
            <w:left w:val="none" w:sz="0" w:space="0" w:color="auto"/>
            <w:bottom w:val="none" w:sz="0" w:space="0" w:color="auto"/>
            <w:right w:val="none" w:sz="0" w:space="0" w:color="auto"/>
          </w:divBdr>
        </w:div>
        <w:div w:id="35638865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ag.org/beliefs/statement-of-fundamental-truth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horner/Library/CloudStorage/OneDrive-NLRC/FFF%202023/YES_FFF_GC_Session1_ALL_COLORS_b.dotx"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activity xmlns="f28fc56f-6b2c-4fac-89ee-e5b882b62fa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7599B5A3D607B45A18CA814F2503178" ma:contentTypeVersion="17" ma:contentTypeDescription="Create a new document." ma:contentTypeScope="" ma:versionID="7001b3e8f0870a5ed3a2b510af67deb0">
  <xsd:schema xmlns:xsd="http://www.w3.org/2001/XMLSchema" xmlns:xs="http://www.w3.org/2001/XMLSchema" xmlns:p="http://schemas.microsoft.com/office/2006/metadata/properties" xmlns:ns1="http://schemas.microsoft.com/sharepoint/v3" xmlns:ns3="4254e78c-99ac-4e64-bdb2-d88728a98cc0" xmlns:ns4="f28fc56f-6b2c-4fac-89ee-e5b882b62fa3" targetNamespace="http://schemas.microsoft.com/office/2006/metadata/properties" ma:root="true" ma:fieldsID="4a8e2748b3932725448e052275c5405d" ns1:_="" ns3:_="" ns4:_="">
    <xsd:import namespace="http://schemas.microsoft.com/sharepoint/v3"/>
    <xsd:import namespace="4254e78c-99ac-4e64-bdb2-d88728a98cc0"/>
    <xsd:import namespace="f28fc56f-6b2c-4fac-89ee-e5b882b62fa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AutoTags" minOccurs="0"/>
                <xsd:element ref="ns4:MediaServiceDateTaken" minOccurs="0"/>
                <xsd:element ref="ns4:MediaServiceOCR" minOccurs="0"/>
                <xsd:element ref="ns4:MediaServiceAutoKeyPoints" minOccurs="0"/>
                <xsd:element ref="ns4:MediaServiceKeyPoints" minOccurs="0"/>
                <xsd:element ref="ns4:MediaServiceLocation" minOccurs="0"/>
                <xsd:element ref="ns4:MediaServiceGenerationTime" minOccurs="0"/>
                <xsd:element ref="ns4:MediaServiceEventHashCode"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54e78c-99ac-4e64-bdb2-d88728a98cc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8fc56f-6b2c-4fac-89ee-e5b882b62fa3"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_activity" ma:index="24"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26C354-6DC9-41C2-838E-947DAA173857}">
  <ds:schemaRefs>
    <ds:schemaRef ds:uri="http://schemas.openxmlformats.org/officeDocument/2006/bibliography"/>
  </ds:schemaRefs>
</ds:datastoreItem>
</file>

<file path=customXml/itemProps2.xml><?xml version="1.0" encoding="utf-8"?>
<ds:datastoreItem xmlns:ds="http://schemas.openxmlformats.org/officeDocument/2006/customXml" ds:itemID="{51029FA7-D88A-48F7-8D81-338005570D3E}">
  <ds:schemaRefs>
    <ds:schemaRef ds:uri="http://schemas.microsoft.com/office/2006/metadata/properties"/>
    <ds:schemaRef ds:uri="http://schemas.microsoft.com/office/infopath/2007/PartnerControls"/>
    <ds:schemaRef ds:uri="http://schemas.microsoft.com/sharepoint/v3"/>
    <ds:schemaRef ds:uri="f28fc56f-6b2c-4fac-89ee-e5b882b62fa3"/>
  </ds:schemaRefs>
</ds:datastoreItem>
</file>

<file path=customXml/itemProps3.xml><?xml version="1.0" encoding="utf-8"?>
<ds:datastoreItem xmlns:ds="http://schemas.openxmlformats.org/officeDocument/2006/customXml" ds:itemID="{4E9A2BFF-8DE9-4F7B-A4B2-8E43F87A59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254e78c-99ac-4e64-bdb2-d88728a98cc0"/>
    <ds:schemaRef ds:uri="f28fc56f-6b2c-4fac-89ee-e5b882b62f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329103-DF50-4A09-A034-26E73A591E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YES_FFF_GC_Session1_ALL_COLORS_b.dotx</Template>
  <TotalTime>0</TotalTime>
  <Pages>4</Pages>
  <Words>750</Words>
  <Characters>4275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5015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Horner</dc:creator>
  <cp:keywords/>
  <dc:description/>
  <cp:lastModifiedBy>Horner, Julie</cp:lastModifiedBy>
  <cp:revision>2</cp:revision>
  <cp:lastPrinted>2023-07-25T22:12:00Z</cp:lastPrinted>
  <dcterms:created xsi:type="dcterms:W3CDTF">2023-09-11T15:57:00Z</dcterms:created>
  <dcterms:modified xsi:type="dcterms:W3CDTF">2023-09-11T15:57:00Z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0x010100B7599B5A3D607B45A18CA814F2503178</vt:lpwstr>
  </property>
</Properties>
</file>